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2D8" w:rsidRPr="009A32D8" w:rsidRDefault="009A32D8" w:rsidP="009A32D8">
      <w:pPr>
        <w:pStyle w:val="2"/>
        <w:spacing w:line="250" w:lineRule="auto"/>
        <w:ind w:right="1134" w:hanging="11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АДМИНИСТРАЦИЯ САРГАТСКОГО МУНИЦИПАЛЬНОГО РАЙОНА</w:t>
      </w:r>
      <w:r w:rsidR="00B057AE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ОМСКОЙ ОБЛАСТИ</w:t>
      </w:r>
    </w:p>
    <w:p w:rsidR="009A32D8" w:rsidRPr="009A32D8" w:rsidRDefault="009A32D8" w:rsidP="009A32D8">
      <w:pPr>
        <w:pStyle w:val="2"/>
        <w:spacing w:line="250" w:lineRule="auto"/>
        <w:ind w:right="1134" w:hanging="11"/>
        <w:rPr>
          <w:rFonts w:ascii="Times New Roman" w:hAnsi="Times New Roman" w:cs="Times New Roman"/>
          <w:b w:val="0"/>
          <w:sz w:val="28"/>
        </w:rPr>
      </w:pPr>
    </w:p>
    <w:p w:rsidR="009A32D8" w:rsidRPr="009A32D8" w:rsidRDefault="009A32D8" w:rsidP="009A32D8">
      <w:pPr>
        <w:pStyle w:val="2"/>
        <w:spacing w:line="250" w:lineRule="auto"/>
        <w:ind w:right="1134" w:hanging="11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ПОСТАНОВЛЕНИЕ</w:t>
      </w:r>
    </w:p>
    <w:p w:rsidR="009A32D8" w:rsidRPr="009A32D8" w:rsidRDefault="009A32D8" w:rsidP="009A32D8">
      <w:pPr>
        <w:pStyle w:val="2"/>
        <w:spacing w:line="250" w:lineRule="auto"/>
        <w:ind w:right="1134" w:hanging="11"/>
        <w:rPr>
          <w:rFonts w:ascii="Times New Roman" w:hAnsi="Times New Roman" w:cs="Times New Roman"/>
          <w:b w:val="0"/>
          <w:sz w:val="28"/>
        </w:rPr>
      </w:pPr>
    </w:p>
    <w:p w:rsidR="009A32D8" w:rsidRPr="009A32D8" w:rsidRDefault="009A32D8" w:rsidP="009A32D8">
      <w:pPr>
        <w:pStyle w:val="2"/>
        <w:spacing w:line="250" w:lineRule="auto"/>
        <w:ind w:right="1134" w:hanging="11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 xml:space="preserve">от                                                                           № </w:t>
      </w:r>
      <w:r w:rsidR="00B057AE">
        <w:rPr>
          <w:rFonts w:ascii="Times New Roman" w:hAnsi="Times New Roman" w:cs="Times New Roman"/>
          <w:b w:val="0"/>
          <w:sz w:val="28"/>
        </w:rPr>
        <w:t xml:space="preserve">    </w:t>
      </w:r>
      <w:r w:rsidRPr="009A32D8">
        <w:rPr>
          <w:rFonts w:ascii="Times New Roman" w:hAnsi="Times New Roman" w:cs="Times New Roman"/>
          <w:b w:val="0"/>
          <w:sz w:val="28"/>
        </w:rPr>
        <w:t>-п</w:t>
      </w:r>
    </w:p>
    <w:p w:rsidR="009A32D8" w:rsidRPr="009A32D8" w:rsidRDefault="009A32D8" w:rsidP="009A32D8">
      <w:pPr>
        <w:pStyle w:val="2"/>
        <w:spacing w:line="250" w:lineRule="auto"/>
        <w:ind w:right="1134" w:hanging="11"/>
        <w:rPr>
          <w:rFonts w:ascii="Times New Roman" w:hAnsi="Times New Roman" w:cs="Times New Roman"/>
          <w:b w:val="0"/>
          <w:sz w:val="28"/>
        </w:rPr>
      </w:pPr>
    </w:p>
    <w:p w:rsidR="009A32D8" w:rsidRPr="009A32D8" w:rsidRDefault="009A32D8" w:rsidP="009A32D8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р.п. Саргатское</w:t>
      </w:r>
    </w:p>
    <w:p w:rsidR="009A32D8" w:rsidRPr="009A32D8" w:rsidRDefault="009A32D8" w:rsidP="00624478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</w:p>
    <w:p w:rsidR="009A32D8" w:rsidRPr="009A32D8" w:rsidRDefault="009A32D8" w:rsidP="009A32D8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</w:p>
    <w:p w:rsidR="009A32D8" w:rsidRPr="009A32D8" w:rsidRDefault="009A32D8" w:rsidP="00B057AE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 xml:space="preserve">Об утверждении административного регламента </w:t>
      </w:r>
    </w:p>
    <w:p w:rsidR="009A32D8" w:rsidRPr="009A32D8" w:rsidRDefault="009A32D8" w:rsidP="00B057AE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 xml:space="preserve">предоставления муниципальной услуги </w:t>
      </w:r>
    </w:p>
    <w:p w:rsidR="009A32D8" w:rsidRDefault="009A32D8" w:rsidP="00B057AE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«Запись на обучение по дополнительной</w:t>
      </w:r>
    </w:p>
    <w:p w:rsidR="009A32D8" w:rsidRPr="009A32D8" w:rsidRDefault="009A32D8" w:rsidP="00B057AE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общеобразовательной программе»</w:t>
      </w:r>
    </w:p>
    <w:p w:rsidR="009A32D8" w:rsidRPr="009A32D8" w:rsidRDefault="009A32D8" w:rsidP="009A32D8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</w:p>
    <w:p w:rsidR="009A32D8" w:rsidRPr="009A32D8" w:rsidRDefault="009A32D8" w:rsidP="009A32D8">
      <w:pPr>
        <w:pStyle w:val="2"/>
        <w:spacing w:line="250" w:lineRule="auto"/>
        <w:ind w:right="1134" w:hanging="11"/>
        <w:jc w:val="left"/>
        <w:rPr>
          <w:rFonts w:ascii="Times New Roman" w:hAnsi="Times New Roman" w:cs="Times New Roman"/>
          <w:b w:val="0"/>
          <w:sz w:val="28"/>
        </w:rPr>
      </w:pPr>
    </w:p>
    <w:p w:rsidR="00BB13FD" w:rsidRPr="009A32D8" w:rsidRDefault="00BE1C3E" w:rsidP="00CA4FF7">
      <w:pPr>
        <w:ind w:right="37" w:firstLine="720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Руководствуясь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8" w:tooltip="Федеральный закон от 27.07.2010 № 210-ФЗ " w:history="1"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210-ФЗ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9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письмом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Министерства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просвещения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20.09.2021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ДГ-1530/06,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руководствуясь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10" w:tgtFrame="Logical" w:history="1">
        <w:r w:rsidRPr="009A32D8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области</w:t>
      </w:r>
      <w:r w:rsidR="00286219" w:rsidRPr="009A32D8">
        <w:rPr>
          <w:rFonts w:ascii="Times New Roman" w:hAnsi="Times New Roman"/>
          <w:sz w:val="28"/>
          <w:szCs w:val="28"/>
        </w:rPr>
        <w:t>,</w:t>
      </w:r>
    </w:p>
    <w:p w:rsidR="00BE1C3E" w:rsidRPr="009A32D8" w:rsidRDefault="00BE1C3E" w:rsidP="00CA4FF7">
      <w:pPr>
        <w:shd w:val="clear" w:color="auto" w:fill="FFFFFF"/>
        <w:ind w:right="-17"/>
        <w:jc w:val="both"/>
        <w:rPr>
          <w:rFonts w:ascii="Times New Roman" w:hAnsi="Times New Roman"/>
          <w:sz w:val="28"/>
          <w:szCs w:val="28"/>
        </w:rPr>
      </w:pPr>
    </w:p>
    <w:p w:rsidR="00BE1C3E" w:rsidRPr="009A32D8" w:rsidRDefault="00BE1C3E" w:rsidP="00286219">
      <w:pPr>
        <w:shd w:val="clear" w:color="auto" w:fill="FFFFFF"/>
        <w:ind w:right="-17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ПОСТАНОВЛЯЮ:</w:t>
      </w:r>
    </w:p>
    <w:p w:rsidR="00BE1C3E" w:rsidRPr="009A32D8" w:rsidRDefault="00BE1C3E" w:rsidP="00BE1C3E">
      <w:pPr>
        <w:ind w:right="37" w:firstLine="720"/>
        <w:rPr>
          <w:rFonts w:ascii="Times New Roman" w:hAnsi="Times New Roman"/>
          <w:sz w:val="28"/>
          <w:szCs w:val="28"/>
        </w:rPr>
      </w:pPr>
    </w:p>
    <w:p w:rsidR="00BE1C3E" w:rsidRPr="009A32D8" w:rsidRDefault="00CA4FF7" w:rsidP="00CA4F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E1C3E" w:rsidRPr="009A32D8">
        <w:rPr>
          <w:rFonts w:ascii="Times New Roman" w:hAnsi="Times New Roman"/>
          <w:sz w:val="28"/>
          <w:szCs w:val="28"/>
        </w:rPr>
        <w:t>1.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Утвердить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административный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регламент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предо</w:t>
      </w:r>
      <w:r w:rsidR="00286219" w:rsidRPr="009A32D8">
        <w:rPr>
          <w:rFonts w:ascii="Times New Roman" w:hAnsi="Times New Roman"/>
          <w:sz w:val="28"/>
          <w:szCs w:val="28"/>
        </w:rPr>
        <w:t>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86219"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86219"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«</w:t>
      </w:r>
      <w:r w:rsidRPr="00CA4FF7">
        <w:rPr>
          <w:rFonts w:ascii="Times New Roman" w:hAnsi="Times New Roman"/>
          <w:sz w:val="28"/>
          <w:szCs w:val="28"/>
        </w:rPr>
        <w:t>Запись на обучение по дополнительной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4FF7">
        <w:rPr>
          <w:rFonts w:ascii="Times New Roman" w:hAnsi="Times New Roman"/>
          <w:sz w:val="28"/>
          <w:szCs w:val="28"/>
        </w:rPr>
        <w:t>общеобразовательной программе</w:t>
      </w:r>
      <w:r w:rsidR="00BE1C3E" w:rsidRPr="009A32D8">
        <w:rPr>
          <w:rFonts w:ascii="Times New Roman" w:hAnsi="Times New Roman"/>
          <w:sz w:val="28"/>
          <w:szCs w:val="28"/>
        </w:rPr>
        <w:t>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согласно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приложению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86219"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86219"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86219" w:rsidRPr="009A32D8">
        <w:rPr>
          <w:rFonts w:ascii="Times New Roman" w:hAnsi="Times New Roman"/>
          <w:sz w:val="28"/>
          <w:szCs w:val="28"/>
        </w:rPr>
        <w:t>постановлению</w:t>
      </w:r>
      <w:r w:rsidR="00BE1C3E" w:rsidRPr="009A32D8">
        <w:rPr>
          <w:rFonts w:ascii="Times New Roman" w:hAnsi="Times New Roman"/>
          <w:sz w:val="28"/>
          <w:szCs w:val="28"/>
        </w:rPr>
        <w:t>.</w:t>
      </w:r>
    </w:p>
    <w:p w:rsidR="00BE1C3E" w:rsidRPr="009A32D8" w:rsidRDefault="00BE1C3E" w:rsidP="00CA4FF7">
      <w:pPr>
        <w:pStyle w:val="ConsPlusNormal"/>
        <w:ind w:left="0" w:firstLine="698"/>
        <w:jc w:val="both"/>
        <w:rPr>
          <w:sz w:val="28"/>
          <w:szCs w:val="28"/>
        </w:rPr>
      </w:pPr>
      <w:r w:rsidRPr="009A32D8">
        <w:rPr>
          <w:sz w:val="28"/>
          <w:szCs w:val="28"/>
        </w:rPr>
        <w:t>2.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Опубликовать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настоящее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постановление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газете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«Саргатский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вестник»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разместить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информационно-телекоммуникационной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сети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Интернет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сайте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www.sargat.omskportal.ru.</w:t>
      </w:r>
    </w:p>
    <w:p w:rsidR="00BE1C3E" w:rsidRPr="009A32D8" w:rsidRDefault="00286219" w:rsidP="00CA4FF7">
      <w:pPr>
        <w:ind w:right="37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исполнени</w:t>
      </w:r>
      <w:r w:rsidRPr="009A32D8">
        <w:rPr>
          <w:rFonts w:ascii="Times New Roman" w:hAnsi="Times New Roman"/>
          <w:sz w:val="28"/>
          <w:szCs w:val="28"/>
        </w:rPr>
        <w:t>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постановления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возложить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CA4FF7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BE1C3E" w:rsidRPr="009A32D8">
        <w:rPr>
          <w:rFonts w:ascii="Times New Roman" w:hAnsi="Times New Roman"/>
          <w:sz w:val="28"/>
          <w:szCs w:val="28"/>
        </w:rPr>
        <w:t>начальника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администрации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E1C3E" w:rsidRPr="009A32D8">
        <w:rPr>
          <w:rFonts w:ascii="Times New Roman" w:hAnsi="Times New Roman"/>
          <w:sz w:val="28"/>
          <w:szCs w:val="28"/>
        </w:rPr>
        <w:t>области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CA4FF7">
        <w:rPr>
          <w:rFonts w:ascii="Times New Roman" w:hAnsi="Times New Roman"/>
          <w:sz w:val="28"/>
          <w:szCs w:val="28"/>
        </w:rPr>
        <w:t>Л.В. Гайдоенко</w:t>
      </w:r>
      <w:r w:rsidR="00BE1C3E" w:rsidRPr="009A32D8">
        <w:rPr>
          <w:rFonts w:ascii="Times New Roman" w:hAnsi="Times New Roman"/>
          <w:sz w:val="28"/>
          <w:szCs w:val="28"/>
        </w:rPr>
        <w:t>.</w:t>
      </w:r>
    </w:p>
    <w:p w:rsidR="003A21AA" w:rsidRPr="009A32D8" w:rsidRDefault="003A21AA" w:rsidP="00CA4FF7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</w:p>
    <w:p w:rsidR="00EF56C4" w:rsidRPr="009A32D8" w:rsidRDefault="00EF56C4" w:rsidP="00CA4FF7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</w:p>
    <w:p w:rsidR="00BE1C3E" w:rsidRPr="009A32D8" w:rsidRDefault="003A21AA" w:rsidP="00BE1C3E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  <w:r w:rsidRPr="009A32D8">
        <w:rPr>
          <w:rFonts w:ascii="Times New Roman" w:hAnsi="Times New Roman" w:cs="Times New Roman"/>
          <w:sz w:val="28"/>
          <w:szCs w:val="28"/>
        </w:rPr>
        <w:t>Г</w:t>
      </w:r>
      <w:r w:rsidR="00BE1C3E" w:rsidRPr="009A32D8">
        <w:rPr>
          <w:rFonts w:ascii="Times New Roman" w:hAnsi="Times New Roman" w:cs="Times New Roman"/>
          <w:sz w:val="28"/>
          <w:szCs w:val="28"/>
        </w:rPr>
        <w:t>лава</w:t>
      </w:r>
    </w:p>
    <w:p w:rsidR="00EF56C4" w:rsidRPr="009A32D8" w:rsidRDefault="00BE1C3E" w:rsidP="00BE1C3E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  <w:r w:rsidRPr="009A32D8">
        <w:rPr>
          <w:rFonts w:ascii="Times New Roman" w:hAnsi="Times New Roman" w:cs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 w:cs="Times New Roman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sz w:val="28"/>
          <w:szCs w:val="28"/>
        </w:rPr>
        <w:t>района</w:t>
      </w:r>
    </w:p>
    <w:p w:rsidR="003A21AA" w:rsidRPr="009A32D8" w:rsidRDefault="00EF56C4" w:rsidP="00EF56C4">
      <w:pPr>
        <w:pStyle w:val="1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2D8">
        <w:rPr>
          <w:rFonts w:ascii="Times New Roman" w:hAnsi="Times New Roman" w:cs="Times New Roman"/>
          <w:sz w:val="28"/>
          <w:szCs w:val="28"/>
        </w:rPr>
        <w:br w:type="page"/>
      </w:r>
    </w:p>
    <w:p w:rsidR="00E96A90" w:rsidRPr="009A32D8" w:rsidRDefault="00E96A90" w:rsidP="00237CF1">
      <w:pPr>
        <w:ind w:hanging="13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E96A90" w:rsidRPr="009A32D8" w:rsidRDefault="00E96A90" w:rsidP="00237CF1">
      <w:pPr>
        <w:ind w:left="6096" w:hanging="13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к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постановлению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Администрации</w:t>
      </w:r>
    </w:p>
    <w:p w:rsidR="00E96A90" w:rsidRPr="009A32D8" w:rsidRDefault="00E96A90" w:rsidP="00237CF1">
      <w:pPr>
        <w:ind w:left="6096" w:hanging="13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E96A90" w:rsidRPr="009A32D8" w:rsidRDefault="00E96A90" w:rsidP="00237CF1">
      <w:pPr>
        <w:ind w:left="6096" w:hanging="13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области</w:t>
      </w:r>
    </w:p>
    <w:p w:rsidR="00E96A90" w:rsidRPr="009A32D8" w:rsidRDefault="00E96A90" w:rsidP="00237CF1">
      <w:pPr>
        <w:ind w:left="6096" w:hanging="13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от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237CF1" w:rsidRPr="009A32D8" w:rsidRDefault="00237CF1" w:rsidP="00237CF1">
      <w:pPr>
        <w:ind w:right="4998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317F94" w:rsidRPr="009A32D8" w:rsidRDefault="00317F94" w:rsidP="00317F94">
      <w:pPr>
        <w:tabs>
          <w:tab w:val="left" w:pos="8080"/>
        </w:tabs>
        <w:ind w:right="1275"/>
        <w:jc w:val="right"/>
        <w:rPr>
          <w:rFonts w:ascii="Times New Roman" w:hAnsi="Times New Roman"/>
          <w:sz w:val="28"/>
          <w:szCs w:val="28"/>
        </w:rPr>
      </w:pPr>
    </w:p>
    <w:p w:rsidR="00892859" w:rsidRPr="009A32D8" w:rsidRDefault="00892859" w:rsidP="00237CF1">
      <w:pPr>
        <w:ind w:hanging="13"/>
        <w:jc w:val="right"/>
        <w:rPr>
          <w:rFonts w:ascii="Times New Roman" w:hAnsi="Times New Roman"/>
          <w:sz w:val="28"/>
          <w:szCs w:val="28"/>
        </w:rPr>
      </w:pPr>
    </w:p>
    <w:p w:rsidR="00317F94" w:rsidRPr="00317F94" w:rsidRDefault="0029240C" w:rsidP="00317F94">
      <w:pPr>
        <w:pStyle w:val="2"/>
        <w:ind w:hanging="11"/>
        <w:rPr>
          <w:rFonts w:ascii="Times New Roman" w:hAnsi="Times New Roman" w:cs="Times New Roman"/>
          <w:b w:val="0"/>
          <w:iCs w:val="0"/>
          <w:kern w:val="32"/>
          <w:sz w:val="28"/>
        </w:rPr>
      </w:pPr>
      <w:r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>Административный</w:t>
      </w:r>
      <w:r w:rsidR="00A1065B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 xml:space="preserve"> </w:t>
      </w:r>
      <w:r w:rsidR="00242995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>регламент</w:t>
      </w:r>
      <w:r w:rsidR="00A1065B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>м</w:t>
      </w:r>
      <w:r w:rsidR="006E0EB7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>униципальной</w:t>
      </w:r>
      <w:r w:rsidR="00A1065B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iCs w:val="0"/>
          <w:kern w:val="32"/>
          <w:sz w:val="28"/>
        </w:rPr>
        <w:t>«</w:t>
      </w:r>
      <w:r w:rsidR="00317F94" w:rsidRPr="00317F94">
        <w:rPr>
          <w:rFonts w:ascii="Times New Roman" w:hAnsi="Times New Roman" w:cs="Times New Roman"/>
          <w:b w:val="0"/>
          <w:iCs w:val="0"/>
          <w:kern w:val="32"/>
          <w:sz w:val="28"/>
        </w:rPr>
        <w:t>Запись на обучение по дополнительной</w:t>
      </w:r>
    </w:p>
    <w:p w:rsidR="00317F94" w:rsidRPr="009A32D8" w:rsidRDefault="00317F94" w:rsidP="00317F94">
      <w:pPr>
        <w:pStyle w:val="2"/>
        <w:ind w:hanging="11"/>
        <w:rPr>
          <w:rFonts w:ascii="Times New Roman" w:hAnsi="Times New Roman" w:cs="Times New Roman"/>
          <w:b w:val="0"/>
          <w:iCs w:val="0"/>
          <w:kern w:val="32"/>
          <w:sz w:val="28"/>
        </w:rPr>
      </w:pPr>
      <w:r w:rsidRPr="00317F94">
        <w:rPr>
          <w:rFonts w:ascii="Times New Roman" w:hAnsi="Times New Roman" w:cs="Times New Roman"/>
          <w:b w:val="0"/>
          <w:iCs w:val="0"/>
          <w:kern w:val="32"/>
          <w:sz w:val="28"/>
        </w:rPr>
        <w:t>общеобразовательной программе</w:t>
      </w:r>
      <w:r>
        <w:rPr>
          <w:rFonts w:ascii="Times New Roman" w:hAnsi="Times New Roman" w:cs="Times New Roman"/>
          <w:b w:val="0"/>
          <w:iCs w:val="0"/>
          <w:kern w:val="32"/>
          <w:sz w:val="28"/>
        </w:rPr>
        <w:t>»</w:t>
      </w:r>
    </w:p>
    <w:p w:rsidR="002E6053" w:rsidRPr="009A32D8" w:rsidRDefault="002E6053" w:rsidP="00237CF1">
      <w:pPr>
        <w:pStyle w:val="2"/>
        <w:ind w:hanging="11"/>
        <w:rPr>
          <w:rFonts w:ascii="Times New Roman" w:hAnsi="Times New Roman" w:cs="Times New Roman"/>
          <w:b w:val="0"/>
          <w:iCs w:val="0"/>
          <w:kern w:val="32"/>
          <w:sz w:val="28"/>
        </w:rPr>
      </w:pPr>
    </w:p>
    <w:p w:rsidR="002E6053" w:rsidRPr="009A32D8" w:rsidRDefault="003E0E0A" w:rsidP="00EF56C4">
      <w:pPr>
        <w:pStyle w:val="2"/>
        <w:tabs>
          <w:tab w:val="center" w:pos="3815"/>
          <w:tab w:val="center" w:pos="5464"/>
        </w:tabs>
        <w:ind w:hanging="13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Раздел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I.</w:t>
      </w:r>
      <w:r w:rsidR="00A1065B" w:rsidRPr="009A32D8">
        <w:rPr>
          <w:rFonts w:ascii="Times New Roman" w:eastAsia="Arial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Общие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положения</w:t>
      </w:r>
    </w:p>
    <w:p w:rsidR="002E6053" w:rsidRPr="009A32D8" w:rsidRDefault="00A1065B" w:rsidP="00E96A90">
      <w:pPr>
        <w:spacing w:line="259" w:lineRule="auto"/>
        <w:ind w:hanging="13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3E0E0A" w:rsidP="00237CF1">
      <w:pPr>
        <w:pStyle w:val="1"/>
        <w:ind w:hanging="13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1.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Предмет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регулирования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регламента</w:t>
      </w:r>
    </w:p>
    <w:p w:rsidR="002E6053" w:rsidRPr="009A32D8" w:rsidRDefault="002E6053" w:rsidP="00237CF1">
      <w:pPr>
        <w:spacing w:line="259" w:lineRule="auto"/>
        <w:ind w:hanging="13"/>
        <w:rPr>
          <w:rFonts w:ascii="Times New Roman" w:hAnsi="Times New Roman"/>
          <w:sz w:val="28"/>
          <w:szCs w:val="28"/>
        </w:rPr>
      </w:pPr>
    </w:p>
    <w:p w:rsidR="002E6053" w:rsidRPr="009A32D8" w:rsidRDefault="006E0EB7" w:rsidP="00A76F3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37B43" w:rsidRPr="009A32D8">
        <w:rPr>
          <w:rFonts w:ascii="Times New Roman" w:hAnsi="Times New Roman"/>
          <w:sz w:val="28"/>
          <w:szCs w:val="28"/>
        </w:rPr>
        <w:t>А</w:t>
      </w:r>
      <w:r w:rsidRPr="009A32D8">
        <w:rPr>
          <w:rFonts w:ascii="Times New Roman" w:hAnsi="Times New Roman"/>
          <w:sz w:val="28"/>
          <w:szCs w:val="28"/>
        </w:rPr>
        <w:t>дминистративный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</w:t>
      </w:r>
      <w:r w:rsidR="00E37B43" w:rsidRPr="009A32D8">
        <w:rPr>
          <w:rFonts w:ascii="Times New Roman" w:hAnsi="Times New Roman"/>
          <w:sz w:val="28"/>
          <w:szCs w:val="28"/>
        </w:rPr>
        <w:t>улирует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37B43" w:rsidRPr="009A32D8">
        <w:rPr>
          <w:rFonts w:ascii="Times New Roman" w:hAnsi="Times New Roman"/>
          <w:sz w:val="28"/>
          <w:szCs w:val="28"/>
        </w:rPr>
        <w:t>отношения,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37B43" w:rsidRPr="009A32D8">
        <w:rPr>
          <w:rFonts w:ascii="Times New Roman" w:hAnsi="Times New Roman"/>
          <w:sz w:val="28"/>
          <w:szCs w:val="28"/>
        </w:rPr>
        <w:t>возникающие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</w:t>
      </w:r>
      <w:r w:rsidR="00A76F39" w:rsidRPr="00A76F39">
        <w:rPr>
          <w:rFonts w:ascii="Times New Roman" w:hAnsi="Times New Roman"/>
          <w:sz w:val="28"/>
          <w:szCs w:val="28"/>
        </w:rPr>
        <w:t>Запись на обучение по дополнительной</w:t>
      </w:r>
      <w:r w:rsidR="00A76F39">
        <w:rPr>
          <w:rFonts w:ascii="Times New Roman" w:hAnsi="Times New Roman"/>
          <w:sz w:val="28"/>
          <w:szCs w:val="28"/>
        </w:rPr>
        <w:t xml:space="preserve"> </w:t>
      </w:r>
      <w:r w:rsidR="00A76F39" w:rsidRPr="00A76F39">
        <w:rPr>
          <w:rFonts w:ascii="Times New Roman" w:hAnsi="Times New Roman"/>
          <w:sz w:val="28"/>
          <w:szCs w:val="28"/>
        </w:rPr>
        <w:t>общеобразовательной программе</w:t>
      </w:r>
      <w:r w:rsidRPr="009A32D8">
        <w:rPr>
          <w:rFonts w:ascii="Times New Roman" w:hAnsi="Times New Roman"/>
          <w:sz w:val="28"/>
          <w:szCs w:val="28"/>
        </w:rPr>
        <w:t>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области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4F0C87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37B43" w:rsidRPr="009A32D8">
        <w:rPr>
          <w:rFonts w:ascii="Times New Roman" w:hAnsi="Times New Roman"/>
          <w:sz w:val="28"/>
          <w:szCs w:val="28"/>
        </w:rPr>
        <w:t>А</w:t>
      </w:r>
      <w:r w:rsidRPr="009A32D8">
        <w:rPr>
          <w:rFonts w:ascii="Times New Roman" w:hAnsi="Times New Roman"/>
          <w:sz w:val="28"/>
          <w:szCs w:val="28"/>
        </w:rPr>
        <w:t>дминистративный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устанавливает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стандарт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последовательность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особенности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особенности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многофункциональных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центрах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области</w:t>
      </w:r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досудебный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(внесудебный)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обжалования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(бездействи</w:t>
      </w:r>
      <w:r w:rsidR="004F0C87" w:rsidRPr="009A32D8">
        <w:rPr>
          <w:rFonts w:ascii="Times New Roman" w:hAnsi="Times New Roman"/>
          <w:sz w:val="28"/>
          <w:szCs w:val="28"/>
        </w:rPr>
        <w:t>й)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работников).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Термины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определения,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используемые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регламенте: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«Навигатор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расположенная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информационно-коммуникационной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«Интернет»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адресу: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https://р55.навигатор.дети/</w:t>
      </w:r>
      <w:r w:rsidRPr="009A32D8">
        <w:rPr>
          <w:rFonts w:ascii="Times New Roman" w:hAnsi="Times New Roman"/>
          <w:sz w:val="28"/>
          <w:szCs w:val="28"/>
        </w:rPr>
        <w:t>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ЕАИС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Единая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автоматизированная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сбора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анализа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учреждениям,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мероприятиям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статистическим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показателям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охвата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регионах;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-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обеспечивающее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</w:t>
      </w:r>
      <w:r w:rsidR="00256E4E" w:rsidRPr="009A32D8">
        <w:rPr>
          <w:rFonts w:ascii="Times New Roman" w:hAnsi="Times New Roman"/>
          <w:sz w:val="28"/>
          <w:szCs w:val="28"/>
        </w:rPr>
        <w:t>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расположенная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информационно-коммуникационной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«Интернет»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адресу:</w:t>
      </w:r>
      <w:hyperlink r:id="rId11" w:history="1">
        <w:r w:rsidR="00317F94" w:rsidRPr="007A0B76">
          <w:rPr>
            <w:rStyle w:val="a3"/>
            <w:rFonts w:ascii="Times New Roman" w:hAnsi="Times New Roman"/>
            <w:sz w:val="28"/>
            <w:szCs w:val="28"/>
          </w:rPr>
          <w:t>www.gosuslugi.ru</w:t>
        </w:r>
      </w:hyperlink>
      <w:hyperlink r:id="rId12">
        <w:r w:rsidRPr="009A32D8">
          <w:rPr>
            <w:rFonts w:ascii="Times New Roman" w:hAnsi="Times New Roman"/>
            <w:sz w:val="28"/>
            <w:szCs w:val="28"/>
          </w:rPr>
          <w:t>;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-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региональная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обеспечивающее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F0C87" w:rsidRPr="009A32D8">
        <w:rPr>
          <w:rFonts w:ascii="Times New Roman" w:hAnsi="Times New Roman"/>
          <w:sz w:val="28"/>
          <w:szCs w:val="28"/>
        </w:rPr>
        <w:t>области</w:t>
      </w:r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расположенная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информационно-коммуникационной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«Интернет»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адресу: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http://rmc55.omsk.obr55.ru/</w:t>
      </w:r>
      <w:r w:rsidRPr="009A32D8">
        <w:rPr>
          <w:rFonts w:ascii="Times New Roman" w:hAnsi="Times New Roman"/>
          <w:sz w:val="28"/>
          <w:szCs w:val="28"/>
        </w:rPr>
        <w:t>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ЕСИА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-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«Единая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идентификации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аутентификации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инфраструктуре,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</w:t>
      </w:r>
      <w:r w:rsidR="004F0C87" w:rsidRPr="009A32D8">
        <w:rPr>
          <w:rFonts w:ascii="Times New Roman" w:hAnsi="Times New Roman"/>
          <w:sz w:val="28"/>
          <w:szCs w:val="28"/>
        </w:rPr>
        <w:t>-</w:t>
      </w:r>
      <w:r w:rsidRPr="009A32D8">
        <w:rPr>
          <w:rFonts w:ascii="Times New Roman" w:hAnsi="Times New Roman"/>
          <w:sz w:val="28"/>
          <w:szCs w:val="28"/>
        </w:rPr>
        <w:t>технологическое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используемых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форме»;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сервис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позволяющий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обработки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набор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период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комплектования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групп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обучающихся;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набор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период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комплектования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групп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обучающихся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свободных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ПФ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ДОД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персонифицированного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финансирования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функционирующая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постановления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15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апреля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2020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года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144-п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персонифицированного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финансирования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1.3.10.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Сертификат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реестровая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включении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обучающегося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(обладателя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сертификата)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ПФ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ДОД,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обладателя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сертификата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определенном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объеме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определенных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условиях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F655DF" w:rsidRDefault="00F655DF" w:rsidP="00BE286A">
      <w:pPr>
        <w:pStyle w:val="1"/>
        <w:tabs>
          <w:tab w:val="center" w:pos="4671"/>
        </w:tabs>
        <w:spacing w:line="249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</w:p>
    <w:p w:rsidR="002E6053" w:rsidRPr="009A32D8" w:rsidRDefault="00F547FF" w:rsidP="00BE286A">
      <w:pPr>
        <w:pStyle w:val="1"/>
        <w:tabs>
          <w:tab w:val="center" w:pos="4671"/>
        </w:tabs>
        <w:spacing w:line="249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2.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Круг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Заявителей</w:t>
      </w:r>
    </w:p>
    <w:p w:rsidR="002E6053" w:rsidRPr="009A32D8" w:rsidRDefault="002E6053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иностранные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обратившиеся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Заявители).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Категории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достигшие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возраста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(кандидаты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2.2.2.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родители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(законные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несовершеннолетних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кандидатов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547FF" w:rsidP="00BE286A">
      <w:pPr>
        <w:pStyle w:val="1"/>
        <w:spacing w:after="10" w:line="252" w:lineRule="auto"/>
        <w:ind w:firstLine="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3.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Требования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порядку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информирования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организационно-распорядительным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«Интернет»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Интернет)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обязательному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справочная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наименование,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нахождения,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реж</w:t>
      </w:r>
      <w:r w:rsidR="00256E4E" w:rsidRPr="009A32D8">
        <w:rPr>
          <w:rFonts w:ascii="Times New Roman" w:hAnsi="Times New Roman"/>
          <w:sz w:val="28"/>
          <w:szCs w:val="28"/>
        </w:rPr>
        <w:t>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график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работы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справочные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3.2.3.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обратной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Интернет;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3.2.4.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ссылка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страницу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F0CF5"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РПГУ</w:t>
      </w:r>
      <w:r w:rsidRPr="009A32D8">
        <w:rPr>
          <w:rFonts w:ascii="Times New Roman" w:hAnsi="Times New Roman"/>
          <w:sz w:val="28"/>
          <w:szCs w:val="28"/>
        </w:rPr>
        <w:t>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Обязательному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реквизитов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источников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опубликования).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актуализацию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справочной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Размещение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актуализацию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справочной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ведение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должностное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лицо.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актуализацию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справочной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ведение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должностное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лицо.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256E4E"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являются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необходимыми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обязательными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3.5.1.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3.5.2.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непосредственном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3.5.3.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публикации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материалов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массовой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3.5.4.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брошюр,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буклет</w:t>
      </w:r>
      <w:r w:rsidR="00256E4E" w:rsidRPr="009A32D8">
        <w:rPr>
          <w:rFonts w:ascii="Times New Roman" w:hAnsi="Times New Roman"/>
          <w:sz w:val="28"/>
          <w:szCs w:val="28"/>
        </w:rPr>
        <w:t>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других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печатных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материалов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предназначенных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Заявителей,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всех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собственности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согласованию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организациями;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3.5.5.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факсимильной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3.5.6.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письменные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ссылки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информацию):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исчерпывающий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оформлению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вправе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инициативе;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являющегося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исчерпывающий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приостановления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досудебное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(внесудебное)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обжалование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(бездействия)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(осуществляемых)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3.6.7.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(заявлений,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сообщений),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используемые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обязательными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размещаются: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1355"/>
          <w:tab w:val="center" w:pos="3027"/>
          <w:tab w:val="center" w:pos="4119"/>
          <w:tab w:val="center" w:pos="4983"/>
          <w:tab w:val="center" w:pos="6063"/>
          <w:tab w:val="center" w:pos="7314"/>
          <w:tab w:val="center" w:pos="8432"/>
          <w:tab w:val="right" w:pos="1024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3.8.1.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полное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наименование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почтовый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адрес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Организации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(ее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структурных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подразделений);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телефонов-автоинформа</w:t>
      </w:r>
      <w:r w:rsidR="00256E4E" w:rsidRPr="009A32D8">
        <w:rPr>
          <w:rFonts w:ascii="Times New Roman" w:hAnsi="Times New Roman"/>
          <w:sz w:val="28"/>
          <w:szCs w:val="28"/>
        </w:rPr>
        <w:t>торов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наличии),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справочные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режим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выдержки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38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3.8.6.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формы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(заявлений,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</w:t>
      </w:r>
      <w:r w:rsidR="00256E4E" w:rsidRPr="009A32D8">
        <w:rPr>
          <w:rFonts w:ascii="Times New Roman" w:hAnsi="Times New Roman"/>
          <w:sz w:val="28"/>
          <w:szCs w:val="28"/>
        </w:rPr>
        <w:t>лений,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сообщений),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используемые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образцы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инструкции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заполнению;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предварительной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приложениями;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краткое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описание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3.8.10.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обжалования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бездействия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3.8.11.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участия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оценке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качества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оценке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эффективности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руководителя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справочно-информационные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материалы,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содержащие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оценки.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вызов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представляется: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называет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фамилию,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наличии),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должность,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наименование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подразделения).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3.9.1.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сообщить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точные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почтовый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фактический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проезда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нему,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предварительной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письменному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3.9.2.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режимом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3.9.3.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произносить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слова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четко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прерывать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разговор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причине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другого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звонка.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3.9.4.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невозможности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поставленные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звонок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переадресовывается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(переводится)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другого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обратившемуся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сообщается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можно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3.10.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звонки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обратившемуся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сообщается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3.10.1.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3.10.2.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(наименование,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3.10.3.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3.10.4.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3.10.5.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3.10.6.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приостановления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3.10.7.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B4285C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единому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поддержки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ЕГПУ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8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800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100-70-10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единому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поддержки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РГПУ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+7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(381)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245-09-26</w:t>
      </w:r>
      <w:r w:rsidR="00256E4E" w:rsidRPr="009A32D8">
        <w:rPr>
          <w:rFonts w:ascii="Times New Roman" w:hAnsi="Times New Roman"/>
          <w:sz w:val="28"/>
          <w:szCs w:val="28"/>
        </w:rPr>
        <w:t>.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разрабатывает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материалы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памятки,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инструкции,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брошюры,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макеты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своевременную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актуализацию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материалов,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3.12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каких-либо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технические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требует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заключения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лицензионного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правообладателем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предусматривающего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взимание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платы,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авторизацию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данных.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3.15.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Консультирование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подразделений)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2E6053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053" w:rsidRPr="009A32D8" w:rsidRDefault="00F547FF" w:rsidP="00BE286A">
      <w:pPr>
        <w:pStyle w:val="2"/>
        <w:tabs>
          <w:tab w:val="center" w:pos="2111"/>
          <w:tab w:val="center" w:pos="5460"/>
        </w:tabs>
        <w:ind w:firstLine="0"/>
        <w:jc w:val="both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Раздел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II.</w:t>
      </w:r>
      <w:r w:rsidR="00A1065B" w:rsidRPr="009A32D8">
        <w:rPr>
          <w:rFonts w:ascii="Times New Roman" w:eastAsia="Arial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Стандарт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pStyle w:val="1"/>
        <w:spacing w:line="249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256E4E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</w:t>
      </w:r>
      <w:r w:rsidR="00F547FF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одраздел</w:t>
      </w: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4.</w:t>
      </w:r>
      <w:r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Наименование</w:t>
      </w: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256E4E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4.1.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«</w:t>
      </w:r>
      <w:r w:rsidR="00F655DF">
        <w:rPr>
          <w:rFonts w:ascii="Times New Roman" w:hAnsi="Times New Roman"/>
          <w:sz w:val="28"/>
          <w:szCs w:val="28"/>
        </w:rPr>
        <w:t>Запись на обучение по дополнительной общеобразовательной программе</w:t>
      </w:r>
      <w:r w:rsidR="006E0EB7" w:rsidRPr="009A32D8">
        <w:rPr>
          <w:rFonts w:ascii="Times New Roman" w:hAnsi="Times New Roman"/>
          <w:sz w:val="28"/>
          <w:szCs w:val="28"/>
        </w:rPr>
        <w:t>».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065939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5.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Наименование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органа,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предоставляющего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Муниципальную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услугу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EF31B7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5.1.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ответственным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Саргатском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муниципальном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4285C" w:rsidRPr="009A32D8">
        <w:rPr>
          <w:rFonts w:ascii="Times New Roman" w:hAnsi="Times New Roman"/>
          <w:sz w:val="28"/>
          <w:szCs w:val="28"/>
        </w:rPr>
        <w:t>районе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E244E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E244E" w:rsidRPr="009A32D8">
        <w:rPr>
          <w:rFonts w:ascii="Times New Roman" w:hAnsi="Times New Roman"/>
          <w:sz w:val="28"/>
          <w:szCs w:val="28"/>
        </w:rPr>
        <w:t>области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лице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бюджетного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образовательного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учреждения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E244E"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E244E"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E244E" w:rsidRPr="009A32D8">
        <w:rPr>
          <w:rFonts w:ascii="Times New Roman" w:hAnsi="Times New Roman"/>
          <w:sz w:val="28"/>
          <w:szCs w:val="28"/>
        </w:rPr>
        <w:t>«</w:t>
      </w:r>
      <w:r w:rsidR="00830E23">
        <w:rPr>
          <w:rFonts w:ascii="Times New Roman" w:hAnsi="Times New Roman"/>
          <w:sz w:val="28"/>
          <w:szCs w:val="28"/>
        </w:rPr>
        <w:t>Детский оздоровительно-</w:t>
      </w:r>
      <w:r w:rsidR="00830E23">
        <w:rPr>
          <w:rFonts w:ascii="Times New Roman" w:hAnsi="Times New Roman"/>
          <w:sz w:val="28"/>
          <w:szCs w:val="28"/>
        </w:rPr>
        <w:lastRenderedPageBreak/>
        <w:t>образовательный физкультурно-спортивный центр</w:t>
      </w:r>
      <w:r w:rsidR="000E244E" w:rsidRPr="009A32D8">
        <w:rPr>
          <w:rFonts w:ascii="Times New Roman" w:hAnsi="Times New Roman"/>
          <w:sz w:val="28"/>
          <w:szCs w:val="28"/>
        </w:rPr>
        <w:t>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области.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5.2.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путём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выбору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5.3.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F0CF5"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любом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пределах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выбору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жительства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пребывания.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5.4.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Непосредственное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5.5.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</w:t>
      </w:r>
      <w:r w:rsidR="00256E4E" w:rsidRPr="009A32D8">
        <w:rPr>
          <w:rFonts w:ascii="Times New Roman" w:hAnsi="Times New Roman"/>
          <w:sz w:val="28"/>
          <w:szCs w:val="28"/>
        </w:rPr>
        <w:t>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56E4E" w:rsidRPr="009A32D8">
        <w:rPr>
          <w:rFonts w:ascii="Times New Roman" w:hAnsi="Times New Roman"/>
          <w:sz w:val="28"/>
          <w:szCs w:val="28"/>
        </w:rPr>
        <w:t>взаимодействует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26241" w:rsidRPr="009A32D8">
        <w:rPr>
          <w:rFonts w:ascii="Times New Roman" w:hAnsi="Times New Roman"/>
          <w:sz w:val="28"/>
          <w:szCs w:val="28"/>
        </w:rPr>
        <w:t>Администрацией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26241"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26241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26241"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26241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26241" w:rsidRPr="009A32D8">
        <w:rPr>
          <w:rFonts w:ascii="Times New Roman" w:hAnsi="Times New Roman"/>
          <w:sz w:val="28"/>
          <w:szCs w:val="28"/>
        </w:rPr>
        <w:t>области</w:t>
      </w:r>
      <w:r w:rsidR="00AF0CF5"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AF0CF5" w:rsidRPr="009A32D8">
        <w:rPr>
          <w:rFonts w:ascii="Times New Roman" w:hAnsi="Times New Roman"/>
          <w:sz w:val="28"/>
          <w:szCs w:val="28"/>
        </w:rPr>
        <w:t>осуществляющей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управление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сфере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культуры,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культуры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спорта</w:t>
      </w:r>
      <w:r w:rsidR="00226241" w:rsidRPr="009A32D8">
        <w:rPr>
          <w:rFonts w:ascii="Times New Roman" w:hAnsi="Times New Roman"/>
          <w:sz w:val="28"/>
          <w:szCs w:val="28"/>
        </w:rPr>
        <w:t>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5.5.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вправе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согласований,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власти,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065939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6.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Результат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является: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изменения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изменения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изменения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контактный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сверки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1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6.2.1.1.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прохождения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6.2.1.2.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B95382">
        <w:rPr>
          <w:rFonts w:ascii="Times New Roman" w:hAnsi="Times New Roman"/>
          <w:sz w:val="28"/>
          <w:szCs w:val="28"/>
        </w:rPr>
        <w:t>(ч</w:t>
      </w:r>
      <w:r w:rsidRPr="009A32D8">
        <w:rPr>
          <w:rFonts w:ascii="Times New Roman" w:hAnsi="Times New Roman"/>
          <w:sz w:val="28"/>
          <w:szCs w:val="28"/>
        </w:rPr>
        <w:t>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издания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зачислении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общеобразовательным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общеразвивающим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рамках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ПФ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ДОД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(далее–договор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ПФ).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6.3.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(Одного)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обязательному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если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065939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7.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Срок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порядок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регистрации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Запроса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Заявителя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том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числе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электронной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форме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7.1.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892859"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92859"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16:00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регистрируется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892859"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92859"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16:00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нерабочий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регистрируется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7.2.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регистрируется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организационно</w:t>
      </w:r>
      <w:r w:rsidR="00672EFB" w:rsidRPr="009A32D8">
        <w:rPr>
          <w:rFonts w:ascii="Times New Roman" w:hAnsi="Times New Roman"/>
          <w:sz w:val="28"/>
          <w:szCs w:val="28"/>
        </w:rPr>
        <w:t>-</w:t>
      </w:r>
      <w:r w:rsidRPr="009A32D8">
        <w:rPr>
          <w:rFonts w:ascii="Times New Roman" w:hAnsi="Times New Roman"/>
          <w:sz w:val="28"/>
          <w:szCs w:val="28"/>
        </w:rPr>
        <w:t>распорядительным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065939" w:rsidP="00BE286A">
      <w:pPr>
        <w:pStyle w:val="1"/>
        <w:spacing w:line="249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8.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Срок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</w:p>
    <w:p w:rsidR="002E6053" w:rsidRPr="009A32D8" w:rsidRDefault="00A1065B" w:rsidP="00BE286A">
      <w:pPr>
        <w:spacing w:after="7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888"/>
          <w:tab w:val="center" w:pos="382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8.1.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Срок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услуги: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более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(Сорока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пяти)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более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(Семи)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соответствующий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более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(Сорока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пяти)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38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более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(Семи)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888"/>
          <w:tab w:val="center" w:pos="482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8.3.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Периоды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обращения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предоставлением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услуги: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8.3.1.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период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января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декабря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текущего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года.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8.3.2.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отношении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реализуемых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рамках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ПФ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ДОД,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период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января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ноября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текущего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года.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065939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9.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Нормативные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правовые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акты,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регулирующие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9.1.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Актуальный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реквизитов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источников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опубликования),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9.2.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065939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10.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Исчерпывающий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перечень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документов,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необходимых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подлежащих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представлению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Заявителем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10.1.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подлежащих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категории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F4C11" w:rsidRDefault="00B95382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10.1.1</w:t>
      </w:r>
      <w:r w:rsidR="005131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C74FD">
        <w:rPr>
          <w:rFonts w:ascii="Times New Roman" w:hAnsi="Times New Roman"/>
          <w:sz w:val="28"/>
          <w:szCs w:val="28"/>
        </w:rPr>
        <w:t>письменное заявление поступающего, достигшего возраста 14 лет, или родителей (законных представителей) н</w:t>
      </w:r>
      <w:r w:rsidR="002F4C11">
        <w:rPr>
          <w:rFonts w:ascii="Times New Roman" w:hAnsi="Times New Roman"/>
          <w:sz w:val="28"/>
          <w:szCs w:val="28"/>
        </w:rPr>
        <w:t>есовершеннолетнего поступающего. В заявлении указываются следующие сведения:</w:t>
      </w:r>
    </w:p>
    <w:p w:rsidR="00EA795D" w:rsidRPr="00EA795D" w:rsidRDefault="002F4C11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A795D">
        <w:rPr>
          <w:rFonts w:ascii="Times New Roman" w:hAnsi="Times New Roman"/>
          <w:sz w:val="28"/>
          <w:szCs w:val="28"/>
        </w:rPr>
        <w:t>а)</w:t>
      </w:r>
      <w:r w:rsidR="00EA795D" w:rsidRPr="00EA795D">
        <w:rPr>
          <w:rFonts w:ascii="Times New Roman" w:hAnsi="Times New Roman"/>
          <w:sz w:val="28"/>
          <w:szCs w:val="28"/>
        </w:rPr>
        <w:t xml:space="preserve"> наименование дополнительной образовательной программы спортивной подготовки, на которую планируется поступление;</w:t>
      </w:r>
    </w:p>
    <w:p w:rsidR="00EA795D" w:rsidRPr="00EA795D" w:rsidRDefault="00EA795D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A795D">
        <w:rPr>
          <w:rFonts w:ascii="Times New Roman" w:hAnsi="Times New Roman"/>
          <w:sz w:val="28"/>
          <w:szCs w:val="28"/>
        </w:rPr>
        <w:t>б) фамилия, имя и отчество (при наличии) поступающего;</w:t>
      </w:r>
    </w:p>
    <w:p w:rsidR="00EA795D" w:rsidRPr="00EA795D" w:rsidRDefault="00EA795D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A795D">
        <w:rPr>
          <w:rFonts w:ascii="Times New Roman" w:hAnsi="Times New Roman"/>
          <w:sz w:val="28"/>
          <w:szCs w:val="28"/>
        </w:rPr>
        <w:t>в) дата и место рождения поступающего;</w:t>
      </w:r>
    </w:p>
    <w:p w:rsidR="00EA795D" w:rsidRPr="00EA795D" w:rsidRDefault="00EA795D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A795D">
        <w:rPr>
          <w:rFonts w:ascii="Times New Roman" w:hAnsi="Times New Roman"/>
          <w:sz w:val="28"/>
          <w:szCs w:val="28"/>
        </w:rPr>
        <w:t>г) фамилия, имя и отчество (при наличии) родителей (законных представителей) несовершеннолетнего поступающего;</w:t>
      </w:r>
    </w:p>
    <w:p w:rsidR="00EA795D" w:rsidRPr="00EA795D" w:rsidRDefault="00EA795D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A795D">
        <w:rPr>
          <w:rFonts w:ascii="Times New Roman" w:hAnsi="Times New Roman"/>
          <w:sz w:val="28"/>
          <w:szCs w:val="28"/>
        </w:rPr>
        <w:t>д) номера телефонов поступающего или родителей (законных представителей) несовершеннолетнего поступающего (при наличии);</w:t>
      </w:r>
    </w:p>
    <w:p w:rsidR="00EA795D" w:rsidRPr="00EA795D" w:rsidRDefault="00EA795D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A795D">
        <w:rPr>
          <w:rFonts w:ascii="Times New Roman" w:hAnsi="Times New Roman"/>
          <w:sz w:val="28"/>
          <w:szCs w:val="28"/>
        </w:rPr>
        <w:t>е) адрес места жительства, места пребывания или места фактического проживания;</w:t>
      </w:r>
    </w:p>
    <w:p w:rsidR="00EA795D" w:rsidRDefault="00EA795D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A795D">
        <w:rPr>
          <w:rFonts w:ascii="Times New Roman" w:hAnsi="Times New Roman"/>
          <w:sz w:val="28"/>
          <w:szCs w:val="28"/>
        </w:rPr>
        <w:t>ж) согласие поступающего или его родителей (законных представителей) на обработку персональных данных</w:t>
      </w:r>
      <w:r w:rsidR="005F0B09">
        <w:rPr>
          <w:rFonts w:ascii="Times New Roman" w:hAnsi="Times New Roman"/>
          <w:sz w:val="28"/>
          <w:szCs w:val="28"/>
        </w:rPr>
        <w:t>.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>.1.2.</w:t>
      </w:r>
      <w:r w:rsidRPr="00117479">
        <w:rPr>
          <w:rFonts w:ascii="Times New Roman" w:hAnsi="Times New Roman"/>
          <w:sz w:val="28"/>
          <w:szCs w:val="28"/>
        </w:rPr>
        <w:t> В заявлении фиксируется факт ознакомления поступающего или родителей (законных представителей) несовершеннолетнего поступающего с уставом Организации, со сведениями о дате предоставления и регистрационном номере лицензии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обучающихся, а также согласие на проведение процедуры индивидуального отбора поступающего.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0.1.3. </w:t>
      </w:r>
      <w:r w:rsidRPr="00117479">
        <w:rPr>
          <w:rFonts w:ascii="Times New Roman" w:hAnsi="Times New Roman"/>
          <w:sz w:val="28"/>
          <w:szCs w:val="28"/>
        </w:rPr>
        <w:t>При подаче заявления представляются следующие документы: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а) копия документа, удостоверяющего личность поступающего, или копия свидетельства о рождении;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б) копия документа, удостоверяющего личность родителя (законного представителя) несовершеннолетнего поступающего, и (или) документа, подтверждающего родство, установление опеки или попечительства;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в) медицинское заключение о допуске к прохождению спортивной подготовки</w:t>
      </w:r>
      <w:r w:rsidRPr="00117479">
        <w:rPr>
          <w:rFonts w:ascii="Times New Roman" w:hAnsi="Times New Roman"/>
          <w:sz w:val="28"/>
          <w:szCs w:val="28"/>
          <w:vertAlign w:val="superscript"/>
        </w:rPr>
        <w:t>2</w:t>
      </w:r>
      <w:r w:rsidRPr="00117479">
        <w:rPr>
          <w:rFonts w:ascii="Times New Roman" w:hAnsi="Times New Roman"/>
          <w:sz w:val="28"/>
          <w:szCs w:val="28"/>
        </w:rPr>
        <w:t>;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г) фотографии поступающего (в количестве и формате, установленном Организацией).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10.1.4. </w:t>
      </w:r>
      <w:r w:rsidRPr="00117479">
        <w:rPr>
          <w:rFonts w:ascii="Times New Roman" w:hAnsi="Times New Roman"/>
          <w:sz w:val="28"/>
          <w:szCs w:val="28"/>
        </w:rPr>
        <w:t>Заявление и документы подаются одним из следующих способов: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а) лично в Организацию;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б) через операторов почтовой связи общего пользования заказным письмом с уведомлением о вручении;</w:t>
      </w:r>
    </w:p>
    <w:p w:rsidR="00117479" w:rsidRPr="00117479" w:rsidRDefault="00117479" w:rsidP="0011747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17479">
        <w:rPr>
          <w:rFonts w:ascii="Times New Roman" w:hAnsi="Times New Roman"/>
          <w:sz w:val="28"/>
          <w:szCs w:val="28"/>
        </w:rPr>
        <w:t>в)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Организации или электронной информационной системы Организации, в том числе с использованием функционала сайта Организации, или иным способом с использованием информационно-телекоммуникационной сети "Интернет".</w:t>
      </w:r>
    </w:p>
    <w:p w:rsidR="00117479" w:rsidRPr="00EA795D" w:rsidRDefault="00117479" w:rsidP="00EA795D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95382" w:rsidRDefault="00B95382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4FD" w:rsidRDefault="002F4C11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C74FD">
        <w:rPr>
          <w:rFonts w:ascii="Times New Roman" w:hAnsi="Times New Roman"/>
          <w:sz w:val="28"/>
          <w:szCs w:val="28"/>
        </w:rPr>
        <w:t>аявление может быть подано в несколько Организаций.</w:t>
      </w:r>
    </w:p>
    <w:p w:rsidR="002E6053" w:rsidRPr="009A32D8" w:rsidRDefault="00B95382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10.2</w:t>
      </w:r>
      <w:r w:rsidR="0026577D">
        <w:rPr>
          <w:rFonts w:ascii="Times New Roman" w:hAnsi="Times New Roman"/>
          <w:sz w:val="28"/>
          <w:szCs w:val="28"/>
        </w:rPr>
        <w:t xml:space="preserve"> </w:t>
      </w:r>
      <w:r w:rsidR="00793D1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065939" w:rsidRPr="009A32D8">
        <w:rPr>
          <w:rFonts w:ascii="Times New Roman" w:hAnsi="Times New Roman"/>
          <w:sz w:val="28"/>
          <w:szCs w:val="28"/>
        </w:rPr>
        <w:t>Запрещается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65939" w:rsidRPr="009A32D8">
        <w:rPr>
          <w:rFonts w:ascii="Times New Roman" w:hAnsi="Times New Roman"/>
          <w:sz w:val="28"/>
          <w:szCs w:val="28"/>
        </w:rPr>
        <w:t>требовать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65939"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65939" w:rsidRPr="009A32D8">
        <w:rPr>
          <w:rFonts w:ascii="Times New Roman" w:hAnsi="Times New Roman"/>
          <w:sz w:val="28"/>
          <w:szCs w:val="28"/>
        </w:rPr>
        <w:t>заявителей</w:t>
      </w:r>
      <w:r w:rsidR="006E0EB7" w:rsidRPr="009A32D8">
        <w:rPr>
          <w:rFonts w:ascii="Times New Roman" w:hAnsi="Times New Roman"/>
          <w:sz w:val="28"/>
          <w:szCs w:val="28"/>
        </w:rPr>
        <w:t>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065939" w:rsidRPr="009A32D8" w:rsidRDefault="00065939" w:rsidP="00BE286A">
      <w:pPr>
        <w:pStyle w:val="a4"/>
        <w:tabs>
          <w:tab w:val="left" w:pos="0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1)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или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действий,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представление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или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актами,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регулирующими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отношения,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возникающие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связи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услуги;</w:t>
      </w:r>
    </w:p>
    <w:p w:rsidR="00065939" w:rsidRPr="009A32D8" w:rsidRDefault="00065939" w:rsidP="00BE286A">
      <w:pPr>
        <w:pStyle w:val="a4"/>
        <w:numPr>
          <w:ilvl w:val="0"/>
          <w:numId w:val="18"/>
        </w:numPr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представления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актами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находятся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распоряжении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органов,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предоставляющих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муниципальную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услугу,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самоуправления,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либо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подведомственных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органам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организаций,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участвующих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частью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1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статьи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1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закона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3" w:tooltip="Федеральный закон от 27 июля 2010 года № 210-ФЗ &quot;Об организации предоставления муниципаль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27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июля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2010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года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4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color w:val="000000"/>
          <w:sz w:val="28"/>
          <w:szCs w:val="28"/>
        </w:rPr>
        <w:t>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актами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актами,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включенных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определенный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часть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6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статьи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7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закона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5" w:tooltip="Федеральный закон от 27 июля 2010 года № 210-ФЗ &quot;Об организации предоставления муниципаль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27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июля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2010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года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6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документов.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вправе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представить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указанные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информацию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органы,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предоставляющие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собственной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инициативе;</w:t>
      </w:r>
    </w:p>
    <w:p w:rsidR="00065939" w:rsidRPr="009A32D8" w:rsidRDefault="00065939" w:rsidP="00BE286A">
      <w:pPr>
        <w:pStyle w:val="a4"/>
        <w:numPr>
          <w:ilvl w:val="0"/>
          <w:numId w:val="18"/>
        </w:numPr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действий,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том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числе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согласований,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связанных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обращением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государственные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органы,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органы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самоуправления,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предоставляемых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результате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таких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включенных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перечни,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указанные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части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1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статьи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9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Федера</w:t>
      </w:r>
      <w:r w:rsidR="00C01898" w:rsidRPr="009A32D8">
        <w:rPr>
          <w:rFonts w:ascii="Times New Roman" w:hAnsi="Times New Roman"/>
          <w:color w:val="000000"/>
          <w:sz w:val="28"/>
          <w:szCs w:val="28"/>
        </w:rPr>
        <w:t>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1898" w:rsidRPr="009A32D8">
        <w:rPr>
          <w:rFonts w:ascii="Times New Roman" w:hAnsi="Times New Roman"/>
          <w:color w:val="000000"/>
          <w:sz w:val="28"/>
          <w:szCs w:val="28"/>
        </w:rPr>
        <w:t>закона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1898" w:rsidRPr="009A32D8">
        <w:rPr>
          <w:rFonts w:ascii="Times New Roman" w:hAnsi="Times New Roman"/>
          <w:color w:val="000000"/>
          <w:sz w:val="28"/>
          <w:szCs w:val="28"/>
        </w:rPr>
        <w:t>от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7" w:tooltip="Федеральным законом от 27.07.2010 № 210-ФЗ " w:history="1">
        <w:r w:rsidR="00C01898" w:rsidRPr="009A32D8">
          <w:rPr>
            <w:rStyle w:val="a3"/>
            <w:rFonts w:ascii="Times New Roman" w:hAnsi="Times New Roman"/>
            <w:sz w:val="28"/>
            <w:szCs w:val="28"/>
          </w:rPr>
          <w:t>27.07.2010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8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color w:val="000000"/>
          <w:sz w:val="28"/>
          <w:szCs w:val="28"/>
        </w:rPr>
        <w:t>;</w:t>
      </w:r>
    </w:p>
    <w:p w:rsidR="00065939" w:rsidRPr="009A32D8" w:rsidRDefault="00065939" w:rsidP="00BE286A">
      <w:pPr>
        <w:pStyle w:val="a4"/>
        <w:numPr>
          <w:ilvl w:val="0"/>
          <w:numId w:val="18"/>
        </w:numPr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(или)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недостоверность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указывались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первоначальном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либо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следующих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случаев:</w:t>
      </w:r>
    </w:p>
    <w:p w:rsidR="00065939" w:rsidRPr="009A32D8" w:rsidRDefault="00065939" w:rsidP="00BE286A">
      <w:pPr>
        <w:pStyle w:val="a4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а)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изменение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нормативных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правовых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актов,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касающихся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после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первоначальной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заявления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услуги;</w:t>
      </w:r>
    </w:p>
    <w:p w:rsidR="00065939" w:rsidRPr="009A32D8" w:rsidRDefault="00065939" w:rsidP="00BE286A">
      <w:pPr>
        <w:pStyle w:val="a4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б)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наличие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заявлении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документах,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поданные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после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первоначального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либо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включенных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представленный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ранее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комплект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документов;</w:t>
      </w:r>
    </w:p>
    <w:p w:rsidR="00065939" w:rsidRPr="009A32D8" w:rsidRDefault="00065939" w:rsidP="00BE286A">
      <w:pPr>
        <w:pStyle w:val="a4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в)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истечение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срока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действия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или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изменение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после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первоначального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либо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услуги;</w:t>
      </w:r>
    </w:p>
    <w:p w:rsidR="00065939" w:rsidRPr="009A32D8" w:rsidRDefault="00065939" w:rsidP="00BE286A">
      <w:pPr>
        <w:pStyle w:val="a4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</w:rPr>
        <w:t>г)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выявление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документально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подтвержденного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факта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(признаков)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ошибочного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или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противоправного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действия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(бездействия)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должностного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лица,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органа,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предоставляющего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муниципальную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услугу,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служащего,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многофункционального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центра,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предусмотренной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частью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1.1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статьи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16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закона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9" w:tooltip="Федеральным законом от 27.07.2010 № 210-ФЗ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27.07.2010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20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color w:val="000000"/>
          <w:sz w:val="28"/>
          <w:szCs w:val="28"/>
        </w:rPr>
        <w:t>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первоначальном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либо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чем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письменном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виде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подписью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руководителя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органа,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предоставляющего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муниципальную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услугу,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руководителя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многофункционального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центра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первоначальном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или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либо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руководителя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предусмотренной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частью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1.1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статьи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16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закона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от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27.07.2010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№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210-ФЗ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21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color w:val="000000"/>
          <w:sz w:val="28"/>
          <w:szCs w:val="28"/>
        </w:rPr>
        <w:t>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уведомляется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заявитель,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также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приносятся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извинения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за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доставленные</w:t>
      </w:r>
      <w:r w:rsidR="00A1065B" w:rsidRPr="009A3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</w:rPr>
        <w:t>неудобства.</w:t>
      </w:r>
    </w:p>
    <w:p w:rsidR="00065939" w:rsidRPr="009A32D8" w:rsidRDefault="00065939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5)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были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заверены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22" w:history="1">
        <w:r w:rsidRPr="009A32D8">
          <w:rPr>
            <w:rFonts w:ascii="Times New Roman" w:hAnsi="Times New Roman"/>
            <w:sz w:val="28"/>
            <w:szCs w:val="28"/>
          </w:rPr>
          <w:t>пунктом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7.2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части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1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статьи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16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23" w:tooltip="Федеральный закон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Федерального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закона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если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нанесение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отметок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изъятие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условием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законами.</w:t>
      </w:r>
    </w:p>
    <w:p w:rsidR="002E6053" w:rsidRPr="009A32D8" w:rsidRDefault="00A1065B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spacing w:after="4" w:line="238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11.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Исчерпывающий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перечень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документов,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необходимых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которые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находятся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распоряжении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органов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власти,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органов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местного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или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организаций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межведомственного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</w:t>
      </w:r>
      <w:r w:rsidR="0071328B" w:rsidRPr="009A32D8">
        <w:rPr>
          <w:rFonts w:ascii="Times New Roman" w:hAnsi="Times New Roman"/>
          <w:sz w:val="28"/>
          <w:szCs w:val="28"/>
        </w:rPr>
        <w:t>модействия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находятся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распоряжении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власти,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запрашивает: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11.1.1.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6.1.1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сертификата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кандидату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общеразвивающим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Непредставление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(несвоевременное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власти,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межведомственному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может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11.3.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Должностное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представившие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(несвоевременно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представившие)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запрошенные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находящиеся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распоряжении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информацию,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(статья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19.7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24" w:tooltip="Кодекс об административных правонарушениях Российской Федерации" w:history="1">
        <w:r w:rsidRPr="009A32D8">
          <w:rPr>
            <w:rStyle w:val="a3"/>
            <w:rFonts w:ascii="Times New Roman" w:hAnsi="Times New Roman"/>
            <w:sz w:val="28"/>
            <w:szCs w:val="28"/>
          </w:rPr>
          <w:t>Кодекса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административных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правонарушениях</w:t>
        </w:r>
      </w:hyperlink>
      <w:r w:rsidRPr="009A32D8">
        <w:rPr>
          <w:rFonts w:ascii="Times New Roman" w:hAnsi="Times New Roman"/>
          <w:sz w:val="28"/>
          <w:szCs w:val="28"/>
        </w:rPr>
        <w:t>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дисциплинарной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ответственности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11.4.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11.1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могут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быть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самостоятельно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инициативе.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Непредставление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12.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Исчерпывающий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перечень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оснований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отказа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приеме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документов,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необходимых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являются: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адресату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принадлежности;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неполный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A65EE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утратили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силу;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подчистки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заверенные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повреждения,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позволяет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объеме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содержащиеся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некорректное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интерактивного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(отсутствие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недостоверное,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неполное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неправильное,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несоответствующее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регламентом);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ЭП),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принадлежащей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12.1.8.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аналогичного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зарегистрированному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истек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момент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через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приведенной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первого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устанавливается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организационно-распорядительным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нормативно-правовым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</w:t>
      </w:r>
      <w:r w:rsidRPr="009A32D8">
        <w:rPr>
          <w:rFonts w:ascii="Times New Roman" w:hAnsi="Times New Roman"/>
          <w:i/>
          <w:sz w:val="28"/>
          <w:szCs w:val="28"/>
        </w:rPr>
        <w:t>указать</w:t>
      </w:r>
      <w:r w:rsidR="00A1065B" w:rsidRPr="009A32D8">
        <w:rPr>
          <w:rFonts w:ascii="Times New Roman" w:hAnsi="Times New Roman"/>
          <w:i/>
          <w:sz w:val="28"/>
          <w:szCs w:val="28"/>
        </w:rPr>
        <w:t xml:space="preserve"> </w:t>
      </w:r>
      <w:r w:rsidRPr="009A32D8">
        <w:rPr>
          <w:rFonts w:ascii="Times New Roman" w:hAnsi="Times New Roman"/>
          <w:i/>
          <w:sz w:val="28"/>
          <w:szCs w:val="28"/>
        </w:rPr>
        <w:t>акт</w:t>
      </w:r>
      <w:r w:rsidRPr="009A32D8">
        <w:rPr>
          <w:rFonts w:ascii="Times New Roman" w:hAnsi="Times New Roman"/>
          <w:sz w:val="28"/>
          <w:szCs w:val="28"/>
        </w:rPr>
        <w:t>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12.4.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препятствует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повторному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after="22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32D8">
        <w:rPr>
          <w:rFonts w:ascii="Times New Roman" w:hAnsi="Times New Roman"/>
          <w:bCs/>
          <w:sz w:val="28"/>
          <w:szCs w:val="28"/>
        </w:rPr>
        <w:t>Подраздел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sz w:val="28"/>
          <w:szCs w:val="28"/>
        </w:rPr>
        <w:t>13.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Исчерпывающий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для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приостановлен</w:t>
      </w:r>
      <w:r w:rsidR="00532DF4" w:rsidRPr="009A32D8">
        <w:rPr>
          <w:rFonts w:ascii="Times New Roman" w:hAnsi="Times New Roman"/>
          <w:bCs/>
          <w:sz w:val="28"/>
          <w:szCs w:val="28"/>
        </w:rPr>
        <w:t>ия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532DF4" w:rsidRPr="009A32D8">
        <w:rPr>
          <w:rFonts w:ascii="Times New Roman" w:hAnsi="Times New Roman"/>
          <w:bCs/>
          <w:sz w:val="28"/>
          <w:szCs w:val="28"/>
        </w:rPr>
        <w:t>или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532DF4" w:rsidRPr="009A32D8">
        <w:rPr>
          <w:rFonts w:ascii="Times New Roman" w:hAnsi="Times New Roman"/>
          <w:bCs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532DF4" w:rsidRPr="009A32D8">
        <w:rPr>
          <w:rFonts w:ascii="Times New Roman" w:hAnsi="Times New Roman"/>
          <w:bCs/>
          <w:sz w:val="28"/>
          <w:szCs w:val="28"/>
        </w:rPr>
        <w:t>в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532DF4" w:rsidRPr="009A32D8">
        <w:rPr>
          <w:rFonts w:ascii="Times New Roman" w:hAnsi="Times New Roman"/>
          <w:bCs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532DF4" w:rsidRPr="009A32D8">
        <w:rPr>
          <w:rFonts w:ascii="Times New Roman" w:hAnsi="Times New Roman"/>
          <w:bCs/>
          <w:sz w:val="28"/>
          <w:szCs w:val="28"/>
        </w:rPr>
        <w:t>м</w:t>
      </w:r>
      <w:r w:rsidR="006E0EB7" w:rsidRPr="009A32D8">
        <w:rPr>
          <w:rFonts w:ascii="Times New Roman" w:hAnsi="Times New Roman"/>
          <w:bCs/>
          <w:sz w:val="28"/>
          <w:szCs w:val="28"/>
        </w:rPr>
        <w:t>униципальной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услуги</w:t>
      </w:r>
    </w:p>
    <w:p w:rsidR="00672EFB" w:rsidRPr="009A32D8" w:rsidRDefault="00672EFB" w:rsidP="00BE286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E6053" w:rsidRPr="009A32D8" w:rsidRDefault="00922A51" w:rsidP="00BE286A">
      <w:pPr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Основания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приостановления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предусмотрены</w:t>
      </w:r>
      <w:r w:rsidR="006E0EB7" w:rsidRPr="009A32D8">
        <w:rPr>
          <w:rFonts w:ascii="Times New Roman" w:hAnsi="Times New Roman"/>
          <w:sz w:val="28"/>
          <w:szCs w:val="28"/>
        </w:rPr>
        <w:t>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Основаниями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являются: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numPr>
          <w:ilvl w:val="2"/>
          <w:numId w:val="6"/>
        </w:numPr>
        <w:spacing w:after="38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наличие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противоречивых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numPr>
          <w:ilvl w:val="2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несоответствие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кат</w:t>
      </w:r>
      <w:r w:rsidR="00F27A65" w:rsidRPr="009A32D8">
        <w:rPr>
          <w:rFonts w:ascii="Times New Roman" w:hAnsi="Times New Roman"/>
          <w:sz w:val="28"/>
          <w:szCs w:val="28"/>
        </w:rPr>
        <w:t>егории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кругу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лиц,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подразделе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1859"/>
          <w:tab w:val="center" w:pos="4001"/>
          <w:tab w:val="center" w:pos="5536"/>
          <w:tab w:val="center" w:pos="6491"/>
          <w:tab w:val="center" w:pos="7481"/>
          <w:tab w:val="center" w:pos="8541"/>
          <w:tab w:val="right" w:pos="1024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13.2.3.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несоотве</w:t>
      </w:r>
      <w:r w:rsidR="00F27A65" w:rsidRPr="009A32D8">
        <w:rPr>
          <w:rFonts w:ascii="Times New Roman" w:hAnsi="Times New Roman"/>
          <w:sz w:val="28"/>
          <w:szCs w:val="28"/>
        </w:rPr>
        <w:t>тствие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документов,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указанных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подразделе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27A65" w:rsidRPr="009A32D8">
        <w:rPr>
          <w:rFonts w:ascii="Times New Roman" w:hAnsi="Times New Roman"/>
          <w:sz w:val="28"/>
          <w:szCs w:val="28"/>
        </w:rPr>
        <w:t>10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настоящего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Административного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регламента,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форме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или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содержанию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требованиям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законодательства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Российской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Федерации;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лицом,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полномочий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интересы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отзыв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инициативе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медицинских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противопоказаний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освоения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отдельным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искусства,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культуры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свободных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неявка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заключения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36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остаток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сертификата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текущем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году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меньше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стоимости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одного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занятия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расписанием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сертификат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невоз</w:t>
      </w:r>
      <w:r w:rsidR="00F84097" w:rsidRPr="009A32D8">
        <w:rPr>
          <w:rFonts w:ascii="Times New Roman" w:hAnsi="Times New Roman"/>
          <w:sz w:val="28"/>
          <w:szCs w:val="28"/>
        </w:rPr>
        <w:t>можно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84097" w:rsidRPr="009A32D8">
        <w:rPr>
          <w:rFonts w:ascii="Times New Roman" w:hAnsi="Times New Roman"/>
          <w:sz w:val="28"/>
          <w:szCs w:val="28"/>
        </w:rPr>
        <w:t>использовать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84097"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F84097" w:rsidRPr="009A32D8">
        <w:rPr>
          <w:rFonts w:ascii="Times New Roman" w:hAnsi="Times New Roman"/>
          <w:sz w:val="28"/>
          <w:szCs w:val="28"/>
        </w:rPr>
        <w:t>обучения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выбранной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1098"/>
          <w:tab w:val="center" w:pos="2501"/>
          <w:tab w:val="center" w:pos="3336"/>
          <w:tab w:val="center" w:pos="4514"/>
          <w:tab w:val="center" w:pos="6351"/>
          <w:tab w:val="center" w:pos="8107"/>
          <w:tab w:val="right" w:pos="1024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13.2.10.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FA16DF" w:rsidRPr="009A32D8">
        <w:rPr>
          <w:rFonts w:ascii="Times New Roman" w:hAnsi="Times New Roman"/>
          <w:sz w:val="28"/>
          <w:szCs w:val="28"/>
        </w:rPr>
        <w:t>неявка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A16DF" w:rsidRPr="009A32D8">
        <w:rPr>
          <w:rFonts w:ascii="Times New Roman" w:hAnsi="Times New Roman"/>
          <w:sz w:val="28"/>
          <w:szCs w:val="28"/>
        </w:rPr>
        <w:t>на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A16DF" w:rsidRPr="009A32D8">
        <w:rPr>
          <w:rFonts w:ascii="Times New Roman" w:hAnsi="Times New Roman"/>
          <w:sz w:val="28"/>
          <w:szCs w:val="28"/>
        </w:rPr>
        <w:t>прохождение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A16DF" w:rsidRPr="009A32D8">
        <w:rPr>
          <w:rFonts w:ascii="Times New Roman" w:hAnsi="Times New Roman"/>
          <w:sz w:val="28"/>
          <w:szCs w:val="28"/>
        </w:rPr>
        <w:t>вступительных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A16DF" w:rsidRPr="009A32D8">
        <w:rPr>
          <w:rFonts w:ascii="Times New Roman" w:hAnsi="Times New Roman"/>
          <w:sz w:val="28"/>
          <w:szCs w:val="28"/>
        </w:rPr>
        <w:t>(приемных)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FA16DF" w:rsidRPr="009A32D8">
        <w:rPr>
          <w:rFonts w:ascii="Times New Roman" w:hAnsi="Times New Roman"/>
          <w:sz w:val="28"/>
          <w:szCs w:val="28"/>
        </w:rPr>
        <w:t>испытаний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Организацию;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13.2.11.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непредставление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36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13.2.12.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несоответствие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1098"/>
          <w:tab w:val="center" w:pos="56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13.2.13.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отрицательные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результаты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вступительных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(приемных)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испытаний;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13.2.14.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недостоверность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содержится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межведомственного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вправе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написанного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свободной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направив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обратившись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поступившего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сотрудником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принимается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Факт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фиксируется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препятствует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повторному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13.4.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вправе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повторно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обратиться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13.2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9055B9" w:rsidRPr="009A32D8" w:rsidRDefault="009055B9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2DF4" w:rsidRPr="009A32D8" w:rsidRDefault="00FA66BB" w:rsidP="00BE286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32D8">
        <w:rPr>
          <w:rFonts w:ascii="Times New Roman" w:hAnsi="Times New Roman"/>
          <w:bCs/>
          <w:sz w:val="28"/>
          <w:szCs w:val="28"/>
        </w:rPr>
        <w:t>Подраздел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sz w:val="28"/>
          <w:szCs w:val="28"/>
        </w:rPr>
        <w:t>14.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532DF4" w:rsidRPr="009A32D8">
        <w:rPr>
          <w:rFonts w:ascii="Times New Roman" w:hAnsi="Times New Roman"/>
          <w:bCs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532DF4" w:rsidRPr="009A32D8">
        <w:rPr>
          <w:rFonts w:ascii="Times New Roman" w:hAnsi="Times New Roman"/>
          <w:bCs/>
          <w:sz w:val="28"/>
          <w:szCs w:val="28"/>
        </w:rPr>
        <w:t>услуг</w:t>
      </w:r>
      <w:r w:rsidR="009055B9" w:rsidRPr="009A32D8">
        <w:rPr>
          <w:rFonts w:ascii="Times New Roman" w:hAnsi="Times New Roman"/>
          <w:bCs/>
          <w:sz w:val="28"/>
          <w:szCs w:val="28"/>
        </w:rPr>
        <w:t>,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являются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необходимыми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и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обязательными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для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услуги</w:t>
      </w:r>
    </w:p>
    <w:p w:rsidR="00FA66BB" w:rsidRPr="009A32D8" w:rsidRDefault="00FA66BB" w:rsidP="00BE286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055B9" w:rsidRPr="009A32D8" w:rsidRDefault="00FA66BB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14.1.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Других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являются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необходимыми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обязательными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области,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муниципальными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актами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sz w:val="28"/>
          <w:szCs w:val="28"/>
        </w:rPr>
        <w:t>предусмотрено.</w:t>
      </w:r>
    </w:p>
    <w:p w:rsidR="009055B9" w:rsidRPr="009A32D8" w:rsidRDefault="009055B9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053" w:rsidRPr="009A32D8" w:rsidRDefault="00FA66BB" w:rsidP="00BE286A">
      <w:pPr>
        <w:spacing w:after="22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32D8">
        <w:rPr>
          <w:rFonts w:ascii="Times New Roman" w:hAnsi="Times New Roman"/>
          <w:bCs/>
          <w:sz w:val="28"/>
          <w:szCs w:val="28"/>
        </w:rPr>
        <w:t>Подраздел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1</w:t>
      </w:r>
      <w:r w:rsidR="00715A4C" w:rsidRPr="009A32D8">
        <w:rPr>
          <w:rFonts w:ascii="Times New Roman" w:hAnsi="Times New Roman"/>
          <w:bCs/>
          <w:sz w:val="28"/>
          <w:szCs w:val="28"/>
        </w:rPr>
        <w:t>5</w:t>
      </w:r>
      <w:r w:rsidR="006E0EB7" w:rsidRPr="009A32D8">
        <w:rPr>
          <w:rFonts w:ascii="Times New Roman" w:hAnsi="Times New Roman"/>
          <w:bCs/>
          <w:sz w:val="28"/>
          <w:szCs w:val="28"/>
        </w:rPr>
        <w:t>.</w:t>
      </w:r>
      <w:r w:rsidR="00A1065B" w:rsidRPr="009A32D8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Р</w:t>
      </w:r>
      <w:r w:rsidR="006E0EB7" w:rsidRPr="009A32D8">
        <w:rPr>
          <w:rFonts w:ascii="Times New Roman" w:hAnsi="Times New Roman"/>
          <w:bCs/>
          <w:sz w:val="28"/>
          <w:szCs w:val="28"/>
        </w:rPr>
        <w:t>азмер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платы,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взимаемой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с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за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9055B9" w:rsidRPr="009A32D8">
        <w:rPr>
          <w:rFonts w:ascii="Times New Roman" w:hAnsi="Times New Roman"/>
          <w:bCs/>
          <w:sz w:val="28"/>
          <w:szCs w:val="28"/>
        </w:rPr>
        <w:t>м</w:t>
      </w:r>
      <w:r w:rsidR="006E0EB7" w:rsidRPr="009A32D8">
        <w:rPr>
          <w:rFonts w:ascii="Times New Roman" w:hAnsi="Times New Roman"/>
          <w:bCs/>
          <w:sz w:val="28"/>
          <w:szCs w:val="28"/>
        </w:rPr>
        <w:t>униципальной</w:t>
      </w:r>
      <w:r w:rsidR="00A1065B" w:rsidRPr="009A32D8">
        <w:rPr>
          <w:rFonts w:ascii="Times New Roman" w:hAnsi="Times New Roman"/>
          <w:bCs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32D8">
        <w:rPr>
          <w:rFonts w:ascii="Times New Roman" w:hAnsi="Times New Roman"/>
          <w:bCs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</w:t>
      </w:r>
      <w:r w:rsidR="00715A4C" w:rsidRPr="009A32D8">
        <w:rPr>
          <w:rFonts w:ascii="Times New Roman" w:hAnsi="Times New Roman"/>
          <w:sz w:val="28"/>
          <w:szCs w:val="28"/>
        </w:rPr>
        <w:t>5</w:t>
      </w:r>
      <w:r w:rsidRPr="009A32D8">
        <w:rPr>
          <w:rFonts w:ascii="Times New Roman" w:hAnsi="Times New Roman"/>
          <w:sz w:val="28"/>
          <w:szCs w:val="28"/>
        </w:rPr>
        <w:t>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превышения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стоимости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остатка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сертификата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16.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Способы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Заявителем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документов,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необходимых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получения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16" w:line="27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ЕПГУ,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="00FA66BB" w:rsidRPr="009A32D8">
        <w:rPr>
          <w:rFonts w:ascii="Times New Roman" w:hAnsi="Times New Roman"/>
          <w:color w:val="00000A"/>
          <w:sz w:val="28"/>
          <w:szCs w:val="28"/>
        </w:rPr>
        <w:t>РПГУ,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а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также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иных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формах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по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выбору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в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с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Федеральным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законом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9A32D8">
        <w:rPr>
          <w:rFonts w:ascii="Times New Roman" w:hAnsi="Times New Roman"/>
          <w:color w:val="00000A"/>
          <w:sz w:val="28"/>
          <w:szCs w:val="28"/>
        </w:rPr>
        <w:t>от</w:t>
      </w:r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hyperlink r:id="rId25" w:tooltip="Федеральным законом от 27.07.2010 № 210-ФЗ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27.07.2010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="00A1065B" w:rsidRPr="009A32D8">
        <w:rPr>
          <w:rFonts w:ascii="Times New Roman" w:hAnsi="Times New Roman"/>
          <w:color w:val="00000A"/>
          <w:sz w:val="28"/>
          <w:szCs w:val="28"/>
        </w:rPr>
        <w:t xml:space="preserve"> </w:t>
      </w:r>
      <w:hyperlink r:id="rId26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color w:val="00000A"/>
          <w:sz w:val="28"/>
          <w:szCs w:val="28"/>
        </w:rPr>
        <w:t>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29" w:line="24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авторизуется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подтвержденной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учетной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ЕСИА,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интерактивной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формы.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авторизации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подтвержденной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учетной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ЕСИА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считается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простой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Отправленные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поступают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путём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интегрированной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ЕАИС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изменения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(Семи)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</w:t>
      </w:r>
      <w:r w:rsidR="006D4A86" w:rsidRPr="009A32D8">
        <w:rPr>
          <w:rFonts w:ascii="Times New Roman" w:hAnsi="Times New Roman"/>
          <w:sz w:val="28"/>
          <w:szCs w:val="28"/>
        </w:rPr>
        <w:t>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D4A86"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D4A86"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D4A86"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D4A86"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стенде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(Три)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прохождения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16.2.9.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функционала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29" w:line="24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авторизуется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подтвержденной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учетной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ЕСИА,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интерактивной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формы.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авторизации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подтвержденной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учетной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ЕСИА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считается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простой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Отправленные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поступают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путём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интегрированной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изменения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(Семи)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</w:t>
      </w:r>
      <w:r w:rsidR="000A6654" w:rsidRPr="009A32D8">
        <w:rPr>
          <w:rFonts w:ascii="Times New Roman" w:hAnsi="Times New Roman"/>
          <w:sz w:val="28"/>
          <w:szCs w:val="28"/>
        </w:rPr>
        <w:t>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стенде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(Три)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прохождения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</w:t>
      </w:r>
      <w:r w:rsidR="000A6654" w:rsidRPr="009A32D8">
        <w:rPr>
          <w:rFonts w:ascii="Times New Roman" w:hAnsi="Times New Roman"/>
          <w:sz w:val="28"/>
          <w:szCs w:val="28"/>
        </w:rPr>
        <w:t>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A6654"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16.3.9.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посетить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29" w:line="24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16.4.1.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авторизуется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интерактивной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формы.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авторизации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считается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простой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0C74FD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изменения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(Семи)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51342"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51342"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51342"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51342"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51342"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приведенной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стенде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(Три)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прохождения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приведенной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</w:t>
      </w:r>
      <w:r w:rsidR="00E51342" w:rsidRPr="009A32D8">
        <w:rPr>
          <w:rFonts w:ascii="Times New Roman" w:hAnsi="Times New Roman"/>
          <w:sz w:val="28"/>
          <w:szCs w:val="28"/>
        </w:rPr>
        <w:t>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51342" w:rsidRPr="009A32D8">
        <w:rPr>
          <w:rFonts w:ascii="Times New Roman" w:hAnsi="Times New Roman"/>
          <w:sz w:val="28"/>
          <w:szCs w:val="28"/>
        </w:rPr>
        <w:t>регламенту,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посетить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заключения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16.4.8.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приведенной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посетить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35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16.4.9.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Выбор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732957" w:rsidRPr="009A32D8" w:rsidRDefault="00A1065B" w:rsidP="000C74FD">
      <w:pPr>
        <w:tabs>
          <w:tab w:val="center" w:pos="1098"/>
          <w:tab w:val="center" w:pos="2602"/>
          <w:tab w:val="center" w:pos="3771"/>
          <w:tab w:val="center" w:pos="5128"/>
          <w:tab w:val="center" w:pos="6817"/>
          <w:tab w:val="center" w:pos="8050"/>
          <w:tab w:val="right" w:pos="10244"/>
        </w:tabs>
        <w:spacing w:after="1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16.4.10.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D2258D" w:rsidRPr="009A32D8">
        <w:rPr>
          <w:rFonts w:ascii="Times New Roman" w:hAnsi="Times New Roman"/>
          <w:sz w:val="28"/>
          <w:szCs w:val="28"/>
        </w:rPr>
        <w:t>Порядок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2258D" w:rsidRPr="009A32D8">
        <w:rPr>
          <w:rFonts w:ascii="Times New Roman" w:hAnsi="Times New Roman"/>
          <w:sz w:val="28"/>
          <w:szCs w:val="28"/>
        </w:rPr>
        <w:t>приема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2258D" w:rsidRPr="009A32D8">
        <w:rPr>
          <w:rFonts w:ascii="Times New Roman" w:hAnsi="Times New Roman"/>
          <w:sz w:val="28"/>
          <w:szCs w:val="28"/>
        </w:rPr>
        <w:t>документов,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2258D" w:rsidRPr="009A32D8">
        <w:rPr>
          <w:rFonts w:ascii="Times New Roman" w:hAnsi="Times New Roman"/>
          <w:sz w:val="28"/>
          <w:szCs w:val="28"/>
        </w:rPr>
        <w:t>необходимых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для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формах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соответствии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lastRenderedPageBreak/>
        <w:t>Фед</w:t>
      </w:r>
      <w:r w:rsidR="00D2258D" w:rsidRPr="009A32D8">
        <w:rPr>
          <w:rFonts w:ascii="Times New Roman" w:hAnsi="Times New Roman"/>
          <w:sz w:val="28"/>
          <w:szCs w:val="28"/>
        </w:rPr>
        <w:t>еральным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2258D" w:rsidRPr="009A32D8">
        <w:rPr>
          <w:rFonts w:ascii="Times New Roman" w:hAnsi="Times New Roman"/>
          <w:sz w:val="28"/>
          <w:szCs w:val="28"/>
        </w:rPr>
        <w:t>законом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2258D" w:rsidRPr="009A32D8">
        <w:rPr>
          <w:rFonts w:ascii="Times New Roman" w:hAnsi="Times New Roman"/>
          <w:sz w:val="28"/>
          <w:szCs w:val="28"/>
        </w:rPr>
        <w:t>от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hyperlink r:id="rId27" w:tooltip="Федеральным законом от 27.07.2010 № 210-ФЗ " w:history="1">
        <w:r w:rsidR="00D2258D" w:rsidRPr="009A32D8">
          <w:rPr>
            <w:rStyle w:val="a3"/>
            <w:rFonts w:ascii="Times New Roman" w:hAnsi="Times New Roman"/>
            <w:sz w:val="28"/>
            <w:szCs w:val="28"/>
          </w:rPr>
          <w:t>27.07.2010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Pr="009A32D8">
        <w:rPr>
          <w:rFonts w:ascii="Times New Roman" w:hAnsi="Times New Roman"/>
          <w:sz w:val="28"/>
          <w:szCs w:val="28"/>
        </w:rPr>
        <w:t xml:space="preserve"> </w:t>
      </w:r>
      <w:hyperlink r:id="rId28" w:tooltip="Федеральный закон от 27.07.2010 N 210-ФЗ &quot;Об организации предоставления государственных и муниципальных услуг&quot; " w:history="1"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устанавливается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организационно-распорядительным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актом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Организации,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который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размещается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сайте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Организации.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29" w:line="24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</w:t>
      </w:r>
      <w:r w:rsidR="009C662A" w:rsidRPr="009A32D8">
        <w:rPr>
          <w:rFonts w:ascii="Times New Roman" w:hAnsi="Times New Roman"/>
          <w:sz w:val="28"/>
          <w:szCs w:val="28"/>
        </w:rPr>
        <w:t>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обращается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пакет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распечатывается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причин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минут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принимает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прис</w:t>
      </w:r>
      <w:r w:rsidR="009C662A" w:rsidRPr="009A32D8">
        <w:rPr>
          <w:rFonts w:ascii="Times New Roman" w:hAnsi="Times New Roman"/>
          <w:sz w:val="28"/>
          <w:szCs w:val="28"/>
        </w:rPr>
        <w:t>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заявление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Специалист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выписку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журнала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опись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количества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листов,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</w:t>
      </w:r>
      <w:r w:rsidR="009C662A" w:rsidRPr="009A32D8">
        <w:rPr>
          <w:rFonts w:ascii="Times New Roman" w:hAnsi="Times New Roman"/>
          <w:sz w:val="28"/>
          <w:szCs w:val="28"/>
        </w:rPr>
        <w:t>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плановой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готовности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Специалист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сканирует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формирует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дело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Модуле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Единой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оказания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-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Модуль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ОУ).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дело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(Заявление,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прилагаемые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выписка)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Модуля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формирования.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</w:t>
      </w:r>
      <w:r w:rsidR="009C662A" w:rsidRPr="009A32D8">
        <w:rPr>
          <w:rFonts w:ascii="Times New Roman" w:hAnsi="Times New Roman"/>
          <w:sz w:val="28"/>
          <w:szCs w:val="28"/>
        </w:rPr>
        <w:t>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специалистом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(Семи)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и/или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мобильный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стенде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(Три)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16.5.10.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прохождения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16.5.11.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</w:t>
      </w:r>
      <w:r w:rsidR="009C662A" w:rsidRPr="009A32D8">
        <w:rPr>
          <w:rFonts w:ascii="Times New Roman" w:hAnsi="Times New Roman"/>
          <w:sz w:val="28"/>
          <w:szCs w:val="28"/>
        </w:rPr>
        <w:t>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9C662A"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вступительных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(приемных)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и/или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мобильный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16.5.12.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и/или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мобильный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посетить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29" w:line="24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16.6.1.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5E0B95" w:rsidRPr="009A32D8">
        <w:rPr>
          <w:rFonts w:ascii="Times New Roman" w:hAnsi="Times New Roman"/>
          <w:sz w:val="28"/>
          <w:szCs w:val="28"/>
        </w:rPr>
        <w:t>обращается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5E0B95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5E0B95" w:rsidRPr="009A32D8">
        <w:rPr>
          <w:rFonts w:ascii="Times New Roman" w:hAnsi="Times New Roman"/>
          <w:sz w:val="28"/>
          <w:szCs w:val="28"/>
        </w:rPr>
        <w:t>Организацию,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пакет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16.6.2.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распечатывается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16.6.3.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сообщается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причин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минут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согласно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16.6.4.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принимает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5E0B95" w:rsidRPr="009A32D8">
        <w:rPr>
          <w:rFonts w:ascii="Times New Roman" w:hAnsi="Times New Roman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5E0B95"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5E0B95" w:rsidRPr="009A32D8">
        <w:rPr>
          <w:rFonts w:ascii="Times New Roman" w:hAnsi="Times New Roman"/>
          <w:sz w:val="28"/>
          <w:szCs w:val="28"/>
        </w:rPr>
        <w:t>заявление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16.6.5.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расписку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опись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количества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листов,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плановой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готовности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65C1F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17.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Способы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получения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Заявителем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результатов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рассмотрения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готовности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способами: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может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самостоятельно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рассмотрения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готовности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сервиса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«Узнать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Заявления»;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б)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единому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поддержки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8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800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100-70-10;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EF31B7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единому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номеру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поддержки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8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(381)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245-09-26;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г)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Службе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технической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поддержки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8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(381)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F31B7" w:rsidRPr="009A32D8">
        <w:rPr>
          <w:rFonts w:ascii="Times New Roman" w:hAnsi="Times New Roman"/>
          <w:sz w:val="28"/>
          <w:szCs w:val="28"/>
        </w:rPr>
        <w:t>245-09-26.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29" w:line="24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предварительного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явиться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</w:t>
      </w:r>
      <w:r w:rsidR="000F10B4" w:rsidRPr="009A32D8">
        <w:rPr>
          <w:rFonts w:ascii="Times New Roman" w:hAnsi="Times New Roman"/>
          <w:sz w:val="28"/>
          <w:szCs w:val="28"/>
        </w:rPr>
        <w:t>мные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F10B4" w:rsidRPr="009A32D8">
        <w:rPr>
          <w:rFonts w:ascii="Times New Roman" w:hAnsi="Times New Roman"/>
          <w:sz w:val="28"/>
          <w:szCs w:val="28"/>
        </w:rPr>
        <w:t>(вступительные)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F10B4" w:rsidRPr="009A32D8">
        <w:rPr>
          <w:rFonts w:ascii="Times New Roman" w:hAnsi="Times New Roman"/>
          <w:sz w:val="28"/>
          <w:szCs w:val="28"/>
        </w:rPr>
        <w:t>испытания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сверки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явиться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сверки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29" w:line="24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предварительного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явиться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сверки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</w:t>
      </w:r>
      <w:r w:rsidR="00244809" w:rsidRPr="009A32D8">
        <w:rPr>
          <w:rFonts w:ascii="Times New Roman" w:hAnsi="Times New Roman"/>
          <w:sz w:val="28"/>
          <w:szCs w:val="28"/>
        </w:rPr>
        <w:t>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44809" w:rsidRPr="009A32D8">
        <w:rPr>
          <w:rFonts w:ascii="Times New Roman" w:hAnsi="Times New Roman"/>
          <w:sz w:val="28"/>
          <w:szCs w:val="28"/>
        </w:rPr>
        <w:t>приведенной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44809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44809"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17.2.2.2.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явиться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6.2.1.2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сверки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приведенной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(если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был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любом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</w:t>
      </w:r>
      <w:r w:rsidR="00244809" w:rsidRPr="009A32D8">
        <w:rPr>
          <w:rFonts w:ascii="Times New Roman" w:hAnsi="Times New Roman"/>
          <w:sz w:val="28"/>
          <w:szCs w:val="28"/>
        </w:rPr>
        <w:t>окумента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44809"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44809"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44809" w:rsidRPr="009A32D8">
        <w:rPr>
          <w:rFonts w:ascii="Times New Roman" w:hAnsi="Times New Roman"/>
          <w:sz w:val="28"/>
          <w:szCs w:val="28"/>
        </w:rPr>
        <w:t>носителе.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специалистом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распечатывается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Модуля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заверяется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печатью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17.2.4.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выписки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зачислении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общеобразовательным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17.3.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(направление)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выбору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организационно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распорядительным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spacing w:line="249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18.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Максимальный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срок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ожидания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очереди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18.1.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Максимальный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ожидания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очереди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превышать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минут.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spacing w:after="4" w:line="23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19.</w:t>
      </w:r>
      <w:r w:rsidR="00A1065B" w:rsidRPr="009A32D8">
        <w:rPr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Требования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помещениям,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которых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предоставляется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Муниципальная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услуга,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залу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ожидания,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местам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заполнения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Запросов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о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услуги,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информационным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стендам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с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образцами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заполнения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перечнем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документов,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необходимых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услуги,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том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числе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обеспечению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доступности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указанных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объектов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инвалидов,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маломобильных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групп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населения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создает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условия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другим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маломобильным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группам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населения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беспрепятственного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доступа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беспрепятственного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передвижения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помещениях.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19.2.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выделенных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этой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располагаются,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</w:t>
      </w:r>
      <w:r w:rsidR="0067535B" w:rsidRPr="009A32D8">
        <w:rPr>
          <w:rFonts w:ascii="Times New Roman" w:hAnsi="Times New Roman"/>
          <w:sz w:val="28"/>
          <w:szCs w:val="28"/>
        </w:rPr>
        <w:t>ности,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нижних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этажах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зданий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отдельный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вход.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свободный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предоставляемым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другим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маломобильным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группам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населения,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удовлетворять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потребность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беспрепятственном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самостоятельном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передвижении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расположены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входа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объекты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выхода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них,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</w:t>
      </w:r>
      <w:r w:rsidR="0067535B" w:rsidRPr="009A32D8">
        <w:rPr>
          <w:rFonts w:ascii="Times New Roman" w:hAnsi="Times New Roman"/>
          <w:sz w:val="28"/>
          <w:szCs w:val="28"/>
        </w:rPr>
        <w:t>осадки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транспортное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7535B" w:rsidRPr="009A32D8">
        <w:rPr>
          <w:rFonts w:ascii="Times New Roman" w:hAnsi="Times New Roman"/>
          <w:sz w:val="28"/>
          <w:szCs w:val="28"/>
        </w:rPr>
        <w:t>средство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высадки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него,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кресла-коляски,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правилам,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Здания,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быть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оснащены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приспособлениями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оборудованием: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указателями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около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строящихся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ремонтируемых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объектов;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звуковой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сигнализацией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светофоров;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телефонами-автоматами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санитарно-гигиеническими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помещениями;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пандусами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поручнями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лестниц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входах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здание;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пандусами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входах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здания,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пандусами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</w:t>
      </w:r>
      <w:r w:rsidR="008B0914" w:rsidRPr="009A32D8">
        <w:rPr>
          <w:rFonts w:ascii="Times New Roman" w:hAnsi="Times New Roman"/>
          <w:sz w:val="28"/>
          <w:szCs w:val="28"/>
        </w:rPr>
        <w:t>ъемными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B0914" w:rsidRPr="009A32D8">
        <w:rPr>
          <w:rFonts w:ascii="Times New Roman" w:hAnsi="Times New Roman"/>
          <w:sz w:val="28"/>
          <w:szCs w:val="28"/>
        </w:rPr>
        <w:t>пандусами,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подъемными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устройствами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лестниц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лифтовых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площадках;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19.4.7.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дублирования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звуковой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зрительной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надписей,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знаков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знаками,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рельефно-точечным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шрифтом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Брайля.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каждой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стоянке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(остановке)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транспортных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отдыха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выделяется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(Десяти)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одного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парковки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транспортных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управляемых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I,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II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групп,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III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B0914" w:rsidRPr="009A32D8">
        <w:rPr>
          <w:rFonts w:ascii="Times New Roman" w:hAnsi="Times New Roman"/>
          <w:sz w:val="28"/>
          <w:szCs w:val="28"/>
        </w:rPr>
        <w:t>группы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транспортных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перевозящих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детей-инвалидов.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постановлением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29" w:tooltip="Постановление Правительства Российской Федерации от 22.12.2012 № 1376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22.12.2012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1376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утверждении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многофункциональных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центров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услуг».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Количество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ожидания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определяется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исходя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фактической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нагрузки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здании.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ожидания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комфортным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условиям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оптимальным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условиям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19.9.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созданы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условия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обслуживания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(включая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креслаколяски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собак-проводников):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19.9.1.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беспрепятственный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услуга;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19.9.2.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самостоятельного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помощью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передвижения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расположены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19.9.3.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посадки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транспортное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высадки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входом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кресла-коляски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помощью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19.9.4.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оснащение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специальным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оборудованием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удобства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комфорта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кратковременного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отдыха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сидячем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нахождении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19.9.5.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сопровождение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стойкие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расстройства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функции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зрения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самостоятельного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передвижения,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оказание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помощи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помещениях.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20.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Показатели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доступности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качества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Оценка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качества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показателям: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степень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(доступность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способа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</w:t>
      </w:r>
      <w:r w:rsidR="00D83451" w:rsidRPr="009A32D8">
        <w:rPr>
          <w:rFonts w:ascii="Times New Roman" w:hAnsi="Times New Roman"/>
          <w:sz w:val="28"/>
          <w:szCs w:val="28"/>
        </w:rPr>
        <w:t>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83451"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83451"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любом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пределах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выбору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жительства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пребывания;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инвалидов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других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маломобильных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групп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населения;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времени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ожидания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очереди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20.1.7.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обоснованных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стороны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20.1.8.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20.2.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83451" w:rsidRPr="009A32D8">
        <w:rPr>
          <w:rFonts w:ascii="Times New Roman" w:hAnsi="Times New Roman"/>
          <w:sz w:val="28"/>
          <w:szCs w:val="28"/>
        </w:rPr>
        <w:t>консультаций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83451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83451" w:rsidRPr="009A32D8">
        <w:rPr>
          <w:rFonts w:ascii="Times New Roman" w:hAnsi="Times New Roman"/>
          <w:sz w:val="28"/>
          <w:szCs w:val="28"/>
        </w:rPr>
        <w:t>информирования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предварительной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Запись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проводится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средств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телефонной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через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Интернет,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через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21.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Требования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организации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электронной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форме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</w:t>
      </w:r>
      <w:r w:rsidR="00830A58" w:rsidRPr="009A32D8">
        <w:rPr>
          <w:rFonts w:ascii="Times New Roman" w:hAnsi="Times New Roman"/>
          <w:sz w:val="28"/>
          <w:szCs w:val="28"/>
        </w:rPr>
        <w:t>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заполняется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карточке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830A58" w:rsidRPr="009A32D8">
        <w:rPr>
          <w:rFonts w:ascii="Times New Roman" w:hAnsi="Times New Roman"/>
          <w:sz w:val="28"/>
          <w:szCs w:val="28"/>
        </w:rPr>
        <w:t>подразделе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осуществляются: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регламентом,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доступа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сведениям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поступление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интегрированную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ЕАИС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обработка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участвующих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межведомственного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оплаты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пошлины,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платы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сервисов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21.2.8.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сервиса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«Узнать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статус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Заявления»;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кабинете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21.2.10.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(бездействие)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V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ЕПГУ,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обжалование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оказания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через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«Досудебное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обжалование».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форматам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представляемых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утверждены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НАИМЕНОВАНИЕ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21.3.1.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представляются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форматах: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а.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xml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формализованных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б.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doc,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docx,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odt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текстовым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содержанием,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включающим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формулы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подпункте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«в»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пункта);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xls,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xlsx,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ods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расчеты;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г.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pdf,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jpg,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jpeg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текстовым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содержанием,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включающих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формулы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изображения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подпункте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«в»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пункта),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содержанием.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21.3.2.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Допускается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сканирования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непосредственно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(использование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копий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допускается),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сохранением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ориентации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разрешении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300-500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dpi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(масштаб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1:1)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режимов: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«черно-белый»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изображений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цветного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текста);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б)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«оттенки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серого»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изображений,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отличных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цветного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изображения);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«цветной»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«режим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цветопередачи»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цветных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графических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изображений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цветного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текста);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г)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сохранением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всех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аутентичных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признаков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подлинности,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именно: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лица,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печати,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углового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штампа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бланка;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д)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количество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файлов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количеству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каждый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содержит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текстовую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21.3.3.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обеспечивать: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идентифицировать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количество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листов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б)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поиска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текстовому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копирования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текста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когда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частью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графического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изображения);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оглавление,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соответствующее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смыслу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г)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структурированные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частям,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главам,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разделам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(подразделам)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закладки,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переходы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оглавлению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содержащимся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тексте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рисункам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таблицам.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21.3.4.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подлежащие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форматах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xls,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xlsx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ods,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формируются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отдельного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21.3.5.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Максимально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допустимый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прикрепленного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пакета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превышать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ГБ.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22.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Требования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организации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МФЦ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</w:t>
      </w:r>
      <w:r w:rsidR="0048662C" w:rsidRPr="009A32D8">
        <w:rPr>
          <w:rFonts w:ascii="Times New Roman" w:hAnsi="Times New Roman"/>
          <w:sz w:val="28"/>
          <w:szCs w:val="28"/>
        </w:rPr>
        <w:t>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между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РПГУ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интересов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оператору);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конкретных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подписание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скрепление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печатью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передача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оператору)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Модуля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ЕИС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ЕИСДОП;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экземпляра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связанным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консультирование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консультирование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рассмотрения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связанным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бесплатно.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размещен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сайте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наименование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(далее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краткое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наименование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должностными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экземпляра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22.5.1.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отношения,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возникающие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22.5.2.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согласований,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22.5.3.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недостоверность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указывались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первоначальном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статьи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Федеральног</w:t>
      </w:r>
      <w:r w:rsidR="0048662C"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закона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30" w:tooltip="Федеральным законом от 27.07.2010 № 210-ФЗ " w:history="1">
        <w:r w:rsidR="0048662C" w:rsidRPr="009A32D8">
          <w:rPr>
            <w:rStyle w:val="a3"/>
            <w:rFonts w:ascii="Times New Roman" w:hAnsi="Times New Roman"/>
            <w:sz w:val="28"/>
            <w:szCs w:val="28"/>
          </w:rPr>
          <w:t>27.07.2010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48662C"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48662C"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31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предоставления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государственных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муниципальных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услуг»</w:t>
        </w:r>
      </w:hyperlink>
      <w:r w:rsidRPr="009A32D8">
        <w:rPr>
          <w:rFonts w:ascii="Times New Roman" w:hAnsi="Times New Roman"/>
          <w:sz w:val="28"/>
          <w:szCs w:val="28"/>
        </w:rPr>
        <w:t>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обязаны: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22.6.1.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юридических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относящимся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22.6.2.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защиту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</w:t>
      </w:r>
      <w:r w:rsidR="0048662C" w:rsidRPr="009A32D8">
        <w:rPr>
          <w:rFonts w:ascii="Times New Roman" w:hAnsi="Times New Roman"/>
          <w:sz w:val="28"/>
          <w:szCs w:val="28"/>
        </w:rPr>
        <w:t>торой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ограничен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режим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обработки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данных;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37CF1" w:rsidRPr="009A32D8" w:rsidRDefault="00237CF1" w:rsidP="00BE286A">
      <w:pPr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22.6.3. при приеме запросов о предоставлении услуги и выдаче документов устанавливать личность Заявителя на основании документа, удостоверяющего личность Заявителя или посредством идентификации и аутентификации с использованием информационных технологий, </w:t>
      </w:r>
      <w:r w:rsidRPr="009A32D8">
        <w:rPr>
          <w:rFonts w:ascii="Times New Roman" w:hAnsi="Times New Roman"/>
          <w:sz w:val="28"/>
          <w:szCs w:val="28"/>
        </w:rPr>
        <w:lastRenderedPageBreak/>
        <w:t xml:space="preserve">предусмотренных Федеральным законом от </w:t>
      </w:r>
      <w:hyperlink r:id="rId32" w:tooltip="Федеральный закон от 27.07.2006 № 149-ФЗ &quot;Об информации, информационных технологиях и о защите информации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27.07.2006 № 149-ФЗ</w:t>
        </w:r>
      </w:hyperlink>
      <w:r w:rsidRPr="009A32D8">
        <w:rPr>
          <w:rFonts w:ascii="Times New Roman" w:hAnsi="Times New Roman"/>
          <w:sz w:val="28"/>
          <w:szCs w:val="28"/>
        </w:rPr>
        <w:t xml:space="preserve"> «Об информации, информационных технологиях и о защите информации», а также проверять соответствие копий представляемых документов (за исключением нотариально заверенных) их оригиналам;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22.6.4.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22.6.5.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</w:t>
      </w:r>
      <w:r w:rsidR="0048662C" w:rsidRPr="009A32D8">
        <w:rPr>
          <w:rFonts w:ascii="Times New Roman" w:hAnsi="Times New Roman"/>
          <w:sz w:val="28"/>
          <w:szCs w:val="28"/>
        </w:rPr>
        <w:t>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предоставляющей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Услугу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регламентом.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45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22.7.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реализации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функций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обязан: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территориальных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внебюджетных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фондов,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местного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самоуправления,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юридических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вопросам,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относящимся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сфере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б)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защиту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ограничен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</w:t>
      </w:r>
      <w:r w:rsidR="0048662C" w:rsidRPr="009A32D8">
        <w:rPr>
          <w:rFonts w:ascii="Times New Roman" w:hAnsi="Times New Roman"/>
          <w:sz w:val="28"/>
          <w:szCs w:val="28"/>
        </w:rPr>
        <w:t>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режим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обработки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данных;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устанавливать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паспорта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гражданина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проверять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копий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представляемых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исключением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нотариально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заверенных)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оригиналам;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г)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соглашениями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регулирующими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регламентом.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74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22.8.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несут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ответственность,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подачи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бумажном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носителе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801"/>
          <w:tab w:val="center" w:pos="1258"/>
          <w:tab w:val="center" w:pos="2045"/>
          <w:tab w:val="center" w:pos="3452"/>
          <w:tab w:val="center" w:pos="5145"/>
          <w:tab w:val="center" w:pos="7039"/>
          <w:tab w:val="center" w:pos="8625"/>
          <w:tab w:val="right" w:pos="1024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а)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за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полноту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переда</w:t>
      </w:r>
      <w:r w:rsidR="0048662C" w:rsidRPr="009A32D8">
        <w:rPr>
          <w:rFonts w:ascii="Times New Roman" w:hAnsi="Times New Roman"/>
          <w:sz w:val="28"/>
          <w:szCs w:val="28"/>
        </w:rPr>
        <w:t>ваемых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Организации,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предоставляющей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Услугу,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запросов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соответствие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передаваемым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заявителем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МФЦ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сведениям,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документов,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принятых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Заявителя;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б)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полноту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передаваемых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своевременную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передачу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</w:t>
      </w:r>
      <w:r w:rsidR="0048662C" w:rsidRPr="009A32D8">
        <w:rPr>
          <w:rFonts w:ascii="Times New Roman" w:hAnsi="Times New Roman"/>
          <w:sz w:val="28"/>
          <w:szCs w:val="28"/>
        </w:rPr>
        <w:t>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48662C"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комплексных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сведений,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принятых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своевременную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этих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г)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устанавливающего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особенности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доступ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ограничен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22.9.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Вред,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причиненный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ненадлежащего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неисполнения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возмещается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22.10.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повлекшее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ответственность.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22.11.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Стандарт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многофункциональных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центров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утвержден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наименование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2E6053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053" w:rsidRPr="009A32D8" w:rsidRDefault="00715A4C" w:rsidP="00BE286A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Раздел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III.</w:t>
      </w:r>
      <w:r w:rsidR="00A1065B" w:rsidRPr="009A32D8">
        <w:rPr>
          <w:rFonts w:ascii="Times New Roman" w:eastAsia="Arial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Состав,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последовательность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сроки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выполнения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административных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процедур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(действий),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требования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к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порядку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их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выполнения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23.</w:t>
      </w:r>
      <w:r w:rsidR="00A1065B" w:rsidRPr="009A32D8">
        <w:rPr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Состав,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последовательность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сроки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выполнения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процедур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(действий)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715A4C" w:rsidRPr="009A32D8">
        <w:rPr>
          <w:rFonts w:ascii="Times New Roman" w:eastAsia="Arial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715A4C" w:rsidRPr="009A32D8">
        <w:rPr>
          <w:rFonts w:ascii="Times New Roman" w:eastAsia="Arial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715A4C" w:rsidRPr="009A32D8">
        <w:rPr>
          <w:rFonts w:ascii="Times New Roman" w:eastAsia="Arial" w:hAnsi="Times New Roman"/>
          <w:sz w:val="28"/>
          <w:szCs w:val="28"/>
        </w:rPr>
        <w:t>услуги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715A4C" w:rsidRPr="009A32D8">
        <w:rPr>
          <w:rFonts w:ascii="Times New Roman" w:eastAsia="Arial" w:hAnsi="Times New Roman"/>
          <w:sz w:val="28"/>
          <w:szCs w:val="28"/>
        </w:rPr>
        <w:t>включает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715A4C" w:rsidRPr="009A32D8">
        <w:rPr>
          <w:rFonts w:ascii="Times New Roman" w:eastAsia="Arial" w:hAnsi="Times New Roman"/>
          <w:sz w:val="28"/>
          <w:szCs w:val="28"/>
        </w:rPr>
        <w:t>в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715A4C" w:rsidRPr="009A32D8">
        <w:rPr>
          <w:rFonts w:ascii="Times New Roman" w:eastAsia="Arial" w:hAnsi="Times New Roman"/>
          <w:sz w:val="28"/>
          <w:szCs w:val="28"/>
        </w:rPr>
        <w:t>себя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715A4C" w:rsidRPr="009A32D8">
        <w:rPr>
          <w:rFonts w:ascii="Times New Roman" w:eastAsia="Arial" w:hAnsi="Times New Roman"/>
          <w:sz w:val="28"/>
          <w:szCs w:val="28"/>
        </w:rPr>
        <w:t>следующие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</w:t>
      </w:r>
      <w:r w:rsidR="00715A4C" w:rsidRPr="009A32D8">
        <w:rPr>
          <w:rFonts w:ascii="Times New Roman" w:hAnsi="Times New Roman"/>
          <w:sz w:val="28"/>
          <w:szCs w:val="28"/>
        </w:rPr>
        <w:t>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</w:t>
      </w:r>
      <w:r w:rsidR="00715A4C" w:rsidRPr="009A32D8">
        <w:rPr>
          <w:rFonts w:ascii="Times New Roman" w:hAnsi="Times New Roman"/>
          <w:sz w:val="28"/>
          <w:szCs w:val="28"/>
        </w:rPr>
        <w:t>ы</w:t>
      </w:r>
      <w:r w:rsidRPr="009A32D8">
        <w:rPr>
          <w:rFonts w:ascii="Times New Roman" w:hAnsi="Times New Roman"/>
          <w:sz w:val="28"/>
          <w:szCs w:val="28"/>
        </w:rPr>
        <w:t>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23.1.1.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23.1.2.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формирование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межведомственных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(организации),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участвующие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23.1.3.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рассмотрение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предварительного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23.1.4.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23.1.5.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оформление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23.1.6.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выдача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Каждая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состоит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составляющих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каждую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приведен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9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Исправление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допущенных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опечаток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23.3.1.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обнаружении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опечаток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(лично,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опечаток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описание.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23.3.2.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опечаток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являющихся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23.3.3.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опечаток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должен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превышать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(Пяти)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подпункте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23.3.1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23.3.4.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самостоятельном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выявлении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</w:t>
      </w:r>
      <w:r w:rsidR="00DF608D" w:rsidRPr="009A32D8">
        <w:rPr>
          <w:rFonts w:ascii="Times New Roman" w:hAnsi="Times New Roman"/>
          <w:sz w:val="28"/>
          <w:szCs w:val="28"/>
        </w:rPr>
        <w:t>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допущенных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технических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(описка,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опечатка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прочее)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23.3.4.1.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уведомляется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переоформления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почтового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указанному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позднее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обнаружения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23.3.4.2.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исправление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технических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(Пяти)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23.4.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Исправление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технических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ошибок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влечет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приостановление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прекращение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оказания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732957" w:rsidRPr="009A32D8" w:rsidRDefault="00732957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053" w:rsidRPr="009A32D8" w:rsidRDefault="00FA66BB" w:rsidP="00BE286A">
      <w:pPr>
        <w:pStyle w:val="2"/>
        <w:tabs>
          <w:tab w:val="center" w:pos="689"/>
          <w:tab w:val="center" w:pos="5462"/>
        </w:tabs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Раздел</w:t>
      </w:r>
      <w:r w:rsidR="00A1065B" w:rsidRPr="009A32D8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IV.</w:t>
      </w:r>
      <w:r w:rsidR="00A1065B" w:rsidRPr="009A32D8">
        <w:rPr>
          <w:rFonts w:ascii="Times New Roman" w:eastAsia="Arial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Порядок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формы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контроля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за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исполнением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Административного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</w:rPr>
        <w:t>регламента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FA66BB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24.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Порядок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осуществления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текущего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контроля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соблюдением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исполнением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ответственными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работниками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Организации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положений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регламента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иных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нормативных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правовых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актов,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устанавливающих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требования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предоставлению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также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принятием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ими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решений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24.1.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Текущий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исполнением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ответственными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положений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нормативных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устанавливающих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организационно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распорядительным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включает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выявления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рассмотрения,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содержащих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(бездействие)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732957" w:rsidRPr="009A32D8" w:rsidRDefault="006E0EB7" w:rsidP="00BE286A">
      <w:pPr>
        <w:spacing w:after="35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24.2.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текущего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являются: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35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24.2.1.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независимость;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1038"/>
          <w:tab w:val="center" w:pos="257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24.2.2.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тщательность.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spacing w:after="36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24.3.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Независимость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текущего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заключается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что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уполномоченный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находится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служебной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зависимости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участвующего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близкого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родства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свойства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(родители,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супруги,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братья,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сестры,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братья,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сестры,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родители,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супругов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супруги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детей)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ним.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tabs>
          <w:tab w:val="center" w:pos="948"/>
          <w:tab w:val="center" w:pos="2389"/>
          <w:tab w:val="center" w:pos="4198"/>
          <w:tab w:val="center" w:pos="6357"/>
          <w:tab w:val="center" w:pos="8258"/>
          <w:tab w:val="right" w:pos="10244"/>
        </w:tabs>
        <w:spacing w:after="33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24.4.</w:t>
      </w:r>
      <w:r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Работники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Организации,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осуществляющие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текущий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контроль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предоставлением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обязаны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принимать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меры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предотвращению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конфликта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интересов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услуги.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24.5.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Тщательность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текущего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состоит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исполнении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обязанностей,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подразделом.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B06121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25.</w:t>
      </w:r>
      <w:r w:rsidR="00A1065B" w:rsidRPr="009A32D8">
        <w:rPr>
          <w:rFonts w:ascii="Times New Roman" w:eastAsia="Arial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периодичность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осуществления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плановых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внеплановых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проверок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полноты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качества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32D8">
        <w:rPr>
          <w:rFonts w:ascii="Times New Roman" w:hAnsi="Times New Roman"/>
          <w:bCs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25.1.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периодичность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плановых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внеплановых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качества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устанавливается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организационно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–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распорядительным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25.2.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выявлении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ходе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проверок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положений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включая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положения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устанавливающих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требования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(или)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(бездействие)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принимаются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меры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732957" w:rsidRPr="009A32D8" w:rsidRDefault="00732957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053" w:rsidRPr="009A32D8" w:rsidRDefault="00B06121" w:rsidP="00BE286A">
      <w:pPr>
        <w:pStyle w:val="1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26.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Ответственность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работников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Организации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решения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действия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(бездействие),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принимаемые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(осуществляемые)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ими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ходе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26.1.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ответственным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является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руководитель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непосредственно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26.2.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результатам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мониторинга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проверок,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выявления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неправомерных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(бездействия)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фактов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интересов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</w:t>
      </w:r>
      <w:r w:rsidR="00DF608D" w:rsidRPr="009A32D8">
        <w:rPr>
          <w:rFonts w:ascii="Times New Roman" w:hAnsi="Times New Roman"/>
          <w:sz w:val="28"/>
          <w:szCs w:val="28"/>
        </w:rPr>
        <w:t>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несут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ответственность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after="25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B06121" w:rsidP="00BE286A">
      <w:pPr>
        <w:pStyle w:val="1"/>
        <w:spacing w:after="4" w:line="238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Подраздел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27.</w:t>
      </w:r>
      <w:r w:rsidR="00A1065B" w:rsidRPr="009A32D8">
        <w:rPr>
          <w:rFonts w:ascii="Times New Roman" w:eastAsia="Arial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Положения,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характеризующие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требования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порядку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формам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контроля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за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услуги,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том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числе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со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стороны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граждан,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их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объединений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6E0EB7" w:rsidRPr="009A32D8">
        <w:rPr>
          <w:rFonts w:ascii="Times New Roman" w:hAnsi="Times New Roman" w:cs="Times New Roman"/>
          <w:b w:val="0"/>
          <w:kern w:val="0"/>
          <w:sz w:val="28"/>
          <w:szCs w:val="28"/>
        </w:rPr>
        <w:t>организаций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27.1.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формах,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подразделами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27.2.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объединения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</w:t>
      </w:r>
      <w:r w:rsidR="00DF608D" w:rsidRPr="009A32D8">
        <w:rPr>
          <w:rFonts w:ascii="Times New Roman" w:hAnsi="Times New Roman"/>
          <w:sz w:val="28"/>
          <w:szCs w:val="28"/>
        </w:rPr>
        <w:t>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контроля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целью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соблюдения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DF608D"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повлекшее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ее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непредставление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срока,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регламентом.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27.3.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объединения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DF608D" w:rsidRPr="009A32D8">
        <w:rPr>
          <w:rFonts w:ascii="Times New Roman" w:hAnsi="Times New Roman"/>
          <w:sz w:val="28"/>
          <w:szCs w:val="28"/>
        </w:rPr>
        <w:t>контроля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имеют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направлять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индивидуальные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коллективные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предложениями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совершенствованию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(бездействие)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связанные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27.4.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Контроль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числе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стороны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объединений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посредством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открытости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актуальной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достоверной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возможности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досудебного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рассмотрения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(жалоб)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процессе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BE286A">
      <w:pPr>
        <w:spacing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D71AEF" w:rsidRPr="009A32D8" w:rsidRDefault="00D71AEF" w:rsidP="00BE286A">
      <w:pPr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A32D8">
        <w:rPr>
          <w:rFonts w:ascii="Times New Roman" w:hAnsi="Times New Roman"/>
          <w:bCs/>
          <w:iCs/>
          <w:sz w:val="28"/>
          <w:szCs w:val="28"/>
        </w:rPr>
        <w:lastRenderedPageBreak/>
        <w:t>Раздел</w:t>
      </w:r>
      <w:r w:rsidR="00A1065B" w:rsidRPr="009A32D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iCs/>
          <w:sz w:val="28"/>
          <w:szCs w:val="28"/>
        </w:rPr>
        <w:t>V.</w:t>
      </w:r>
      <w:r w:rsidR="00A1065B" w:rsidRPr="009A32D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A32D8">
        <w:rPr>
          <w:rStyle w:val="FontStyle25"/>
          <w:rFonts w:ascii="Times New Roman" w:hAnsi="Times New Roman" w:cs="Times New Roman"/>
          <w:iCs/>
          <w:sz w:val="28"/>
          <w:szCs w:val="28"/>
        </w:rPr>
        <w:t>Досудебный</w:t>
      </w:r>
      <w:r w:rsidR="00A1065B" w:rsidRPr="009A32D8">
        <w:rPr>
          <w:rStyle w:val="FontStyle25"/>
          <w:rFonts w:ascii="Times New Roman" w:hAnsi="Times New Roman" w:cs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(внесудебный)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порядок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обжалования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заявителем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решений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и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действий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(бездействия)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а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также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должностных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лиц,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служащих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МФЦ,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работника</w:t>
      </w:r>
      <w:r w:rsidR="00A1065B" w:rsidRPr="009A32D8">
        <w:rPr>
          <w:rFonts w:ascii="Times New Roman" w:hAnsi="Times New Roman"/>
          <w:iCs/>
          <w:sz w:val="28"/>
          <w:szCs w:val="28"/>
        </w:rPr>
        <w:t xml:space="preserve"> </w:t>
      </w:r>
      <w:r w:rsidRPr="009A32D8">
        <w:rPr>
          <w:rFonts w:ascii="Times New Roman" w:hAnsi="Times New Roman"/>
          <w:iCs/>
          <w:sz w:val="28"/>
          <w:szCs w:val="28"/>
        </w:rPr>
        <w:t>МФЦ</w:t>
      </w:r>
    </w:p>
    <w:p w:rsidR="00D71AEF" w:rsidRPr="009A32D8" w:rsidRDefault="00D71AEF" w:rsidP="00BE286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iCs/>
          <w:sz w:val="28"/>
          <w:szCs w:val="28"/>
        </w:rPr>
      </w:pP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28.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может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обратиться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следующих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случаях: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нарушение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срока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регистрации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запроса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комплексного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запроса,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поступившего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нарушение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срока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услуги;</w:t>
      </w:r>
      <w:r w:rsidR="00A1065B" w:rsidRPr="009A32D8">
        <w:rPr>
          <w:sz w:val="28"/>
          <w:szCs w:val="28"/>
        </w:rPr>
        <w:t xml:space="preserve"> 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требование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информации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осуществления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действий,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представление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осуществление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предусмотрено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субъектов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отказ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приеме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документов,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предусмотрено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субъектов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отказ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если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основания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отказа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предусмотрены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законами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принятыми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соответствии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ними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законами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Омской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области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субъектов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затребование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платы,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предусмотренной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субъектов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отказ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должностного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лица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исправлении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допущенных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опечаток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ошибок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выданных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результате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документах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нарушение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установленного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срока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таких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исправлений;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нарушение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срока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порядка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выдачи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результатам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приостановление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если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основания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приостановления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предусмотрены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законами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принятыми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соответствии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ними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законами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субъектов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актами;</w:t>
      </w:r>
    </w:p>
    <w:p w:rsidR="00D71AEF" w:rsidRPr="009A32D8" w:rsidRDefault="00D71AEF" w:rsidP="00BE286A">
      <w:pPr>
        <w:pStyle w:val="ConsPlusNormal"/>
        <w:numPr>
          <w:ilvl w:val="0"/>
          <w:numId w:val="19"/>
        </w:numPr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требование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информации,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отсутствие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(или)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недостоверность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указывались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первоначальном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отказе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приеме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документов,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lastRenderedPageBreak/>
        <w:t>необходимых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исключением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случаев,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предусмотренных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пунктом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4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части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1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статьи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7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закона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</w:t>
      </w:r>
      <w:r w:rsidR="00A1065B" w:rsidRPr="009A32D8">
        <w:rPr>
          <w:sz w:val="28"/>
          <w:szCs w:val="28"/>
        </w:rPr>
        <w:t xml:space="preserve"> </w:t>
      </w:r>
      <w:hyperlink r:id="rId33" w:tooltip="Федеральным законом от 27.07.2010 № 210-ФЗ " w:history="1">
        <w:r w:rsidRPr="009A32D8">
          <w:rPr>
            <w:rStyle w:val="a3"/>
            <w:sz w:val="28"/>
            <w:szCs w:val="28"/>
          </w:rPr>
          <w:t>27.07.2010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№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210-ФЗ</w:t>
        </w:r>
      </w:hyperlink>
      <w:r w:rsidR="00A1065B" w:rsidRPr="009A32D8">
        <w:rPr>
          <w:sz w:val="28"/>
          <w:szCs w:val="28"/>
        </w:rPr>
        <w:t xml:space="preserve"> </w:t>
      </w:r>
      <w:hyperlink r:id="rId34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sz w:val="28"/>
            <w:szCs w:val="28"/>
          </w:rPr>
          <w:t>«Об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организации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предоставления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государственных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и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муниципальных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услуг»</w:t>
        </w:r>
      </w:hyperlink>
      <w:r w:rsidRPr="009A32D8">
        <w:rPr>
          <w:sz w:val="28"/>
          <w:szCs w:val="28"/>
        </w:rPr>
        <w:t>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указанном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досудебное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(внесудебное)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обжалование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(бездействия)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многофункционального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центра,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многофункционального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центра,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возможно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случае,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если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многофункциональный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центр,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(бездействия)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обжалуются,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возложена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функция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соответствующих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полном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объеме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порядке,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определенном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частью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1.3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статьи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16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закона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</w:t>
      </w:r>
      <w:r w:rsidR="00A1065B" w:rsidRPr="009A32D8">
        <w:rPr>
          <w:sz w:val="28"/>
          <w:szCs w:val="28"/>
        </w:rPr>
        <w:t xml:space="preserve"> </w:t>
      </w:r>
      <w:hyperlink r:id="rId35" w:tooltip="Федеральным законом от 27.07.2010 № 210-ФЗ " w:history="1">
        <w:r w:rsidRPr="009A32D8">
          <w:rPr>
            <w:rStyle w:val="a3"/>
            <w:sz w:val="28"/>
            <w:szCs w:val="28"/>
          </w:rPr>
          <w:t>27.07.2010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№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210-ФЗ</w:t>
        </w:r>
      </w:hyperlink>
      <w:r w:rsidR="00A1065B" w:rsidRPr="009A32D8">
        <w:rPr>
          <w:sz w:val="28"/>
          <w:szCs w:val="28"/>
        </w:rPr>
        <w:t xml:space="preserve"> </w:t>
      </w:r>
      <w:hyperlink r:id="rId36" w:tooltip="Федеральный закон от 27.07.2010 N 210-ФЗ &quot;Об организации предоставления государственных и муниципальных услуг&quot; " w:history="1">
        <w:r w:rsidRPr="009A32D8">
          <w:rPr>
            <w:rStyle w:val="a3"/>
            <w:sz w:val="28"/>
            <w:szCs w:val="28"/>
          </w:rPr>
          <w:t>«Об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организации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предоставления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государственных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и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муниципальных</w:t>
        </w:r>
        <w:r w:rsidR="00A1065B" w:rsidRPr="009A32D8">
          <w:rPr>
            <w:rStyle w:val="a3"/>
            <w:sz w:val="28"/>
            <w:szCs w:val="28"/>
          </w:rPr>
          <w:t xml:space="preserve"> </w:t>
        </w:r>
        <w:r w:rsidRPr="009A32D8">
          <w:rPr>
            <w:rStyle w:val="a3"/>
            <w:sz w:val="28"/>
            <w:szCs w:val="28"/>
          </w:rPr>
          <w:t>услуг»</w:t>
        </w:r>
      </w:hyperlink>
      <w:r w:rsidRPr="009A32D8">
        <w:rPr>
          <w:sz w:val="28"/>
          <w:szCs w:val="28"/>
        </w:rPr>
        <w:t>.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29.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подается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письменной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форме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бумажном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носителе,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электронной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форме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Организацию.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(бездействие)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подаются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вышестоящий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наличии)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отсутствия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рассматриваются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непосредственно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начальником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(бездействие)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подаются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руководителю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Министру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труда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социального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развития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Омской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области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(далее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–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учредитель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МФЦ).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30.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(бездействие)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может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быть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направлена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почте,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через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использованием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информационно-телекоммуникационной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сети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"Интернет",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официального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сайта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единого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портала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государственных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регионального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портала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государственных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также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может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быть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принята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личном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приеме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(бездействие)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может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быть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направлена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почте,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использованием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сети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«Интернет»,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официального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сайта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единого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портала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государственных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регионального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портала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государственных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также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может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быть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принята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личном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приеме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заявителя.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31.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должна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содержать: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1)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наименование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должностного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лица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служащего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руководителя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(или)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работника,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(бездействие)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обжалуются;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2)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фамилию,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имя,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отчество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(последнее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-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наличии),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сведения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месте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жительства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-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физического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лица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наименование,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сведения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месте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нахождения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-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юридического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лица,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также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номер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(номера)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контактного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телефона,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адрес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(адреса)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электронной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почты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наличии)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почтовый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адрес,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которым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должен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быть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направлен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ответ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заявителю;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сведения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обжалуемых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действиях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(бездействии)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должностного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лица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служащего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МФЦ;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lastRenderedPageBreak/>
        <w:t>4)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доводы,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основании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согласен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действием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(бездействием)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должностного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лица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служащего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Организации.</w:t>
      </w:r>
      <w:r w:rsidR="00A1065B" w:rsidRPr="009A32D8">
        <w:rPr>
          <w:sz w:val="28"/>
          <w:szCs w:val="28"/>
        </w:rPr>
        <w:t xml:space="preserve"> 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Заявителем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могут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быть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представлены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(при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наличии),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подтверждающие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доводы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копии.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32.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подлежит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регистрации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позднее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следующего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рабочего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поступления.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33.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Жалоба,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поступившая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Организацию,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учредителю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МФЦ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подлежит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рассмотрению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течение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пятнадцати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рабочих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дней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регистрации,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обжалования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отказа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приеме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либо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исправлении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допущенных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опечаток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ошибок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обжалования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нарушения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установленного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срока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таких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исправлений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-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течение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пяти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рабочих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дней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регистрации.</w:t>
      </w:r>
      <w:bookmarkStart w:id="1" w:name="Par41"/>
      <w:bookmarkEnd w:id="1"/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34.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результатам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рассмотрения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принимается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одно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из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следующих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решений: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1)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удовлетворяется,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том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числе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форме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отмены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принятого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исправления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допущенных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опечаток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ошибок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выданных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результате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предоставления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услуги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документах,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возврата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денежных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средств,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взимание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которых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предусмотрено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нормативными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субъектов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Российской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Федерации,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муниципальными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правовыми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актами;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2)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удовлетворении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отказывается.</w:t>
      </w:r>
    </w:p>
    <w:p w:rsidR="00D71AEF" w:rsidRPr="009A32D8" w:rsidRDefault="00D71AEF" w:rsidP="00BE286A">
      <w:pPr>
        <w:pStyle w:val="ConsPlusNormal"/>
        <w:spacing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35.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позднее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дня,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следующего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днем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принятия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результатам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рассмотрения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жалобы,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письменной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форме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желанию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заявителя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электронной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форме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направляется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мотивированный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ответ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результатах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рассмотрения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жалобы.</w:t>
      </w:r>
      <w:r w:rsidR="00A1065B" w:rsidRPr="009A32D8">
        <w:rPr>
          <w:sz w:val="28"/>
          <w:szCs w:val="28"/>
        </w:rPr>
        <w:t xml:space="preserve"> </w:t>
      </w:r>
    </w:p>
    <w:p w:rsidR="00D71AEF" w:rsidRPr="009A32D8" w:rsidRDefault="00D71AEF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36.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признания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подлежащей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удовлетворению</w:t>
      </w:r>
      <w:r w:rsidRPr="009A32D8">
        <w:rPr>
          <w:rFonts w:ascii="Times New Roman" w:hAnsi="Times New Roman"/>
          <w:sz w:val="28"/>
          <w:szCs w:val="28"/>
        </w:rPr>
        <w:br/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действиях,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органом,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предоставляющим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МФЦ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37" w:history="1">
        <w:r w:rsidRPr="009A32D8">
          <w:rPr>
            <w:rFonts w:ascii="Times New Roman" w:hAnsi="Times New Roman"/>
            <w:sz w:val="28"/>
            <w:szCs w:val="28"/>
          </w:rPr>
          <w:t>частью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1.1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статьи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16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kern w:val="28"/>
          <w:sz w:val="28"/>
          <w:szCs w:val="28"/>
        </w:rPr>
        <w:t>Закона</w:t>
      </w:r>
      <w:r w:rsidR="00A1065B" w:rsidRPr="009A32D8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kern w:val="28"/>
          <w:sz w:val="28"/>
          <w:szCs w:val="28"/>
        </w:rPr>
        <w:t>210-ФЗ</w:t>
      </w:r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незамедлительного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выявленных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нарушений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оказании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приносятся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извинения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доставленные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неудобства,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дальнейших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действиях,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которые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совершить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</w:p>
    <w:p w:rsidR="00D71AEF" w:rsidRPr="009A32D8" w:rsidRDefault="00D71AEF" w:rsidP="00BE2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37.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признания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подлежащей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удовлетворению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ответе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заявителю,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8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статьи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11.2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38" w:tooltip="Федеральный закон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Федерального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закона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210-ФЗ</w:t>
        </w:r>
      </w:hyperlink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даются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аргументированные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разъяснения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причинах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обжалования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принятого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решения.</w:t>
      </w:r>
    </w:p>
    <w:p w:rsidR="00D71AEF" w:rsidRPr="009A32D8" w:rsidRDefault="00D71AEF" w:rsidP="00BE286A">
      <w:pPr>
        <w:pStyle w:val="ConsPlusNormal"/>
        <w:tabs>
          <w:tab w:val="left" w:pos="993"/>
        </w:tabs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9A32D8">
        <w:rPr>
          <w:sz w:val="28"/>
          <w:szCs w:val="28"/>
        </w:rPr>
        <w:t>38.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случае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установления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ходе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результатам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рассмотрения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признаков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состава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административного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правонарушения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или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преступления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должностное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лицо,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работник,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наделенные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полномочиями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рассмотрению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жалоб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соответствии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с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настоящим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Разделом,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незамедлительно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направляют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имеющиеся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материалы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в</w:t>
      </w:r>
      <w:r w:rsidR="00A1065B" w:rsidRPr="009A32D8">
        <w:rPr>
          <w:sz w:val="28"/>
          <w:szCs w:val="28"/>
        </w:rPr>
        <w:t xml:space="preserve"> </w:t>
      </w:r>
      <w:r w:rsidRPr="009A32D8">
        <w:rPr>
          <w:sz w:val="28"/>
          <w:szCs w:val="28"/>
        </w:rPr>
        <w:t>прокуратуру.</w:t>
      </w:r>
    </w:p>
    <w:p w:rsidR="002E6053" w:rsidRPr="009A32D8" w:rsidRDefault="002E6053" w:rsidP="00BE286A">
      <w:pPr>
        <w:ind w:left="-3" w:right="31" w:firstLine="709"/>
        <w:jc w:val="both"/>
        <w:rPr>
          <w:rFonts w:ascii="Times New Roman" w:hAnsi="Times New Roman"/>
          <w:sz w:val="28"/>
          <w:szCs w:val="28"/>
        </w:rPr>
      </w:pPr>
    </w:p>
    <w:p w:rsidR="002E6053" w:rsidRPr="009A32D8" w:rsidRDefault="002E6053" w:rsidP="00E37B43">
      <w:pPr>
        <w:ind w:firstLine="709"/>
        <w:rPr>
          <w:rFonts w:ascii="Times New Roman" w:hAnsi="Times New Roman"/>
          <w:sz w:val="28"/>
          <w:szCs w:val="28"/>
        </w:rPr>
        <w:sectPr w:rsidR="002E6053" w:rsidRPr="009A32D8" w:rsidSect="00E37B43">
          <w:headerReference w:type="even" r:id="rId39"/>
          <w:headerReference w:type="default" r:id="rId40"/>
          <w:footerReference w:type="even" r:id="rId41"/>
          <w:footerReference w:type="default" r:id="rId42"/>
          <w:pgSz w:w="11906" w:h="16838"/>
          <w:pgMar w:top="851" w:right="850" w:bottom="1134" w:left="1701" w:header="720" w:footer="720" w:gutter="0"/>
          <w:cols w:space="720"/>
          <w:titlePg/>
          <w:docGrid w:linePitch="326"/>
        </w:sectPr>
      </w:pPr>
    </w:p>
    <w:p w:rsidR="00DF608D" w:rsidRPr="009A32D8" w:rsidRDefault="006E0EB7" w:rsidP="00A1065B">
      <w:pPr>
        <w:ind w:left="4536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1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2E6053" w:rsidRPr="009A32D8" w:rsidRDefault="00D53915" w:rsidP="006A4A56">
      <w:pPr>
        <w:ind w:left="4536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к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регламенту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«</w:t>
      </w:r>
      <w:r w:rsidR="006A4A56" w:rsidRPr="006A4A56">
        <w:rPr>
          <w:rFonts w:ascii="Times New Roman" w:hAnsi="Times New Roman"/>
          <w:bCs/>
          <w:kern w:val="28"/>
          <w:sz w:val="28"/>
          <w:szCs w:val="28"/>
        </w:rPr>
        <w:t>Запись на обучение по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A4A56">
        <w:rPr>
          <w:rFonts w:ascii="Times New Roman" w:hAnsi="Times New Roman"/>
          <w:bCs/>
          <w:kern w:val="28"/>
          <w:sz w:val="28"/>
          <w:szCs w:val="28"/>
        </w:rPr>
        <w:t>д</w:t>
      </w:r>
      <w:r w:rsidR="006A4A56" w:rsidRPr="006A4A56">
        <w:rPr>
          <w:rFonts w:ascii="Times New Roman" w:hAnsi="Times New Roman"/>
          <w:bCs/>
          <w:kern w:val="28"/>
          <w:sz w:val="28"/>
          <w:szCs w:val="28"/>
        </w:rPr>
        <w:t>ополнительной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A4A56" w:rsidRPr="006A4A56">
        <w:rPr>
          <w:rFonts w:ascii="Times New Roman" w:hAnsi="Times New Roman"/>
          <w:bCs/>
          <w:kern w:val="28"/>
          <w:sz w:val="28"/>
          <w:szCs w:val="28"/>
        </w:rPr>
        <w:t xml:space="preserve">общеобразовательной 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>п</w:t>
      </w:r>
      <w:r w:rsidR="006A4A56" w:rsidRPr="006A4A56">
        <w:rPr>
          <w:rFonts w:ascii="Times New Roman" w:hAnsi="Times New Roman"/>
          <w:bCs/>
          <w:kern w:val="28"/>
          <w:sz w:val="28"/>
          <w:szCs w:val="28"/>
        </w:rPr>
        <w:t>рограмме»</w:t>
      </w:r>
    </w:p>
    <w:p w:rsidR="00DF608D" w:rsidRPr="009A32D8" w:rsidRDefault="00DF608D" w:rsidP="00A1065B">
      <w:pPr>
        <w:pStyle w:val="1"/>
        <w:ind w:left="4609" w:right="31" w:firstLine="709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:rsidR="002E6053" w:rsidRPr="009A32D8" w:rsidRDefault="006E0EB7" w:rsidP="00A1065B">
      <w:pPr>
        <w:pStyle w:val="1"/>
        <w:ind w:right="31" w:firstLine="0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нормативных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правовых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актов,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регулирующих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предоставление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(с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указанием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их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реквизитов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источников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официального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опубликования)</w:t>
      </w:r>
    </w:p>
    <w:p w:rsidR="002E6053" w:rsidRPr="009A32D8" w:rsidRDefault="00A1065B" w:rsidP="00E37B43">
      <w:pPr>
        <w:spacing w:line="259" w:lineRule="auto"/>
        <w:ind w:right="12" w:firstLine="709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734D3B" w:rsidP="007A63C6">
      <w:pPr>
        <w:numPr>
          <w:ilvl w:val="0"/>
          <w:numId w:val="7"/>
        </w:numPr>
        <w:spacing w:after="10" w:line="252" w:lineRule="auto"/>
        <w:ind w:right="31" w:firstLine="709"/>
        <w:rPr>
          <w:rFonts w:ascii="Times New Roman" w:hAnsi="Times New Roman"/>
          <w:sz w:val="28"/>
          <w:szCs w:val="28"/>
        </w:rPr>
      </w:pPr>
      <w:hyperlink r:id="rId43" w:tooltip="Конституция Российской Федерации" w:history="1">
        <w:r w:rsidR="007A63C6" w:rsidRPr="009A32D8">
          <w:rPr>
            <w:rStyle w:val="a3"/>
            <w:rFonts w:ascii="Times New Roman" w:hAnsi="Times New Roman"/>
            <w:sz w:val="28"/>
            <w:szCs w:val="28"/>
          </w:rPr>
          <w:t>Конституция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принятая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всенародным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голосованием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12.12.1993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237,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25.12.1993);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E37B43">
      <w:pPr>
        <w:numPr>
          <w:ilvl w:val="0"/>
          <w:numId w:val="7"/>
        </w:numPr>
        <w:ind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Конвенция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ребенка,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одобренная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Генеральной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Ассамблеей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20.11.1989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(«Сборник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международных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договоров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СССР»,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выпуск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XLVI,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1993);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numPr>
          <w:ilvl w:val="0"/>
          <w:numId w:val="7"/>
        </w:numPr>
        <w:ind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Федеральный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44" w:tooltip="Федеральный закон от 29.12.2012 № 273-ФЗ &quot;Об образовании в Российской Федерации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29.12.2012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273-ФЗ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45" w:tooltip="Федеральный закон от 29.12.2012 N 273-ФЗ &quot;Об образовании в Российской Федерации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образовании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в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Российской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Федерации»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(Официальный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интернет-портал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http://www.pravo.gov.ru,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30.</w:t>
      </w:r>
      <w:r w:rsidRPr="009A32D8">
        <w:rPr>
          <w:rFonts w:ascii="Times New Roman" w:hAnsi="Times New Roman"/>
          <w:sz w:val="28"/>
          <w:szCs w:val="28"/>
        </w:rPr>
        <w:t>12.2012,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31.12.2012,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53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7598,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303,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31.12.2012);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ind w:left="-3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4.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46" w:tooltip="Федеральный закон от 04.12.2007 № 329-ФЗ &quot;О физической культуре и спорте в Российской Федерации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04.12.2007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329-ФЗ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культуре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276,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08.12.2007,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10.12.2007,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50,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6242,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«Парламентская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178-180,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14.12.2007);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numPr>
          <w:ilvl w:val="2"/>
          <w:numId w:val="9"/>
        </w:numPr>
        <w:ind w:left="0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Федеральный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47" w:tooltip="Федеральный закон от 06.10.2003 № 131-ФЗ &quot;Об общих принципах организации местного самоуправления в Российской Федерации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06.10.2003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131-ФЗ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48" w:tooltip="29.12.2017 № 463-ФЗ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«Об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общих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принципах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организации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местного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самоуправления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в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Российской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Федерации»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06.10.2003,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40,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3822,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«Парламентская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186,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08.10.2003,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08.10.2003);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numPr>
          <w:ilvl w:val="2"/>
          <w:numId w:val="9"/>
        </w:numPr>
        <w:ind w:left="0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Федеральный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49" w:tooltip="Федеральный закон от 02.05.2006 № 59-ФЗ &quot;О порядке рассмотрения обращений граждан Российской Федерации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02.05.2006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59-ФЗ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0" w:tooltip="Федеральный закон от 02.05.2006 N 59-ФЗ &quot;О порядке рассмотрения обращений граждан Российской Федерации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порядке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рассмотрения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обращений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граждан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Российской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Федерации»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95,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05.05.2006,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08.05.2006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19,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2060,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«Парламентская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70-71,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11.05.2006);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numPr>
          <w:ilvl w:val="2"/>
          <w:numId w:val="9"/>
        </w:numPr>
        <w:spacing w:after="10" w:line="252" w:lineRule="auto"/>
        <w:ind w:left="0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Федеральный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1" w:tooltip="Федеральный закон от 27.07.2006 № 152-ФЗ &quot;О персональных данных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27.07.2006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152-ФЗ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2" w:tooltip="Федеральный закон от 27.07.2006 N 152-ФЗ &quot;О персональных данных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персональных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данных»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165,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29.07.2006,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30.</w:t>
      </w:r>
      <w:r w:rsidRPr="009A32D8">
        <w:rPr>
          <w:rFonts w:ascii="Times New Roman" w:hAnsi="Times New Roman"/>
          <w:sz w:val="28"/>
          <w:szCs w:val="28"/>
        </w:rPr>
        <w:t>07.2006,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ч.),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3451,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«Парламентская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126-127,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03.08.2006);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ind w:left="-3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8.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3" w:tooltip="Паспорт иностранного гражданина либо иной документ, установленный Федеральным законом от 25.07.2002 № 115-ФЗ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25.07.2002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115-ФЗ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положении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иностранных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граждан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29.07.2002,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3032,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140,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31.0</w:t>
      </w:r>
      <w:r w:rsidR="007A63C6" w:rsidRPr="009A32D8">
        <w:rPr>
          <w:rFonts w:ascii="Times New Roman" w:hAnsi="Times New Roman"/>
          <w:sz w:val="28"/>
          <w:szCs w:val="28"/>
        </w:rPr>
        <w:t>7.2002,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«Парламентская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144,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31.07.2002);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734D3B" w:rsidP="00E37B43">
      <w:pPr>
        <w:numPr>
          <w:ilvl w:val="0"/>
          <w:numId w:val="10"/>
        </w:numPr>
        <w:ind w:right="31" w:firstLine="709"/>
        <w:rPr>
          <w:rFonts w:ascii="Times New Roman" w:hAnsi="Times New Roman"/>
          <w:sz w:val="28"/>
          <w:szCs w:val="28"/>
        </w:rPr>
      </w:pPr>
      <w:hyperlink r:id="rId54" w:tooltip="Семейный кодекс Российской Федерации" w:history="1"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Семейный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6E0EB7" w:rsidRPr="009A32D8">
          <w:rPr>
            <w:rStyle w:val="a3"/>
            <w:rFonts w:ascii="Times New Roman" w:hAnsi="Times New Roman"/>
            <w:sz w:val="28"/>
            <w:szCs w:val="28"/>
          </w:rPr>
          <w:t>кодекс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29.12.1995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223-ФЗ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01.01.1996,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16,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17,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27.01.1996);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numPr>
          <w:ilvl w:val="0"/>
          <w:numId w:val="10"/>
        </w:numPr>
        <w:spacing w:line="259" w:lineRule="auto"/>
        <w:ind w:left="8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постановление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5" w:tooltip="Постановление Правительства Российской Федерации от 10.07.2013 № 584 " w:history="1">
        <w:r w:rsidR="007A63C6" w:rsidRPr="009A32D8">
          <w:rPr>
            <w:rStyle w:val="a3"/>
            <w:rFonts w:ascii="Times New Roman" w:hAnsi="Times New Roman"/>
            <w:sz w:val="28"/>
            <w:szCs w:val="28"/>
          </w:rPr>
          <w:t>10.07.2013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7A63C6"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7A63C6" w:rsidRPr="009A32D8">
          <w:rPr>
            <w:rStyle w:val="a3"/>
            <w:rFonts w:ascii="Times New Roman" w:hAnsi="Times New Roman"/>
            <w:sz w:val="28"/>
            <w:szCs w:val="28"/>
          </w:rPr>
          <w:t>584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«Единая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идентификации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аутентификации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инфраструктуре,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</w:t>
      </w:r>
      <w:r w:rsidR="003370C1" w:rsidRPr="009A32D8">
        <w:rPr>
          <w:rFonts w:ascii="Times New Roman" w:hAnsi="Times New Roman"/>
          <w:sz w:val="28"/>
          <w:szCs w:val="28"/>
        </w:rPr>
        <w:t>-</w:t>
      </w:r>
      <w:r w:rsidRPr="009A32D8">
        <w:rPr>
          <w:rFonts w:ascii="Times New Roman" w:hAnsi="Times New Roman"/>
          <w:sz w:val="28"/>
          <w:szCs w:val="28"/>
        </w:rPr>
        <w:t>технологическое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используемых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(Официальный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интернет-портал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http://www.pravo.gov.ru,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20.07.2013,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29.07.2013,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(часть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II),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4108);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numPr>
          <w:ilvl w:val="0"/>
          <w:numId w:val="10"/>
        </w:numPr>
        <w:ind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постановление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</w:t>
      </w:r>
      <w:r w:rsidR="007A63C6" w:rsidRPr="009A32D8">
        <w:rPr>
          <w:rFonts w:ascii="Times New Roman" w:hAnsi="Times New Roman"/>
          <w:sz w:val="28"/>
          <w:szCs w:val="28"/>
        </w:rPr>
        <w:t>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6" w:tooltip="Постановление Правительства Российской Федерации от 28.11.2011 № 977 " w:history="1">
        <w:r w:rsidR="007A63C6" w:rsidRPr="009A32D8">
          <w:rPr>
            <w:rStyle w:val="a3"/>
            <w:rFonts w:ascii="Times New Roman" w:hAnsi="Times New Roman"/>
            <w:sz w:val="28"/>
            <w:szCs w:val="28"/>
          </w:rPr>
          <w:t>28.11.2011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7A63C6"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="007A63C6" w:rsidRPr="009A32D8">
          <w:rPr>
            <w:rStyle w:val="a3"/>
            <w:rFonts w:ascii="Times New Roman" w:hAnsi="Times New Roman"/>
            <w:sz w:val="28"/>
            <w:szCs w:val="28"/>
          </w:rPr>
          <w:t>977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«Единая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система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идентификации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аутентификации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инфраструктуре,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обеспечивающей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информационно-технологическое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взаимодействие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информационных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используемых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электронной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форме»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(«Собрание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законодательства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05.12.2011,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49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5),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ст.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7284»);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A63C6">
      <w:pPr>
        <w:numPr>
          <w:ilvl w:val="0"/>
          <w:numId w:val="10"/>
        </w:numPr>
        <w:ind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приказ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Министерства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просвещения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7" w:tooltip="Приказ Министерства просвещения Российской Федерации от 09.11.2018 № 196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09.11.2018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196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утверждении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</w:t>
      </w:r>
      <w:r w:rsidR="007A63C6" w:rsidRPr="009A32D8">
        <w:rPr>
          <w:rFonts w:ascii="Times New Roman" w:hAnsi="Times New Roman"/>
          <w:sz w:val="28"/>
          <w:szCs w:val="28"/>
        </w:rPr>
        <w:t>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образовательной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7A63C6" w:rsidRPr="009A32D8">
        <w:rPr>
          <w:rFonts w:ascii="Times New Roman" w:hAnsi="Times New Roman"/>
          <w:sz w:val="28"/>
          <w:szCs w:val="28"/>
        </w:rPr>
        <w:t>деятельности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общеобразовательным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(Официальный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интернет-портал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http://www.pravo.gov.ru,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30.11.2018);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E37B43">
      <w:pPr>
        <w:numPr>
          <w:ilvl w:val="0"/>
          <w:numId w:val="10"/>
        </w:numPr>
        <w:ind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приказ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Министерства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культуры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8" w:tooltip="Приказ Министерства культуры Российской Федерации от 14.08.2013 № 1145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14.08.2013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1145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утверждении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предпрофессиональным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искусств»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(«Российская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газета»,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24,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05.02.2014);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E37B43">
      <w:pPr>
        <w:numPr>
          <w:ilvl w:val="0"/>
          <w:numId w:val="10"/>
        </w:numPr>
        <w:ind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постановление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43DC9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043DC9" w:rsidRPr="009A32D8">
        <w:rPr>
          <w:rFonts w:ascii="Times New Roman" w:hAnsi="Times New Roman"/>
          <w:sz w:val="28"/>
          <w:szCs w:val="28"/>
        </w:rPr>
        <w:t>области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внедрении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системы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персонифицированного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финансирования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детей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РФ»;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8F2879" w:rsidP="007A63C6">
      <w:pPr>
        <w:numPr>
          <w:ilvl w:val="0"/>
          <w:numId w:val="11"/>
        </w:numPr>
        <w:spacing w:line="249" w:lineRule="auto"/>
        <w:ind w:left="10" w:right="6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Устав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области</w:t>
      </w:r>
      <w:r w:rsidR="00971BD9" w:rsidRPr="009A32D8">
        <w:rPr>
          <w:rFonts w:ascii="Times New Roman" w:hAnsi="Times New Roman"/>
          <w:sz w:val="28"/>
          <w:szCs w:val="28"/>
        </w:rPr>
        <w:t>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971BD9">
      <w:pPr>
        <w:numPr>
          <w:ilvl w:val="0"/>
          <w:numId w:val="11"/>
        </w:numPr>
        <w:ind w:left="0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правовые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3370C1" w:rsidRPr="009A32D8">
        <w:rPr>
          <w:rFonts w:ascii="Times New Roman" w:hAnsi="Times New Roman"/>
          <w:sz w:val="28"/>
          <w:szCs w:val="28"/>
        </w:rPr>
        <w:t>Администрации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3370C1"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3370C1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3370C1" w:rsidRPr="009A32D8">
        <w:rPr>
          <w:rFonts w:ascii="Times New Roman" w:hAnsi="Times New Roman"/>
          <w:sz w:val="28"/>
          <w:szCs w:val="28"/>
        </w:rPr>
        <w:t>района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3370C1" w:rsidRPr="009A32D8">
        <w:rPr>
          <w:rFonts w:ascii="Times New Roman" w:hAnsi="Times New Roman"/>
          <w:sz w:val="28"/>
          <w:szCs w:val="28"/>
        </w:rPr>
        <w:t>Омской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3370C1" w:rsidRPr="009A32D8">
        <w:rPr>
          <w:rFonts w:ascii="Times New Roman" w:hAnsi="Times New Roman"/>
          <w:sz w:val="28"/>
          <w:szCs w:val="28"/>
        </w:rPr>
        <w:t>области</w:t>
      </w:r>
      <w:r w:rsidRPr="009A32D8">
        <w:rPr>
          <w:rFonts w:ascii="Times New Roman" w:hAnsi="Times New Roman"/>
          <w:sz w:val="28"/>
          <w:szCs w:val="28"/>
        </w:rPr>
        <w:t>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971BD9">
      <w:pPr>
        <w:numPr>
          <w:ilvl w:val="0"/>
          <w:numId w:val="11"/>
        </w:numPr>
        <w:ind w:left="0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Устав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971BD9">
      <w:pPr>
        <w:numPr>
          <w:ilvl w:val="0"/>
          <w:numId w:val="11"/>
        </w:numPr>
        <w:ind w:left="0" w:right="31" w:firstLine="70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локальные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правовые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D30ED7" w:rsidRPr="009A32D8" w:rsidRDefault="00EF56C4">
      <w:pPr>
        <w:spacing w:after="538" w:line="249" w:lineRule="auto"/>
        <w:ind w:left="2286" w:right="1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br w:type="page"/>
      </w:r>
    </w:p>
    <w:p w:rsidR="00D30ED7" w:rsidRPr="009A32D8" w:rsidRDefault="006E0EB7" w:rsidP="00EF56C4">
      <w:pPr>
        <w:ind w:left="4536" w:hanging="11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2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30A70" w:rsidRPr="009A32D8" w:rsidRDefault="003370C1" w:rsidP="00F30A70">
      <w:pPr>
        <w:ind w:left="4536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к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регламенту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0A70" w:rsidRPr="009A32D8">
        <w:rPr>
          <w:rFonts w:ascii="Times New Roman" w:hAnsi="Times New Roman"/>
          <w:bCs/>
          <w:kern w:val="28"/>
          <w:sz w:val="28"/>
          <w:szCs w:val="28"/>
        </w:rPr>
        <w:t>«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>Запись на обучение по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 xml:space="preserve"> д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>ополнительной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 xml:space="preserve">общеобразовательной 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>п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>рограмме»</w:t>
      </w:r>
    </w:p>
    <w:p w:rsidR="00F30A70" w:rsidRPr="009A32D8" w:rsidRDefault="00F30A70" w:rsidP="00F30A70">
      <w:pPr>
        <w:pStyle w:val="1"/>
        <w:ind w:left="4609" w:right="31" w:firstLine="709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</w:p>
    <w:p w:rsidR="002E6053" w:rsidRPr="009A32D8" w:rsidRDefault="006E0EB7" w:rsidP="00462A10">
      <w:pPr>
        <w:pStyle w:val="1"/>
        <w:ind w:left="3402" w:right="31" w:firstLine="0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Форма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Запроса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6053" w:rsidRPr="009A32D8" w:rsidRDefault="00A1065B" w:rsidP="00462A10">
      <w:pPr>
        <w:spacing w:after="19" w:line="259" w:lineRule="auto"/>
        <w:ind w:left="3402" w:right="2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spacing w:line="259" w:lineRule="auto"/>
        <w:ind w:left="3119" w:right="2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______________________________________________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ind w:left="3119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(наименование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Организации)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spacing w:after="10" w:line="252" w:lineRule="auto"/>
        <w:ind w:left="3119" w:right="6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______________________________________________,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462A10">
      <w:pPr>
        <w:spacing w:after="10" w:line="252" w:lineRule="auto"/>
        <w:ind w:left="3119" w:right="6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Ф.И.О.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(наименование)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462A10">
      <w:pPr>
        <w:ind w:left="3119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spacing w:after="10" w:line="252" w:lineRule="auto"/>
        <w:ind w:left="3119" w:right="136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почтовый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адрес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(при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необходимости)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462A10">
      <w:pPr>
        <w:ind w:left="3119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ind w:left="3119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(контактный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телефон)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462A10">
      <w:pPr>
        <w:ind w:left="3119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ind w:left="3119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(адрес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электронной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почты)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462A10">
      <w:pPr>
        <w:ind w:left="3119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462A10">
      <w:pPr>
        <w:spacing w:after="10" w:line="252" w:lineRule="auto"/>
        <w:ind w:left="3119" w:right="6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462A10">
      <w:pPr>
        <w:spacing w:after="10" w:line="252" w:lineRule="auto"/>
        <w:ind w:left="3119" w:right="6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(реквизиты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spacing w:after="10" w:line="252" w:lineRule="auto"/>
        <w:ind w:left="3119" w:right="6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__________________________________________________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62A10">
      <w:pPr>
        <w:spacing w:line="259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77112A">
      <w:pPr>
        <w:pStyle w:val="2"/>
        <w:ind w:right="9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Запрос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</w:p>
    <w:p w:rsidR="002E6053" w:rsidRPr="009A32D8" w:rsidRDefault="00A1065B">
      <w:pPr>
        <w:spacing w:line="259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Прошу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Муниципальную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lastRenderedPageBreak/>
        <w:t>реализующие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общеобразовательные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подготовки»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целях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______________________________________________________</w:t>
      </w:r>
      <w:r w:rsidR="0077112A" w:rsidRPr="009A32D8">
        <w:rPr>
          <w:rFonts w:ascii="Times New Roman" w:hAnsi="Times New Roman"/>
          <w:sz w:val="28"/>
          <w:szCs w:val="28"/>
        </w:rPr>
        <w:t>_______________________</w:t>
      </w:r>
    </w:p>
    <w:p w:rsidR="002E6053" w:rsidRPr="009A32D8" w:rsidRDefault="006E0EB7">
      <w:pPr>
        <w:spacing w:line="249" w:lineRule="auto"/>
        <w:ind w:left="10" w:right="63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(фамилия,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ребенка)</w:t>
      </w:r>
      <w:r w:rsidR="00A1065B" w:rsidRPr="009A32D8">
        <w:rPr>
          <w:rFonts w:ascii="Times New Roman" w:hAnsi="Times New Roman"/>
          <w:i/>
          <w:sz w:val="28"/>
          <w:szCs w:val="28"/>
        </w:rPr>
        <w:t xml:space="preserve"> </w:t>
      </w:r>
      <w:r w:rsidRPr="009A32D8">
        <w:rPr>
          <w:rFonts w:ascii="Times New Roman" w:hAnsi="Times New Roman"/>
          <w:i/>
          <w:sz w:val="28"/>
          <w:szCs w:val="28"/>
        </w:rPr>
        <w:t>–</w:t>
      </w:r>
      <w:r w:rsidR="00A1065B" w:rsidRPr="009A32D8">
        <w:rPr>
          <w:rFonts w:ascii="Times New Roman" w:hAnsi="Times New Roman"/>
          <w:i/>
          <w:sz w:val="28"/>
          <w:szCs w:val="28"/>
        </w:rPr>
        <w:t xml:space="preserve"> </w:t>
      </w:r>
      <w:r w:rsidRPr="009A32D8">
        <w:rPr>
          <w:rFonts w:ascii="Times New Roman" w:hAnsi="Times New Roman"/>
          <w:i/>
          <w:sz w:val="28"/>
          <w:szCs w:val="28"/>
        </w:rPr>
        <w:t>обязательное</w:t>
      </w:r>
      <w:r w:rsidR="00A1065B" w:rsidRPr="009A32D8">
        <w:rPr>
          <w:rFonts w:ascii="Times New Roman" w:hAnsi="Times New Roman"/>
          <w:i/>
          <w:sz w:val="28"/>
          <w:szCs w:val="28"/>
        </w:rPr>
        <w:t xml:space="preserve"> </w:t>
      </w:r>
      <w:r w:rsidRPr="009A32D8">
        <w:rPr>
          <w:rFonts w:ascii="Times New Roman" w:hAnsi="Times New Roman"/>
          <w:i/>
          <w:sz w:val="28"/>
          <w:szCs w:val="28"/>
        </w:rPr>
        <w:t>поле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77112A" w:rsidRPr="009A32D8" w:rsidRDefault="006E0EB7">
      <w:pPr>
        <w:ind w:left="2609" w:right="31" w:hanging="261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на____________________________________________________</w:t>
      </w:r>
      <w:r w:rsidR="0077112A" w:rsidRPr="009A32D8">
        <w:rPr>
          <w:rFonts w:ascii="Times New Roman" w:hAnsi="Times New Roman"/>
          <w:sz w:val="28"/>
          <w:szCs w:val="28"/>
        </w:rPr>
        <w:t>_______________________</w:t>
      </w:r>
    </w:p>
    <w:p w:rsidR="002E6053" w:rsidRPr="009A32D8" w:rsidRDefault="00A1065B">
      <w:pPr>
        <w:ind w:left="2609" w:right="31" w:hanging="261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(специальность,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отделение)</w:t>
      </w:r>
      <w:r w:rsidRPr="009A32D8">
        <w:rPr>
          <w:rFonts w:ascii="Times New Roman" w:hAnsi="Times New Roman"/>
          <w:i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i/>
          <w:sz w:val="28"/>
          <w:szCs w:val="28"/>
        </w:rPr>
        <w:t>–</w:t>
      </w:r>
      <w:r w:rsidRPr="009A32D8">
        <w:rPr>
          <w:rFonts w:ascii="Times New Roman" w:hAnsi="Times New Roman"/>
          <w:i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i/>
          <w:sz w:val="28"/>
          <w:szCs w:val="28"/>
        </w:rPr>
        <w:t>обязательное</w:t>
      </w:r>
      <w:r w:rsidRPr="009A32D8">
        <w:rPr>
          <w:rFonts w:ascii="Times New Roman" w:hAnsi="Times New Roman"/>
          <w:i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i/>
          <w:sz w:val="28"/>
          <w:szCs w:val="28"/>
        </w:rPr>
        <w:t>поле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1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лицензией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ведения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деятельности,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свидетельством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государственной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аккредитации,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правилами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поведения,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правилами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отчисления,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режимом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ознакомлен(а).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" w:line="252" w:lineRule="auto"/>
        <w:ind w:left="10" w:right="60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____________________________________________________________________________,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даю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бессрочное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согласие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(до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отзыва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мною)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использование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обработку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персональных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ребенка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процедур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рамках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субъекта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Российской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Федерации,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реализующие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общеобразовательные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подготовки».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Отзыв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согласия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случаях,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предусмотренных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59">
        <w:r w:rsidRPr="009A32D8">
          <w:rPr>
            <w:rFonts w:ascii="Times New Roman" w:hAnsi="Times New Roman"/>
            <w:sz w:val="28"/>
            <w:szCs w:val="28"/>
          </w:rPr>
          <w:t>Федеральным</w:t>
        </w:r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Fonts w:ascii="Times New Roman" w:hAnsi="Times New Roman"/>
            <w:sz w:val="28"/>
            <w:szCs w:val="28"/>
          </w:rPr>
          <w:t>законом</w:t>
        </w:r>
      </w:hyperlink>
      <w:hyperlink r:id="rId60">
        <w:r w:rsidR="00A1065B" w:rsidRPr="009A32D8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9A32D8">
        <w:rPr>
          <w:rFonts w:ascii="Times New Roman" w:hAnsi="Times New Roman"/>
          <w:sz w:val="28"/>
          <w:szCs w:val="28"/>
        </w:rPr>
        <w:t>от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61" w:tooltip="Федеральный закон от 27.07.2006 № 152-ФЗ &quot;О персональных данных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27.07.2006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№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152-ФЗ</w:t>
        </w:r>
      </w:hyperlink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hyperlink r:id="rId62" w:tooltip="Федеральный закон от 27.07.2006 N 152-ФЗ &quot;О персональных данных&quot; " w:history="1">
        <w:r w:rsidRPr="009A32D8">
          <w:rPr>
            <w:rStyle w:val="a3"/>
            <w:rFonts w:ascii="Times New Roman" w:hAnsi="Times New Roman"/>
            <w:sz w:val="28"/>
            <w:szCs w:val="28"/>
          </w:rPr>
          <w:t>«О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персональных</w:t>
        </w:r>
        <w:r w:rsidR="00A1065B" w:rsidRPr="009A32D8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  <w:r w:rsidRPr="009A32D8">
          <w:rPr>
            <w:rStyle w:val="a3"/>
            <w:rFonts w:ascii="Times New Roman" w:hAnsi="Times New Roman"/>
            <w:sz w:val="28"/>
            <w:szCs w:val="28"/>
          </w:rPr>
          <w:t>данных»</w:t>
        </w:r>
      </w:hyperlink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осуществляется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заявления,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поданного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7F6AC2">
      <w:pPr>
        <w:spacing w:line="259" w:lineRule="auto"/>
        <w:ind w:left="720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К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Запросу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прилагаю: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1879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1.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tabs>
          <w:tab w:val="center" w:pos="4452"/>
        </w:tabs>
        <w:ind w:left="-3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3.</w:t>
      </w:r>
      <w:r w:rsidR="00A1065B" w:rsidRPr="009A32D8">
        <w:rPr>
          <w:rFonts w:ascii="Times New Roman" w:eastAsia="Arial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" w:line="252" w:lineRule="auto"/>
        <w:ind w:left="10" w:right="60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(указывается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перечень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предоставляемых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Заявителем,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соответствии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пунктом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10.1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настоящего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right="2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77112A" w:rsidRPr="009A32D8" w:rsidRDefault="0077112A">
      <w:pPr>
        <w:tabs>
          <w:tab w:val="center" w:pos="1887"/>
          <w:tab w:val="center" w:pos="5425"/>
          <w:tab w:val="right" w:pos="10293"/>
        </w:tabs>
        <w:spacing w:after="10" w:line="252" w:lineRule="auto"/>
        <w:rPr>
          <w:rFonts w:ascii="Times New Roman" w:hAnsi="Times New Roman"/>
          <w:sz w:val="28"/>
          <w:szCs w:val="28"/>
        </w:rPr>
      </w:pPr>
    </w:p>
    <w:p w:rsidR="0077112A" w:rsidRPr="009A32D8" w:rsidRDefault="0077112A">
      <w:pPr>
        <w:tabs>
          <w:tab w:val="center" w:pos="1887"/>
          <w:tab w:val="center" w:pos="5425"/>
          <w:tab w:val="right" w:pos="10293"/>
        </w:tabs>
        <w:spacing w:after="10" w:line="252" w:lineRule="auto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</w:t>
      </w:r>
    </w:p>
    <w:p w:rsidR="002E6053" w:rsidRPr="009A32D8" w:rsidRDefault="00A1065B">
      <w:pPr>
        <w:tabs>
          <w:tab w:val="center" w:pos="1887"/>
          <w:tab w:val="center" w:pos="5425"/>
          <w:tab w:val="right" w:pos="10293"/>
        </w:tabs>
        <w:spacing w:after="10" w:line="252" w:lineRule="auto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77112A" w:rsidRPr="009A32D8">
        <w:rPr>
          <w:rFonts w:ascii="Times New Roman" w:hAnsi="Times New Roman"/>
          <w:sz w:val="28"/>
          <w:szCs w:val="28"/>
        </w:rPr>
        <w:t>Заявитель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77112A" w:rsidRPr="009A32D8">
        <w:rPr>
          <w:rFonts w:ascii="Times New Roman" w:hAnsi="Times New Roman"/>
          <w:sz w:val="28"/>
          <w:szCs w:val="28"/>
        </w:rPr>
        <w:t>Подпись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Расшифровка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подписи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175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(представитель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after="16" w:line="259" w:lineRule="auto"/>
        <w:ind w:right="2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720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«___»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20___г.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EF56C4" w:rsidRPr="009A32D8" w:rsidRDefault="00A1065B">
      <w:pPr>
        <w:spacing w:line="259" w:lineRule="auto"/>
        <w:ind w:left="1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456F48" w:rsidRPr="009A32D8" w:rsidRDefault="00EF56C4" w:rsidP="00EF56C4">
      <w:pPr>
        <w:spacing w:line="259" w:lineRule="auto"/>
        <w:ind w:left="1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br w:type="page"/>
      </w:r>
    </w:p>
    <w:p w:rsidR="00F42F61" w:rsidRPr="009A32D8" w:rsidRDefault="006E0EB7" w:rsidP="00EF56C4">
      <w:pPr>
        <w:ind w:left="4536" w:hanging="11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3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30A70" w:rsidRPr="00F30A70" w:rsidRDefault="00D53915" w:rsidP="00F30A70">
      <w:pPr>
        <w:ind w:left="4536" w:hanging="11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к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регламенту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0A70" w:rsidRPr="00F30A70">
        <w:rPr>
          <w:rFonts w:ascii="Times New Roman" w:hAnsi="Times New Roman"/>
          <w:bCs/>
          <w:kern w:val="28"/>
          <w:sz w:val="28"/>
          <w:szCs w:val="28"/>
        </w:rPr>
        <w:t>«Запись на обучение по дополнительной общеобразовательной программе»</w:t>
      </w:r>
    </w:p>
    <w:p w:rsidR="00F42F61" w:rsidRPr="009A32D8" w:rsidRDefault="00F42F61" w:rsidP="00F42F61">
      <w:pPr>
        <w:ind w:left="4536" w:hanging="11"/>
        <w:rPr>
          <w:rFonts w:ascii="Times New Roman" w:hAnsi="Times New Roman"/>
          <w:sz w:val="28"/>
          <w:szCs w:val="28"/>
        </w:rPr>
      </w:pPr>
    </w:p>
    <w:p w:rsidR="002E6053" w:rsidRPr="009A32D8" w:rsidRDefault="006E0EB7">
      <w:pPr>
        <w:pStyle w:val="1"/>
        <w:ind w:left="1961" w:right="31" w:firstLine="0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Форма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об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отказе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6053" w:rsidRPr="009A32D8" w:rsidRDefault="006E0EB7">
      <w:pPr>
        <w:spacing w:line="249" w:lineRule="auto"/>
        <w:ind w:left="2286" w:right="2336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(Оформляется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бланке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853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line="249" w:lineRule="auto"/>
        <w:ind w:left="2286" w:right="867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Кому: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554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</w:t>
      </w:r>
      <w:r w:rsidR="004A41FA" w:rsidRPr="009A32D8">
        <w:rPr>
          <w:rFonts w:ascii="Times New Roman" w:hAnsi="Times New Roman"/>
          <w:sz w:val="28"/>
          <w:szCs w:val="28"/>
        </w:rPr>
        <w:t>_________________________</w:t>
      </w:r>
    </w:p>
    <w:p w:rsidR="002E6053" w:rsidRPr="009A32D8" w:rsidRDefault="006E0EB7">
      <w:pPr>
        <w:ind w:left="554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</w:t>
      </w:r>
      <w:r w:rsidR="004A41FA" w:rsidRPr="009A32D8">
        <w:rPr>
          <w:rFonts w:ascii="Times New Roman" w:hAnsi="Times New Roman"/>
          <w:sz w:val="28"/>
          <w:szCs w:val="28"/>
        </w:rPr>
        <w:t>_________________________</w:t>
      </w:r>
    </w:p>
    <w:p w:rsidR="002E6053" w:rsidRPr="009A32D8" w:rsidRDefault="006E0EB7">
      <w:pPr>
        <w:ind w:left="554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</w:t>
      </w:r>
      <w:r w:rsidR="004A41FA" w:rsidRPr="009A32D8">
        <w:rPr>
          <w:rFonts w:ascii="Times New Roman" w:hAnsi="Times New Roman"/>
          <w:sz w:val="28"/>
          <w:szCs w:val="28"/>
        </w:rPr>
        <w:t>____________________</w:t>
      </w:r>
      <w:r w:rsidRPr="009A32D8">
        <w:rPr>
          <w:rFonts w:ascii="Times New Roman" w:hAnsi="Times New Roman"/>
          <w:sz w:val="28"/>
          <w:szCs w:val="28"/>
        </w:rPr>
        <w:t>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" w:line="252" w:lineRule="auto"/>
        <w:ind w:left="10" w:right="170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(фамилия,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after="19" w:line="259" w:lineRule="auto"/>
        <w:ind w:right="2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pStyle w:val="2"/>
        <w:ind w:left="658" w:right="709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РЕШЕНИЕ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об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отказе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в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предоставлении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</w:p>
    <w:p w:rsidR="002E6053" w:rsidRPr="009A32D8" w:rsidRDefault="00A1065B">
      <w:pPr>
        <w:spacing w:line="259" w:lineRule="auto"/>
        <w:ind w:right="2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Организация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приняла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«Прием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5253D" w:rsidRPr="009A32D8">
        <w:rPr>
          <w:rFonts w:ascii="Times New Roman" w:hAnsi="Times New Roman"/>
          <w:sz w:val="28"/>
          <w:szCs w:val="28"/>
        </w:rPr>
        <w:t>Саргатского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5253D" w:rsidRPr="009A32D8">
        <w:rPr>
          <w:rFonts w:ascii="Times New Roman" w:hAnsi="Times New Roman"/>
          <w:sz w:val="28"/>
          <w:szCs w:val="28"/>
        </w:rPr>
        <w:t>муниципального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65253D" w:rsidRPr="009A32D8">
        <w:rPr>
          <w:rFonts w:ascii="Times New Roman" w:hAnsi="Times New Roman"/>
          <w:sz w:val="28"/>
          <w:szCs w:val="28"/>
        </w:rPr>
        <w:t>района</w:t>
      </w:r>
      <w:r w:rsidRPr="009A32D8">
        <w:rPr>
          <w:rFonts w:ascii="Times New Roman" w:hAnsi="Times New Roman"/>
          <w:sz w:val="28"/>
          <w:szCs w:val="28"/>
        </w:rPr>
        <w:t>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реализующие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дополнительные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общеобразовательные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программы,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программы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спортивной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подготовки»: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720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128" w:type="dxa"/>
        <w:tblInd w:w="-238" w:type="dxa"/>
        <w:tblCellMar>
          <w:top w:w="54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4431"/>
        <w:gridCol w:w="4439"/>
      </w:tblGrid>
      <w:tr w:rsidR="002E6053" w:rsidRPr="009A32D8" w:rsidTr="004A41FA">
        <w:trPr>
          <w:trHeight w:val="84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№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right="10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основания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отказа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Административным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регламентом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4A41FA" w:rsidP="004F6728">
            <w:pPr>
              <w:tabs>
                <w:tab w:val="center" w:pos="2617"/>
                <w:tab w:val="right" w:pos="4719"/>
              </w:tabs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Разъяснение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прич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отказа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предоставлении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4A41FA">
        <w:trPr>
          <w:trHeight w:val="36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A41FA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A41FA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A41FA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E6053" w:rsidRPr="009A32D8" w:rsidTr="004A41FA">
        <w:trPr>
          <w:trHeight w:val="2758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13.2.1.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tabs>
                <w:tab w:val="center" w:pos="2079"/>
                <w:tab w:val="right" w:pos="4323"/>
              </w:tabs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Наличие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противоречивых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сведений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приложенных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нему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противоречий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между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after="16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приложенными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нему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righ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Например,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содержит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сведения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2008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годе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рождения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ребенка,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данные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свидетельства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рождении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–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2009.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этом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случае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lastRenderedPageBreak/>
              <w:t>необходимо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указать: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«Данные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дате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рождения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ребенка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свидетельстве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рождении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различаются»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4A41FA">
        <w:trPr>
          <w:trHeight w:val="838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lastRenderedPageBreak/>
              <w:t>13.2.2.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right="10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Несоответствие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категории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кругу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лиц,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подразделе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2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Административного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регламента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основания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такого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вывода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4A41FA">
        <w:trPr>
          <w:trHeight w:val="1757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13.2.3.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38" w:lineRule="auto"/>
              <w:ind w:right="107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Несоответствие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подразделе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10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Административного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регламента,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форме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или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содержанию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требованиям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законодательства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tabs>
                <w:tab w:val="center" w:pos="2247"/>
                <w:tab w:val="right" w:pos="4719"/>
              </w:tabs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нарушений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применительно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каждому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6053" w:rsidRPr="009A32D8" w:rsidRDefault="002E6053">
      <w:pPr>
        <w:spacing w:line="259" w:lineRule="auto"/>
        <w:ind w:left="-982" w:right="14"/>
        <w:rPr>
          <w:rFonts w:ascii="Times New Roman" w:hAnsi="Times New Roman"/>
          <w:sz w:val="28"/>
          <w:szCs w:val="28"/>
        </w:rPr>
      </w:pPr>
    </w:p>
    <w:tbl>
      <w:tblPr>
        <w:tblW w:w="10024" w:type="dxa"/>
        <w:tblInd w:w="-238" w:type="dxa"/>
        <w:tblCellMar>
          <w:top w:w="54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"/>
        <w:gridCol w:w="4142"/>
        <w:gridCol w:w="3446"/>
        <w:gridCol w:w="1408"/>
      </w:tblGrid>
      <w:tr w:rsidR="002E6053" w:rsidRPr="009A32D8" w:rsidTr="002E1A0B">
        <w:trPr>
          <w:trHeight w:val="1138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13.2.4.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 w:right="10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Запрос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подан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лицом,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имеющим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полномочий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представлять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интересы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основания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такого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вывода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rPr>
          <w:trHeight w:val="67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13.2.5.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Отзыв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инициативе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реквизиты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отказе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rPr>
          <w:trHeight w:val="1392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13.2.6.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after="29" w:line="238" w:lineRule="auto"/>
              <w:ind w:left="108" w:right="10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Наличие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медицинских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противопоказаний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освоения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отдельным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видам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искусства,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физической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спорта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противопоказаний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rPr>
          <w:trHeight w:val="644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13.2.7.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tabs>
                <w:tab w:val="center" w:pos="2563"/>
                <w:tab w:val="right" w:pos="4431"/>
              </w:tabs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Отсутствие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свободных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мест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rPr>
          <w:trHeight w:val="277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lastRenderedPageBreak/>
              <w:t>13.2.8.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2E1A0B">
            <w:pPr>
              <w:spacing w:line="238" w:lineRule="auto"/>
              <w:ind w:left="108" w:right="10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Неявка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течение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4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(Четырех)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рабочих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дней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после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получения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уведомления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необходимости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личного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посещения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заключения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договора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образовании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или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неподписание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договора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посредством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функционала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Личного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кабинета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ЕПГУ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течение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4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(Четырех)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рабочих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дней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после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получения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уведомления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rPr>
          <w:trHeight w:val="2494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13.2.9.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38" w:lineRule="auto"/>
              <w:ind w:left="108" w:right="111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Доступный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остаток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обеспечения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сертификата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текущем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году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меньше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108" w:righ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стоимости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занятия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установленным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расписанием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либо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сертификат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невозможно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использовать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обучения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выбранной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программе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доступный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остаток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обеспечения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сертификата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дополнительного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rPr>
          <w:trHeight w:val="665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13.2.10.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108" w:hanging="11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Неявка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на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прохождение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вступительных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(приемных)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испытаний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rPr>
          <w:trHeight w:val="2494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13.2.11.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108" w:right="108" w:hanging="11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Непредставление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оригиналов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сведения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указаны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электронной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форме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Запроса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на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ЕПГУ,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день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вступительных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(приемных)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испытаний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либо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случае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отсутствия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необходимости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вступительных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(приемных)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испытаний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день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подписания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договора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непредст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оригиналов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-4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авленных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1A0B" w:rsidRPr="009A32D8" w:rsidTr="00073273">
        <w:trPr>
          <w:trHeight w:val="3238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A0B" w:rsidRPr="009A32D8" w:rsidRDefault="002E1A0B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lastRenderedPageBreak/>
              <w:t>13.2.12.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A0B" w:rsidRPr="009A32D8" w:rsidRDefault="002E1A0B" w:rsidP="004F6728">
            <w:pPr>
              <w:spacing w:line="259" w:lineRule="auto"/>
              <w:ind w:left="108" w:right="111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Несоответствие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оригиналов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сведениям,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указанным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или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электронной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форме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ЕПГУ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A0B" w:rsidRPr="009A32D8" w:rsidRDefault="002E1A0B" w:rsidP="004F6728">
            <w:pPr>
              <w:spacing w:line="238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противоречий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между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1A0B" w:rsidRPr="009A32D8" w:rsidRDefault="002E1A0B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оригиналами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1A0B" w:rsidRPr="009A32D8" w:rsidRDefault="002E1A0B" w:rsidP="004F6728">
            <w:pPr>
              <w:spacing w:line="259" w:lineRule="auto"/>
              <w:ind w:left="108" w:righ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Например,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содержит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сведения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номере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свидетельства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рождении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ребенка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III-МЮ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№712901,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оригинал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свидетельства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рождении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–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III-МЮ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№562901.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этом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1A0B" w:rsidRPr="009A32D8" w:rsidRDefault="002E1A0B" w:rsidP="002E1A0B">
            <w:pPr>
              <w:spacing w:line="238" w:lineRule="auto"/>
              <w:ind w:left="108" w:right="100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случае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необходимо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указать: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«Данные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серии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(номере)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свидетельства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рождении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ребенка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представленном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оригинале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различаются»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blPrEx>
          <w:tblCellMar>
            <w:right w:w="10" w:type="dxa"/>
          </w:tblCellMar>
        </w:tblPrEx>
        <w:trPr>
          <w:trHeight w:val="838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13.2.13.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108" w:hanging="11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Отрицательные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результаты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вступительных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(приемных)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испытаний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 w:right="102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какие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вступительные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(приемные)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испытания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пройдены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полученными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результатами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требуемыми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показателями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2E1A0B">
        <w:tblPrEx>
          <w:tblCellMar>
            <w:right w:w="10" w:type="dxa"/>
          </w:tblCellMar>
        </w:tblPrEx>
        <w:trPr>
          <w:trHeight w:val="3874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13.2.14.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08" w:right="9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Недостоверность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информации,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которая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содержится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документах,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представленных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Заявителем,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данным,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полученным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результате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межведомственного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информационного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взаимодействия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after="1" w:line="238" w:lineRule="auto"/>
              <w:ind w:left="108" w:right="9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противоречий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между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документами,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представленными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Заявителем,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данными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межведомственного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информационного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взаимодействия.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108" w:right="9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Например,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номер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СНИЛС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ребенка,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полученный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порядке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межведомственного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информационного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взаимодействия,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соответствует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представленному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Заявителем.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этом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случае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необходимо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указать: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«Данные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СНИЛС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ребенка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соответствуют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полученным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результате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межведомственного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информационного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взаимодействия»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6053" w:rsidRPr="009A32D8" w:rsidRDefault="006E0EB7" w:rsidP="002E1A0B">
      <w:pPr>
        <w:ind w:right="211" w:firstLine="284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вправе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повторно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обратиться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устранения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указанных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2E1A0B">
      <w:pPr>
        <w:ind w:right="206" w:firstLine="284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Данный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может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быть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обжалован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досудебном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путем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направления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жалобы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установленном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разделе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V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Административного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регламента,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также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судебном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порядке.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2E1A0B">
      <w:pPr>
        <w:ind w:right="31" w:firstLine="284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Дополнительно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информируем: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28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</w:t>
      </w:r>
    </w:p>
    <w:p w:rsidR="002E6053" w:rsidRPr="009A32D8" w:rsidRDefault="00A1065B">
      <w:pPr>
        <w:ind w:left="283" w:right="205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(указывается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информация,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необходимая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для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устранения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причин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отказа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также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иная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дополнительная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информация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наличии)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176565">
      <w:pPr>
        <w:spacing w:line="259" w:lineRule="auto"/>
        <w:ind w:left="99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28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Уполномоченный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tabs>
          <w:tab w:val="center" w:pos="992"/>
          <w:tab w:val="center" w:pos="2444"/>
          <w:tab w:val="center" w:pos="3164"/>
          <w:tab w:val="center" w:pos="3884"/>
          <w:tab w:val="center" w:pos="4604"/>
          <w:tab w:val="center" w:pos="5324"/>
          <w:tab w:val="center" w:pos="7752"/>
        </w:tabs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(подпись,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фамилия,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инициалы)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99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456F48">
      <w:pPr>
        <w:spacing w:line="259" w:lineRule="auto"/>
        <w:ind w:left="99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«_____»_______________________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20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г.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EF56C4" w:rsidRPr="009A32D8" w:rsidRDefault="00A1065B" w:rsidP="00456F48">
      <w:pPr>
        <w:spacing w:line="259" w:lineRule="auto"/>
        <w:ind w:left="139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1A0B" w:rsidRPr="009A32D8" w:rsidRDefault="00EF56C4" w:rsidP="00EF56C4">
      <w:pPr>
        <w:spacing w:line="259" w:lineRule="auto"/>
        <w:ind w:left="139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br w:type="page"/>
      </w:r>
    </w:p>
    <w:p w:rsidR="002E1A0B" w:rsidRPr="009A32D8" w:rsidRDefault="006E0EB7" w:rsidP="00EF56C4">
      <w:pPr>
        <w:ind w:left="4536" w:right="31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4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30A70" w:rsidRPr="00F30A70" w:rsidRDefault="006E0EB7" w:rsidP="00F30A70">
      <w:pPr>
        <w:ind w:left="4536" w:right="31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к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регламенту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0A70" w:rsidRPr="00F30A70">
        <w:rPr>
          <w:rFonts w:ascii="Times New Roman" w:hAnsi="Times New Roman"/>
          <w:bCs/>
          <w:kern w:val="28"/>
          <w:sz w:val="28"/>
          <w:szCs w:val="28"/>
        </w:rPr>
        <w:t>«Запись на обучение по дополнительной общеобразовательной программе»</w:t>
      </w:r>
    </w:p>
    <w:p w:rsidR="002E6053" w:rsidRPr="009A32D8" w:rsidRDefault="002E6053" w:rsidP="00EF56C4">
      <w:pPr>
        <w:spacing w:line="259" w:lineRule="auto"/>
        <w:ind w:left="278"/>
        <w:jc w:val="right"/>
        <w:rPr>
          <w:rFonts w:ascii="Times New Roman" w:hAnsi="Times New Roman"/>
          <w:bCs/>
          <w:kern w:val="28"/>
          <w:sz w:val="28"/>
          <w:szCs w:val="28"/>
        </w:rPr>
      </w:pPr>
    </w:p>
    <w:p w:rsidR="002E6053" w:rsidRPr="009A32D8" w:rsidRDefault="006E0EB7" w:rsidP="002E1A0B">
      <w:pPr>
        <w:pStyle w:val="1"/>
        <w:spacing w:after="40"/>
        <w:ind w:right="31" w:firstLine="0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Форма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об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отказе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в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приеме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документов,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необходимых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2E6053" w:rsidRPr="009A32D8" w:rsidRDefault="006E0EB7" w:rsidP="002E1A0B">
      <w:pPr>
        <w:spacing w:line="249" w:lineRule="auto"/>
        <w:ind w:right="31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(Оф</w:t>
      </w:r>
      <w:r w:rsidR="002E1A0B" w:rsidRPr="009A32D8">
        <w:rPr>
          <w:rFonts w:ascii="Times New Roman" w:hAnsi="Times New Roman"/>
          <w:sz w:val="28"/>
          <w:szCs w:val="28"/>
        </w:rPr>
        <w:t>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E1A0B"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E1A0B"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2E1A0B" w:rsidRPr="009A32D8">
        <w:rPr>
          <w:rFonts w:ascii="Times New Roman" w:hAnsi="Times New Roman"/>
          <w:sz w:val="28"/>
          <w:szCs w:val="28"/>
        </w:rPr>
        <w:t>бланке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Организации)</w:t>
      </w:r>
    </w:p>
    <w:p w:rsidR="002E6053" w:rsidRPr="009A32D8" w:rsidRDefault="00A1065B">
      <w:pPr>
        <w:spacing w:line="259" w:lineRule="auto"/>
        <w:ind w:left="994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line="249" w:lineRule="auto"/>
        <w:ind w:left="2286" w:right="726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Кому: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" w:line="252" w:lineRule="auto"/>
        <w:ind w:left="10" w:right="60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</w:t>
      </w:r>
    </w:p>
    <w:p w:rsidR="002E1A0B" w:rsidRPr="009A32D8" w:rsidRDefault="006E0EB7">
      <w:pPr>
        <w:spacing w:line="249" w:lineRule="auto"/>
        <w:ind w:left="5304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</w:t>
      </w:r>
      <w:r w:rsidR="002E1A0B" w:rsidRPr="009A32D8">
        <w:rPr>
          <w:rFonts w:ascii="Times New Roman" w:hAnsi="Times New Roman"/>
          <w:sz w:val="28"/>
          <w:szCs w:val="28"/>
        </w:rPr>
        <w:t>________________________</w:t>
      </w:r>
    </w:p>
    <w:p w:rsidR="002E6053" w:rsidRPr="009A32D8" w:rsidRDefault="006E0EB7">
      <w:pPr>
        <w:spacing w:line="249" w:lineRule="auto"/>
        <w:ind w:left="5304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(фамилия,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after="19" w:line="259" w:lineRule="auto"/>
        <w:ind w:left="278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18211D">
      <w:pPr>
        <w:pStyle w:val="2"/>
        <w:ind w:left="658" w:right="429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РЕШЕНИЕ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об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отказе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в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приеме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документов,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необходимых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для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предоставления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Муниципальной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услуги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«Прием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в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муниципальные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образовательные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организации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субъекта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Российской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Федерации,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реализующие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дополнительные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общеобразовательные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программы,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а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также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программы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спортивной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</w:rPr>
        <w:t>подготовки»</w:t>
      </w:r>
    </w:p>
    <w:p w:rsidR="002E6053" w:rsidRPr="009A32D8" w:rsidRDefault="00A1065B">
      <w:pPr>
        <w:spacing w:line="259" w:lineRule="auto"/>
        <w:ind w:left="278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F30A70">
      <w:pPr>
        <w:jc w:val="both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F30A70">
        <w:rPr>
          <w:rFonts w:ascii="Times New Roman" w:hAnsi="Times New Roman"/>
          <w:sz w:val="28"/>
          <w:szCs w:val="28"/>
        </w:rPr>
        <w:t xml:space="preserve"> </w:t>
      </w:r>
      <w:r w:rsidR="00F30A70" w:rsidRPr="00F30A70">
        <w:rPr>
          <w:rFonts w:ascii="Times New Roman" w:hAnsi="Times New Roman"/>
          <w:sz w:val="28"/>
          <w:szCs w:val="28"/>
        </w:rPr>
        <w:t>«Запись на обучение по дополнительной общеобразовательной программе»</w:t>
      </w:r>
      <w:r w:rsidR="00F30A70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отказано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следующим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основаниям: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99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646" w:type="dxa"/>
        <w:tblInd w:w="-603" w:type="dxa"/>
        <w:tblCellMar>
          <w:top w:w="54" w:type="dxa"/>
          <w:left w:w="106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4794"/>
        <w:gridCol w:w="4609"/>
      </w:tblGrid>
      <w:tr w:rsidR="002E6053" w:rsidRPr="009A32D8" w:rsidTr="0018211D">
        <w:trPr>
          <w:trHeight w:val="84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№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пункта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38" w:lineRule="auto"/>
              <w:ind w:left="379" w:right="3" w:firstLine="391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основания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отказа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Административным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right="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регламентом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196" w:hanging="130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Разъяснение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причин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отказа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приеме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30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17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5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2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6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3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8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12.1.1.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18211D">
            <w:pPr>
              <w:spacing w:line="259" w:lineRule="auto"/>
              <w:ind w:firstLine="6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Запрос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направлен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адресату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принадлежности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18211D">
            <w:pPr>
              <w:spacing w:line="238" w:lineRule="auto"/>
              <w:ind w:left="-189" w:right="865" w:firstLine="284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какая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предоставляет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услугу,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информацию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месте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нахождении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83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12.1.2.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18211D">
            <w:pPr>
              <w:spacing w:line="259" w:lineRule="auto"/>
              <w:ind w:firstLine="6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представлен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неполный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комплект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необходимых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18211D">
            <w:pPr>
              <w:spacing w:line="264" w:lineRule="auto"/>
              <w:ind w:left="-47" w:right="865" w:firstLine="284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11D" w:rsidRPr="009A32D8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непредставленный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97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lastRenderedPageBreak/>
              <w:t>12.1.3.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18211D" w:rsidP="0018211D">
            <w:pPr>
              <w:spacing w:line="259" w:lineRule="auto"/>
              <w:ind w:firstLine="6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Документы,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необходимые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услуги,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утратили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силу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18211D">
            <w:pPr>
              <w:spacing w:line="259" w:lineRule="auto"/>
              <w:ind w:left="-189" w:right="865" w:firstLine="284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основания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такого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вывода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166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12.1.4.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18211D" w:rsidP="0018211D">
            <w:pPr>
              <w:spacing w:after="30" w:line="238" w:lineRule="auto"/>
              <w:ind w:right="83" w:firstLine="6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Документы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содержат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подчистки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исп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равления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текста,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заверенные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порядке,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установленном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60" w:lineRule="auto"/>
              <w:ind w:left="2" w:firstLine="7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содержащих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подчистки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исправления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текста,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заверенные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порядке,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установленном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2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13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12.1.5.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18211D">
            <w:pPr>
              <w:spacing w:line="251" w:lineRule="auto"/>
              <w:ind w:firstLine="6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Документы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содержат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повреждения,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наличие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позволяет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полном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объеме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использовать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информацию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18211D">
            <w:pPr>
              <w:spacing w:line="259" w:lineRule="auto"/>
              <w:ind w:firstLine="6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сведения,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содержащиеся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" w:firstLine="7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содержащих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повреждения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194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12.1.6.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after="28" w:line="238" w:lineRule="auto"/>
              <w:ind w:right="109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Некорректное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заполнение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обязательных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полей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форме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интерактивного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ЕПГУ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(отсутствие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заполнения,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недостоверное,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неполное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либо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неправильное,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несоответствующее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требованиям,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установленным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Административным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регламентом)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tabs>
                <w:tab w:val="center" w:pos="1115"/>
                <w:tab w:val="center" w:pos="2717"/>
                <w:tab w:val="right" w:pos="4503"/>
              </w:tabs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обязательные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поля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38" w:lineRule="auto"/>
              <w:ind w:left="2" w:right="112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Запроса,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заполненные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Заявителем,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либо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заполненные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полном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объеме,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либо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нарушением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требований,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установленных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2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Административным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регламентом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13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12.1.7.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after="28" w:line="238" w:lineRule="auto"/>
              <w:ind w:right="1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Представление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электронных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посредством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РПГУ,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позволяющих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полном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объеме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прочитать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текст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(или)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распознать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реквизиты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710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основания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такого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вывода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111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12.1.8.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Подача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электронной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форме,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подписанных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использованием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ЭП,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принадлежащей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или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представителю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Заявителя</w:t>
            </w:r>
            <w:r w:rsidR="00A1065B" w:rsidRPr="009A32D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" w:firstLine="708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исчерпывающий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электронных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соответствующих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указанному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критерию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E6053" w:rsidRPr="009A32D8" w:rsidTr="0018211D">
        <w:trPr>
          <w:trHeight w:val="139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12.1.9.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6E0EB7" w:rsidP="004F6728">
            <w:pPr>
              <w:spacing w:after="30" w:line="238" w:lineRule="auto"/>
              <w:ind w:right="114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Поступление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Запроса,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аналогичного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ранее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зарегистрированному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Запросу,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срок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услуги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tabs>
                <w:tab w:val="center" w:pos="1049"/>
                <w:tab w:val="center" w:pos="1960"/>
                <w:tab w:val="center" w:pos="2672"/>
                <w:tab w:val="center" w:pos="3384"/>
                <w:tab w:val="right" w:pos="4688"/>
              </w:tabs>
              <w:spacing w:after="5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по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которому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не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истек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на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момент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lastRenderedPageBreak/>
              <w:t>поступления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такого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Запроса</w:t>
            </w:r>
            <w:r w:rsidR="00A1065B" w:rsidRPr="009A32D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053" w:rsidRPr="009A32D8" w:rsidRDefault="00A1065B" w:rsidP="004F6728">
            <w:pPr>
              <w:tabs>
                <w:tab w:val="center" w:pos="1115"/>
                <w:tab w:val="center" w:pos="2673"/>
                <w:tab w:val="right" w:pos="4503"/>
              </w:tabs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реквизиты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0EB7" w:rsidRPr="009A32D8">
              <w:rPr>
                <w:rFonts w:ascii="Times New Roman" w:hAnsi="Times New Roman"/>
                <w:sz w:val="28"/>
                <w:szCs w:val="28"/>
              </w:rPr>
              <w:t>ранее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E6053" w:rsidRPr="009A32D8" w:rsidRDefault="006E0EB7" w:rsidP="004F6728">
            <w:pPr>
              <w:spacing w:line="259" w:lineRule="auto"/>
              <w:ind w:left="2"/>
              <w:rPr>
                <w:rFonts w:ascii="Times New Roman" w:hAnsi="Times New Roman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sz w:val="28"/>
                <w:szCs w:val="28"/>
              </w:rPr>
              <w:t>поданного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аналогичного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32D8">
              <w:rPr>
                <w:rFonts w:ascii="Times New Roman" w:hAnsi="Times New Roman"/>
                <w:sz w:val="28"/>
                <w:szCs w:val="28"/>
              </w:rPr>
              <w:t>Запроса</w:t>
            </w:r>
            <w:r w:rsidR="00A1065B" w:rsidRPr="009A3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6053" w:rsidRPr="009A32D8" w:rsidRDefault="00A1065B">
      <w:pPr>
        <w:spacing w:line="259" w:lineRule="auto"/>
        <w:ind w:left="99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992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Дополнительно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информируем: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</w:p>
    <w:p w:rsidR="002E6053" w:rsidRPr="009A32D8" w:rsidRDefault="006E0EB7">
      <w:pPr>
        <w:ind w:left="142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</w:p>
    <w:p w:rsidR="002E6053" w:rsidRPr="009A32D8" w:rsidRDefault="006E0EB7">
      <w:pPr>
        <w:ind w:left="142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ind w:left="139" w:right="31" w:hanging="14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(указывается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информация,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необходимая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для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устранения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причин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отказа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приеме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документов,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необходимых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для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Муниципальной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услуги,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также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иная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дополнительная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информация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наличии)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65253D">
      <w:pPr>
        <w:spacing w:line="259" w:lineRule="auto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Уполномоченное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должностное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лицо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Организации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_______________________________________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ind w:left="992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(подпись,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фамилия,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инициалы)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1C7F28">
      <w:pPr>
        <w:spacing w:line="259" w:lineRule="auto"/>
        <w:ind w:left="992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992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«_____»_______________________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326066" w:rsidRPr="009A32D8" w:rsidRDefault="00EF56C4" w:rsidP="00EF56C4">
      <w:pPr>
        <w:spacing w:line="259" w:lineRule="auto"/>
        <w:ind w:left="4536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br w:type="page"/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Приложение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5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30A70" w:rsidRPr="009A32D8" w:rsidRDefault="006E0EB7" w:rsidP="00F30A70">
      <w:pPr>
        <w:ind w:left="4536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к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регламенту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0A70" w:rsidRPr="009A32D8">
        <w:rPr>
          <w:rFonts w:ascii="Times New Roman" w:hAnsi="Times New Roman"/>
          <w:bCs/>
          <w:kern w:val="28"/>
          <w:sz w:val="28"/>
          <w:szCs w:val="28"/>
        </w:rPr>
        <w:t>«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>Запись на обучение по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 xml:space="preserve"> д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>ополнительной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 xml:space="preserve">общеобразовательной </w:t>
      </w:r>
      <w:r w:rsidR="00F30A70">
        <w:rPr>
          <w:rFonts w:ascii="Times New Roman" w:hAnsi="Times New Roman"/>
          <w:bCs/>
          <w:kern w:val="28"/>
          <w:sz w:val="28"/>
          <w:szCs w:val="28"/>
        </w:rPr>
        <w:t>п</w:t>
      </w:r>
      <w:r w:rsidR="00F30A70" w:rsidRPr="006A4A56">
        <w:rPr>
          <w:rFonts w:ascii="Times New Roman" w:hAnsi="Times New Roman"/>
          <w:bCs/>
          <w:kern w:val="28"/>
          <w:sz w:val="28"/>
          <w:szCs w:val="28"/>
        </w:rPr>
        <w:t>рограмме»</w:t>
      </w:r>
    </w:p>
    <w:p w:rsidR="002E6053" w:rsidRPr="009A32D8" w:rsidRDefault="00F30A70" w:rsidP="00F30A70">
      <w:pPr>
        <w:spacing w:line="259" w:lineRule="auto"/>
        <w:ind w:left="4536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2E6053" w:rsidRPr="009A32D8" w:rsidRDefault="00A1065B" w:rsidP="00EF56C4">
      <w:pPr>
        <w:spacing w:after="19" w:line="259" w:lineRule="auto"/>
        <w:ind w:left="278"/>
        <w:jc w:val="center"/>
        <w:rPr>
          <w:rFonts w:ascii="Times New Roman" w:hAnsi="Times New Roman"/>
          <w:bCs/>
          <w:kern w:val="32"/>
          <w:sz w:val="28"/>
          <w:szCs w:val="28"/>
        </w:rPr>
      </w:pP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32"/>
          <w:sz w:val="28"/>
          <w:szCs w:val="28"/>
        </w:rPr>
        <w:t>Форма</w:t>
      </w: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32"/>
          <w:sz w:val="28"/>
          <w:szCs w:val="28"/>
        </w:rPr>
        <w:t>уведомления</w:t>
      </w: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32"/>
          <w:sz w:val="28"/>
          <w:szCs w:val="28"/>
        </w:rPr>
        <w:t>о</w:t>
      </w: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32"/>
          <w:sz w:val="28"/>
          <w:szCs w:val="28"/>
        </w:rPr>
        <w:t>назначении</w:t>
      </w: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32"/>
          <w:sz w:val="28"/>
          <w:szCs w:val="28"/>
        </w:rPr>
        <w:t>приемных</w:t>
      </w: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32"/>
          <w:sz w:val="28"/>
          <w:szCs w:val="28"/>
        </w:rPr>
        <w:t>(вступительных)</w:t>
      </w: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32"/>
          <w:sz w:val="28"/>
          <w:szCs w:val="28"/>
        </w:rPr>
        <w:t>испытаний</w:t>
      </w: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</w:p>
    <w:p w:rsidR="002E6053" w:rsidRPr="009A32D8" w:rsidRDefault="00A1065B" w:rsidP="00EF56C4">
      <w:pPr>
        <w:spacing w:line="259" w:lineRule="auto"/>
        <w:ind w:left="989"/>
        <w:jc w:val="center"/>
        <w:rPr>
          <w:rFonts w:ascii="Times New Roman" w:hAnsi="Times New Roman"/>
          <w:bCs/>
          <w:kern w:val="32"/>
          <w:sz w:val="28"/>
          <w:szCs w:val="28"/>
        </w:rPr>
      </w:pP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 </w:t>
      </w:r>
    </w:p>
    <w:p w:rsidR="002E6053" w:rsidRPr="009A32D8" w:rsidRDefault="006E0EB7">
      <w:pPr>
        <w:spacing w:line="249" w:lineRule="auto"/>
        <w:ind w:left="2286" w:right="726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Кому: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5814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</w:t>
      </w:r>
    </w:p>
    <w:p w:rsidR="002E6053" w:rsidRPr="009A32D8" w:rsidRDefault="006E0EB7">
      <w:pPr>
        <w:ind w:left="5814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" w:line="252" w:lineRule="auto"/>
        <w:ind w:left="10" w:right="230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(фамилия,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989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D71F5D">
      <w:pPr>
        <w:spacing w:after="96" w:line="259" w:lineRule="auto"/>
        <w:ind w:left="283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Настоящим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уведомляем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Вас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том,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что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кандидат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295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6" w:line="249" w:lineRule="auto"/>
        <w:ind w:left="2286" w:right="2055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(ФИО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кандидата)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91"/>
        <w:ind w:left="28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зачисление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Запросу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допущен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прохождению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время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проведения: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адрес: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__________________________________________________________.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91"/>
        <w:ind w:left="28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прохождения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приемных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(вступительных)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испытаний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2"/>
        </w:numPr>
        <w:spacing w:after="88"/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Документ,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2"/>
        </w:numPr>
        <w:spacing w:after="91"/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Документы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медицинских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противопоказаний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занятий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отдельными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искусства,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культурой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спортом;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2"/>
        </w:numPr>
        <w:spacing w:after="92"/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Документ,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2"/>
        </w:numPr>
        <w:spacing w:after="91"/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Документ,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полномочия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2"/>
        </w:numPr>
        <w:spacing w:after="91"/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Копию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свидетельства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рождении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кандидата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или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копия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паспорта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кандидата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обучение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(при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наличии).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after="95"/>
        <w:ind w:left="28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случае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неявки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для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прохождения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приемных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(вступительных)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испытаний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назначенную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дату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либо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несоответствия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поступающего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критериям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отбора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lastRenderedPageBreak/>
        <w:t>при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прохождении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приемных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(вступительных)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испытаний,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Ваш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Запрос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будет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переведен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статус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«Отказано»,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место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будет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предоставлено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следующему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заявителю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в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очереди.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283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28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Уполномоченный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работник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326066">
      <w:pPr>
        <w:tabs>
          <w:tab w:val="center" w:pos="992"/>
          <w:tab w:val="center" w:pos="2444"/>
          <w:tab w:val="center" w:pos="3164"/>
          <w:tab w:val="center" w:pos="3884"/>
          <w:tab w:val="center" w:pos="4604"/>
          <w:tab w:val="center" w:pos="5324"/>
          <w:tab w:val="center" w:pos="7722"/>
        </w:tabs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eastAsia="Calibri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(подпись,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фамилия,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инициалы)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992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«_____»_______________________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2E6053">
      <w:pPr>
        <w:rPr>
          <w:rFonts w:ascii="Times New Roman" w:hAnsi="Times New Roman"/>
          <w:sz w:val="28"/>
          <w:szCs w:val="28"/>
        </w:rPr>
        <w:sectPr w:rsidR="002E6053" w:rsidRPr="009A32D8" w:rsidSect="00E37B43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1906" w:h="16838"/>
          <w:pgMar w:top="1134" w:right="850" w:bottom="1134" w:left="1701" w:header="824" w:footer="720" w:gutter="0"/>
          <w:cols w:space="720"/>
          <w:titlePg/>
        </w:sectPr>
      </w:pPr>
    </w:p>
    <w:p w:rsidR="002E6053" w:rsidRPr="009A32D8" w:rsidRDefault="006E0EB7" w:rsidP="00EF56C4">
      <w:pPr>
        <w:spacing w:line="249" w:lineRule="auto"/>
        <w:ind w:left="2286" w:hanging="10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>Приложение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A32D8">
        <w:rPr>
          <w:rFonts w:ascii="Times New Roman" w:hAnsi="Times New Roman"/>
          <w:bCs/>
          <w:kern w:val="28"/>
          <w:sz w:val="28"/>
          <w:szCs w:val="28"/>
        </w:rPr>
        <w:t>6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30A70" w:rsidRPr="00F30A70" w:rsidRDefault="003370C1" w:rsidP="00F30A70">
      <w:pPr>
        <w:spacing w:after="10" w:line="252" w:lineRule="auto"/>
        <w:ind w:left="4602" w:right="60" w:hanging="10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>к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Административному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регламенту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предоставления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bCs/>
          <w:kern w:val="28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0A70" w:rsidRPr="00F30A70">
        <w:rPr>
          <w:rFonts w:ascii="Times New Roman" w:hAnsi="Times New Roman"/>
          <w:bCs/>
          <w:kern w:val="28"/>
          <w:sz w:val="28"/>
          <w:szCs w:val="28"/>
        </w:rPr>
        <w:t>«Запись на обучение по дополнительной общеобразовательной программе»</w:t>
      </w:r>
    </w:p>
    <w:p w:rsidR="00F30A70" w:rsidRDefault="00F30A70" w:rsidP="00EF56C4">
      <w:pPr>
        <w:pStyle w:val="1"/>
        <w:ind w:left="2045" w:right="31" w:hanging="1320"/>
        <w:rPr>
          <w:rFonts w:ascii="Times New Roman" w:hAnsi="Times New Roman" w:cs="Times New Roman"/>
          <w:b w:val="0"/>
          <w:sz w:val="28"/>
          <w:szCs w:val="28"/>
        </w:rPr>
      </w:pPr>
    </w:p>
    <w:p w:rsidR="002E6053" w:rsidRPr="009A32D8" w:rsidRDefault="006E0EB7" w:rsidP="00EF56C4">
      <w:pPr>
        <w:pStyle w:val="1"/>
        <w:ind w:left="2045" w:right="31" w:hanging="1320"/>
        <w:rPr>
          <w:rFonts w:ascii="Times New Roman" w:hAnsi="Times New Roman" w:cs="Times New Roman"/>
          <w:b w:val="0"/>
          <w:sz w:val="28"/>
          <w:szCs w:val="28"/>
        </w:rPr>
      </w:pPr>
      <w:r w:rsidRPr="009A32D8">
        <w:rPr>
          <w:rFonts w:ascii="Times New Roman" w:hAnsi="Times New Roman" w:cs="Times New Roman"/>
          <w:b w:val="0"/>
          <w:sz w:val="28"/>
          <w:szCs w:val="28"/>
        </w:rPr>
        <w:t>Форма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уведомления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посещении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подписания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договора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об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образовании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на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обучение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по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дополнительным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общеобразовательным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программам,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программам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спортивной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32D8">
        <w:rPr>
          <w:rFonts w:ascii="Times New Roman" w:hAnsi="Times New Roman" w:cs="Times New Roman"/>
          <w:b w:val="0"/>
          <w:sz w:val="28"/>
          <w:szCs w:val="28"/>
        </w:rPr>
        <w:t>подготовки</w:t>
      </w:r>
      <w:r w:rsidR="00A1065B" w:rsidRPr="009A32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6053" w:rsidRPr="009A32D8" w:rsidRDefault="006E0EB7" w:rsidP="00EF56C4">
      <w:pPr>
        <w:spacing w:line="259" w:lineRule="auto"/>
        <w:ind w:right="63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(оформляется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официальном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бланке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EF56C4">
      <w:pPr>
        <w:spacing w:line="259" w:lineRule="auto"/>
        <w:ind w:right="3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Кому: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" w:line="252" w:lineRule="auto"/>
        <w:ind w:left="10" w:right="419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spacing w:after="10" w:line="252" w:lineRule="auto"/>
        <w:ind w:left="10" w:right="158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(фамилия,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имя,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отчество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физического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лица)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pStyle w:val="2"/>
        <w:ind w:left="658" w:right="702"/>
        <w:rPr>
          <w:rFonts w:ascii="Times New Roman" w:hAnsi="Times New Roman" w:cs="Times New Roman"/>
          <w:b w:val="0"/>
          <w:sz w:val="28"/>
        </w:rPr>
      </w:pPr>
      <w:r w:rsidRPr="009A32D8">
        <w:rPr>
          <w:rFonts w:ascii="Times New Roman" w:hAnsi="Times New Roman" w:cs="Times New Roman"/>
          <w:b w:val="0"/>
          <w:sz w:val="28"/>
        </w:rPr>
        <w:t>Уведомление</w:t>
      </w:r>
      <w:r w:rsidR="00A1065B" w:rsidRPr="009A32D8">
        <w:rPr>
          <w:rFonts w:ascii="Times New Roman" w:hAnsi="Times New Roman" w:cs="Times New Roman"/>
          <w:b w:val="0"/>
          <w:sz w:val="28"/>
        </w:rPr>
        <w:t xml:space="preserve"> </w:t>
      </w:r>
    </w:p>
    <w:p w:rsidR="002E6053" w:rsidRPr="009A32D8" w:rsidRDefault="00A1065B">
      <w:pPr>
        <w:spacing w:line="259" w:lineRule="auto"/>
        <w:ind w:left="708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tabs>
          <w:tab w:val="center" w:pos="3601"/>
          <w:tab w:val="center" w:pos="4321"/>
          <w:tab w:val="center" w:pos="6865"/>
        </w:tabs>
        <w:ind w:left="-3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«___»____________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№______________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3B7706">
      <w:pPr>
        <w:spacing w:line="259" w:lineRule="auto"/>
        <w:ind w:left="708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____________________________________________________</w:t>
      </w:r>
      <w:r w:rsidR="003B7706" w:rsidRPr="009A32D8">
        <w:rPr>
          <w:rFonts w:ascii="Times New Roman" w:hAnsi="Times New Roman"/>
          <w:sz w:val="28"/>
          <w:szCs w:val="28"/>
        </w:rPr>
        <w:t>___________________________</w:t>
      </w:r>
    </w:p>
    <w:p w:rsidR="002E6053" w:rsidRPr="009A32D8" w:rsidRDefault="006E0EB7">
      <w:pPr>
        <w:spacing w:line="249" w:lineRule="auto"/>
        <w:ind w:left="2286" w:right="1630" w:hanging="10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(наименование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Организации)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708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708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итогам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рассмотрения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Запроса_________________________________________________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after="10" w:line="252" w:lineRule="auto"/>
        <w:ind w:left="10" w:right="146" w:hanging="10"/>
        <w:jc w:val="right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(фамилия,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имя,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отчество,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место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жительства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Заявителя)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3B7706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3B7706" w:rsidRPr="009A32D8">
        <w:rPr>
          <w:rFonts w:ascii="Times New Roman" w:hAnsi="Times New Roman"/>
          <w:sz w:val="28"/>
          <w:szCs w:val="28"/>
        </w:rPr>
        <w:t>___________________</w:t>
      </w:r>
    </w:p>
    <w:p w:rsidR="002E6053" w:rsidRPr="009A32D8" w:rsidRDefault="00A1065B">
      <w:pPr>
        <w:spacing w:line="259" w:lineRule="auto"/>
        <w:ind w:right="3"/>
        <w:jc w:val="center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 w:rsidP="00E30C82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принято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решение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="00E30C82" w:rsidRPr="00E30C82">
        <w:rPr>
          <w:rFonts w:ascii="Times New Roman" w:hAnsi="Times New Roman"/>
          <w:sz w:val="28"/>
          <w:szCs w:val="28"/>
        </w:rPr>
        <w:t>«Запись на обучение по дополнительной общеобразовательной программе»</w:t>
      </w:r>
      <w:r w:rsidR="00E30C82">
        <w:rPr>
          <w:rFonts w:ascii="Times New Roman" w:hAnsi="Times New Roman"/>
          <w:sz w:val="28"/>
          <w:szCs w:val="28"/>
        </w:rPr>
        <w:t xml:space="preserve"> 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гр.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________________________.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708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фамилия,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инициалы)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ind w:left="-3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заключения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договора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образовании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необходимо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течение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4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(Четырех)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рабочих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дней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часы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приема_______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посетить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Организацию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предоставить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оригиналы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документов: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3"/>
        </w:numPr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Документ,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3"/>
        </w:numPr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Свидетельство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рождении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несовершеннолетнего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либо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документ,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несовершеннолетнего;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3"/>
        </w:numPr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Медицинская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справка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отсутствии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противопоказаний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для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занятий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отдельными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видами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искусства;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3"/>
        </w:numPr>
        <w:spacing w:line="216" w:lineRule="auto"/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Документ,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личность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Заявителя;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6E0EB7">
      <w:pPr>
        <w:numPr>
          <w:ilvl w:val="0"/>
          <w:numId w:val="13"/>
        </w:numPr>
        <w:spacing w:line="216" w:lineRule="auto"/>
        <w:ind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Документ,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удостоверяющий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полномочия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Заявителя,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в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случае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обращения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предоставлением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Муниципальной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услуги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представителя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Заявителя.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 w:rsidP="003B7706">
      <w:pPr>
        <w:spacing w:line="259" w:lineRule="auto"/>
        <w:ind w:left="708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Уполномоченный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работник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Организации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_______________________________________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tabs>
          <w:tab w:val="center" w:pos="1440"/>
          <w:tab w:val="center" w:pos="2160"/>
          <w:tab w:val="center" w:pos="2881"/>
          <w:tab w:val="center" w:pos="3601"/>
          <w:tab w:val="center" w:pos="4321"/>
          <w:tab w:val="center" w:pos="6748"/>
        </w:tabs>
        <w:ind w:left="-3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(подпись,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фамилия,</w:t>
      </w:r>
      <w:r w:rsidRPr="009A32D8">
        <w:rPr>
          <w:rFonts w:ascii="Times New Roman" w:hAnsi="Times New Roman"/>
          <w:sz w:val="28"/>
          <w:szCs w:val="28"/>
        </w:rPr>
        <w:t xml:space="preserve"> </w:t>
      </w:r>
      <w:r w:rsidR="006E0EB7" w:rsidRPr="009A32D8">
        <w:rPr>
          <w:rFonts w:ascii="Times New Roman" w:hAnsi="Times New Roman"/>
          <w:sz w:val="28"/>
          <w:szCs w:val="28"/>
        </w:rPr>
        <w:t>инициалы)</w:t>
      </w: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2E6053" w:rsidRPr="009A32D8" w:rsidRDefault="00A1065B">
      <w:pPr>
        <w:spacing w:line="259" w:lineRule="auto"/>
        <w:ind w:left="708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 xml:space="preserve"> </w:t>
      </w:r>
    </w:p>
    <w:p w:rsidR="00A1065B" w:rsidRPr="009A32D8" w:rsidRDefault="006E0EB7">
      <w:pPr>
        <w:ind w:left="708" w:right="31"/>
        <w:rPr>
          <w:rFonts w:ascii="Times New Roman" w:hAnsi="Times New Roman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t>«_____»_______________________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20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  <w:r w:rsidRPr="009A32D8">
        <w:rPr>
          <w:rFonts w:ascii="Times New Roman" w:hAnsi="Times New Roman"/>
          <w:sz w:val="28"/>
          <w:szCs w:val="28"/>
        </w:rPr>
        <w:t>г.</w:t>
      </w:r>
      <w:r w:rsidR="00A1065B" w:rsidRPr="009A32D8">
        <w:rPr>
          <w:rFonts w:ascii="Times New Roman" w:hAnsi="Times New Roman"/>
          <w:sz w:val="28"/>
          <w:szCs w:val="28"/>
        </w:rPr>
        <w:t xml:space="preserve"> </w:t>
      </w:r>
    </w:p>
    <w:p w:rsidR="00A1065B" w:rsidRPr="009A32D8" w:rsidRDefault="00A1065B" w:rsidP="00A1065B">
      <w:pPr>
        <w:spacing w:line="259" w:lineRule="auto"/>
        <w:ind w:left="4536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sz w:val="28"/>
          <w:szCs w:val="28"/>
        </w:rPr>
        <w:br w:type="page"/>
      </w: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 xml:space="preserve">Приложение № 7 </w:t>
      </w:r>
    </w:p>
    <w:p w:rsidR="00E30C82" w:rsidRPr="00E30C82" w:rsidRDefault="00A1065B" w:rsidP="00E30C82">
      <w:pPr>
        <w:spacing w:line="259" w:lineRule="auto"/>
        <w:ind w:left="4536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E30C82" w:rsidRPr="00E30C82">
        <w:rPr>
          <w:rFonts w:ascii="Times New Roman" w:hAnsi="Times New Roman"/>
          <w:bCs/>
          <w:kern w:val="28"/>
          <w:sz w:val="28"/>
          <w:szCs w:val="28"/>
        </w:rPr>
        <w:t>«Запись на обучение по дополнительной общеобразовательной программе»</w:t>
      </w:r>
    </w:p>
    <w:p w:rsidR="00A1065B" w:rsidRPr="009A32D8" w:rsidRDefault="00A1065B" w:rsidP="00A1065B">
      <w:pPr>
        <w:spacing w:line="259" w:lineRule="auto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keepNext/>
        <w:keepLines/>
        <w:spacing w:after="13" w:line="249" w:lineRule="auto"/>
        <w:ind w:left="2286" w:right="1631" w:hanging="10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Форма договора об образовании </w:t>
      </w:r>
    </w:p>
    <w:p w:rsidR="00A1065B" w:rsidRPr="009A32D8" w:rsidRDefault="00A1065B" w:rsidP="00A1065B">
      <w:pPr>
        <w:spacing w:line="259" w:lineRule="auto"/>
        <w:ind w:left="70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E30C82">
      <w:pPr>
        <w:spacing w:line="259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на обучение по дополнительным общеобразовательным программам в рамках персонифицированного финансирования дополнительного образования детей «_______»_________________ 20 ___ г. № __________________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Настоящий документ, размещенный в Автоматизированной информационной системе «Навигатор дополнительного образования в субъекте Российской Федерации» (далее – АИС «Навигатор») по адресу __________________________, является предложением (офертой)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_______________________________________________________________________________ </w:t>
      </w:r>
    </w:p>
    <w:p w:rsidR="00A1065B" w:rsidRPr="009A32D8" w:rsidRDefault="00A1065B" w:rsidP="00A1065B">
      <w:pPr>
        <w:spacing w:after="13" w:line="267" w:lineRule="auto"/>
        <w:ind w:left="36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_______________________________________________________________________________ </w:t>
      </w:r>
    </w:p>
    <w:p w:rsidR="00A1065B" w:rsidRPr="009A32D8" w:rsidRDefault="00A1065B" w:rsidP="00A1065B">
      <w:pPr>
        <w:spacing w:after="5" w:line="268" w:lineRule="auto"/>
        <w:ind w:left="3752" w:right="19" w:hanging="329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(полное наименование Организации, осуществляющей образовательную деятельность по дополнительным образовательным программам)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(далее ‒ Организация), действующее на основании лицензии № _____________, выданной __________________________________________________, в лице директора Организации </w:t>
      </w:r>
    </w:p>
    <w:p w:rsidR="00A1065B" w:rsidRPr="009A32D8" w:rsidRDefault="00A1065B" w:rsidP="00A1065B">
      <w:pPr>
        <w:spacing w:after="5" w:line="268" w:lineRule="auto"/>
        <w:ind w:left="2843" w:right="19" w:hanging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(кем, когда)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____________________________________________, действующего на основании Устава, именуемый в дальнейшем «Исполнитель», заключить Договор об образовании на обучение по дополнительным общеобразовательным программам в рамках персонифицированного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финансирования дополнительного образования детей (далее - Договор) с ___________________________________________________________________, </w:t>
      </w:r>
    </w:p>
    <w:p w:rsidR="00A1065B" w:rsidRPr="009A32D8" w:rsidRDefault="00A1065B" w:rsidP="00A1065B">
      <w:pPr>
        <w:tabs>
          <w:tab w:val="center" w:pos="4740"/>
          <w:tab w:val="center" w:pos="7922"/>
        </w:tabs>
        <w:spacing w:after="1" w:line="259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(Ф.И.О. родителя (законного представителя) несовершеннолетнего) </w:t>
      </w:r>
    </w:p>
    <w:p w:rsidR="00A1065B" w:rsidRPr="009A32D8" w:rsidRDefault="00A1065B" w:rsidP="00A1065B">
      <w:pPr>
        <w:tabs>
          <w:tab w:val="center" w:pos="3404"/>
          <w:tab w:val="center" w:pos="6258"/>
          <w:tab w:val="right" w:pos="10270"/>
        </w:tabs>
        <w:spacing w:after="13" w:line="267" w:lineRule="auto"/>
        <w:ind w:left="-3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именуемый в дальнейшем «Заказчик»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и ______________________________________________________, именуемый в дальнейшем </w:t>
      </w:r>
    </w:p>
    <w:p w:rsidR="00A1065B" w:rsidRPr="009A32D8" w:rsidRDefault="00A1065B" w:rsidP="00A1065B">
      <w:pPr>
        <w:spacing w:after="5" w:line="268" w:lineRule="auto"/>
        <w:ind w:left="1426" w:right="19" w:hanging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(Ф.И.О. лица, зачисляемого на обучение)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«Обучающийся», совместно именуемые «Стороны». </w:t>
      </w:r>
    </w:p>
    <w:p w:rsidR="00A1065B" w:rsidRPr="009A32D8" w:rsidRDefault="00A1065B" w:rsidP="00A1065B">
      <w:pPr>
        <w:spacing w:line="259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0" w:line="249" w:lineRule="auto"/>
        <w:ind w:left="658" w:hanging="10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1. Предмет договора </w:t>
      </w:r>
    </w:p>
    <w:p w:rsidR="00A1065B" w:rsidRPr="009A32D8" w:rsidRDefault="00A1065B" w:rsidP="00A1065B">
      <w:pPr>
        <w:spacing w:line="259" w:lineRule="auto"/>
        <w:ind w:left="70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1.1.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Надлежащим акцептом настоящей оферты в соответствии со статьей 438 Гражданского Кодекса Российской Федерации считается осуществление Заказчиком в совокупности всех нижеперечисленных действий: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1.1.1.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заполнение формы записи на обучение по выбранной дополнительной общеобразовательной программе (части дополнительной общеобразовательной программы) посредством АИС «Навигатор»; </w:t>
      </w:r>
    </w:p>
    <w:p w:rsidR="00A1065B" w:rsidRPr="009A32D8" w:rsidRDefault="00A1065B" w:rsidP="00A1065B">
      <w:pPr>
        <w:tabs>
          <w:tab w:val="center" w:pos="1790"/>
          <w:tab w:val="center" w:pos="3235"/>
          <w:tab w:val="center" w:pos="4150"/>
          <w:tab w:val="center" w:pos="5395"/>
          <w:tab w:val="center" w:pos="6148"/>
          <w:tab w:val="center" w:pos="6771"/>
          <w:tab w:val="center" w:pos="7996"/>
          <w:tab w:val="center" w:pos="9084"/>
          <w:tab w:val="right" w:pos="10270"/>
        </w:tabs>
        <w:spacing w:after="10" w:line="252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1.1.2.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ознакомление с условиями оферты в АИС «Навигатор» по адресу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__________________;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1.1.3.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выражение согласия на получение образовательных услуг по дополнительной общеобразовательной программе (части дополнительной общеобразовательной программы) в рамках персонифицированного финансирования дополнительного образования детей посредством нажатия кнопки «Записаться».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1.2.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 согласно Правилам персонифицированного финансирования дополнительного образования детей в субъекте Российской Федерации, утвержденным …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1.3.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(части дополнительной общеобразовательной программы) в рамках системы персонифицированного финансирования дополнительного образования детей в субъекте Российской Федерации в соответствии с Правилами персонифицированного финансирования дополнительного образования детей в субъекте Российской Федерации, утвержденными…, Федеральным законом от 29.12.2012 г. №273-ФЗ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 </w:t>
      </w:r>
    </w:p>
    <w:p w:rsidR="00A1065B" w:rsidRPr="009A32D8" w:rsidRDefault="00A1065B" w:rsidP="00A1065B">
      <w:pPr>
        <w:spacing w:line="259" w:lineRule="auto"/>
        <w:ind w:left="72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0" w:line="249" w:lineRule="auto"/>
        <w:ind w:left="658" w:right="1" w:hanging="10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2. Права и обязанности Сторон </w:t>
      </w:r>
    </w:p>
    <w:p w:rsidR="00A1065B" w:rsidRPr="009A32D8" w:rsidRDefault="00A1065B" w:rsidP="00A1065B">
      <w:pPr>
        <w:spacing w:line="259" w:lineRule="auto"/>
        <w:ind w:left="70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0" w:line="249" w:lineRule="auto"/>
        <w:ind w:left="658" w:right="4" w:hanging="10"/>
        <w:jc w:val="center"/>
        <w:outlineLvl w:val="2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2.1. Права и обязанности Исполнителя </w:t>
      </w:r>
    </w:p>
    <w:p w:rsidR="00A1065B" w:rsidRPr="009A32D8" w:rsidRDefault="00A1065B" w:rsidP="00A1065B">
      <w:pPr>
        <w:spacing w:after="10" w:line="252" w:lineRule="auto"/>
        <w:ind w:left="10" w:right="60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Предоставлять возможность Заказчику ознакомиться с: Уставом Организации, </w:t>
      </w:r>
    </w:p>
    <w:p w:rsidR="00A1065B" w:rsidRPr="009A32D8" w:rsidRDefault="00A1065B" w:rsidP="00A1065B">
      <w:pPr>
        <w:tabs>
          <w:tab w:val="center" w:pos="4134"/>
          <w:tab w:val="center" w:pos="7111"/>
          <w:tab w:val="right" w:pos="10270"/>
        </w:tabs>
        <w:spacing w:after="13" w:line="267" w:lineRule="auto"/>
        <w:ind w:left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дополнительными образовательными программами, лицензией </w:t>
      </w:r>
    </w:p>
    <w:p w:rsidR="00A1065B" w:rsidRPr="009A32D8" w:rsidRDefault="00A1065B" w:rsidP="00A1065B">
      <w:pPr>
        <w:spacing w:after="13" w:line="267" w:lineRule="auto"/>
        <w:ind w:left="10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 осуществление образовательной деятельности, другими документами, регламентирующими осуществление образовательной деятельности Организацией. </w:t>
      </w:r>
    </w:p>
    <w:p w:rsidR="00A1065B" w:rsidRPr="009A32D8" w:rsidRDefault="00A1065B" w:rsidP="00A1065B">
      <w:pPr>
        <w:spacing w:after="10" w:line="252" w:lineRule="auto"/>
        <w:ind w:left="10" w:right="60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Зачислить Обучающегося на дополнительной общеобразовательной программе </w:t>
      </w:r>
    </w:p>
    <w:p w:rsidR="00A1065B" w:rsidRPr="009A32D8" w:rsidRDefault="00A1065B" w:rsidP="00A1065B">
      <w:pPr>
        <w:tabs>
          <w:tab w:val="center" w:pos="2286"/>
          <w:tab w:val="center" w:pos="4226"/>
          <w:tab w:val="center" w:pos="7018"/>
          <w:tab w:val="right" w:pos="10270"/>
        </w:tabs>
        <w:spacing w:after="13" w:line="267" w:lineRule="auto"/>
        <w:ind w:left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(отдельную часть дополнительной общеобразовательной программы)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_____________________________________________________________________________, </w:t>
      </w:r>
    </w:p>
    <w:p w:rsidR="00A1065B" w:rsidRPr="009A32D8" w:rsidRDefault="00A1065B" w:rsidP="00A1065B">
      <w:pPr>
        <w:spacing w:after="5" w:line="268" w:lineRule="auto"/>
        <w:ind w:left="-5" w:right="1956" w:hanging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(наименование образовательной программы, части общеобразовательной программы) </w:t>
      </w:r>
    </w:p>
    <w:p w:rsidR="00A1065B" w:rsidRPr="009A32D8" w:rsidRDefault="00A1065B" w:rsidP="00A1065B">
      <w:pPr>
        <w:spacing w:after="5" w:line="268" w:lineRule="auto"/>
        <w:ind w:left="-5" w:right="1956" w:hanging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форма обучения ____________________.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Обеспечивать защиту прав Обучающегося в соответствии с законодательством.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эстетического развития личности, всестороннего развития его способностей.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2.1.6.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2.1.7.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Гарантировать предоставление образовательной услуги в полном объеме согласно учебному плану.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2.1.8.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Предоставлять Заказчику возможность ознакомления с ходом и содержанием образовательного процесса и итогами освоения программы Обучающимся.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2.1.9.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Осуществлять подготовку к участию Обучающегося в соревнованиях, конкурсах и олимпиадах различного уровня.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2.1.10.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Сохранять место за Обучающимся в случае его болезни, лечения, карантина и других случаях пропуска занятий по уважительной причине.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2.1.11.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Направить в адрес Заказчика уведомление о возникновении обстоятельств, препятствующих оказанию услуги в очной форме, в течение двух рабочих дней после их возникновения.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2.1.12.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случае, предусмотренном п. Ошибка! Источник ссылки не найден. предложить Обучающемуся оказание образовательной услуги по программе, указанной в п. 2.1.2, или аналогичной общеобразовательной программе той же направленности в дистанционной форме. </w:t>
      </w:r>
    </w:p>
    <w:p w:rsidR="00A1065B" w:rsidRPr="009A32D8" w:rsidRDefault="00A1065B" w:rsidP="00A1065B">
      <w:pPr>
        <w:spacing w:after="29" w:line="249" w:lineRule="auto"/>
        <w:ind w:left="10" w:hanging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2.2. Исполнитель вправе: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2.2.1.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Определять программу развития Организации, содержание, формы и методы образовательной работы, корректировать учебный план, выбирать дополнительные образовательные программы, методические пособия.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2.2.2.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Устанавливать режим работы Организации (расписание занятий, их сменность, продолжительность учебной недели и т.д.) в соответствии с Уставом.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2.2.3.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Поощрять Обучающегося или применять меры дисциплинарного взыскания в соответствии с Уставом и Правилами внутреннего распорядка Организации.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2.2.4.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законодательством. </w:t>
      </w:r>
    </w:p>
    <w:p w:rsidR="00A1065B" w:rsidRPr="009A32D8" w:rsidRDefault="00A1065B" w:rsidP="00A1065B">
      <w:pPr>
        <w:spacing w:after="29" w:line="249" w:lineRule="auto"/>
        <w:ind w:left="703" w:hanging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2.3. Заказчик (Обучающийся) обязан: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2.3.1.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Соблюдать Правила внутреннего распорядка Организации и следовать Уставу Организации. </w:t>
      </w:r>
    </w:p>
    <w:p w:rsidR="00A1065B" w:rsidRPr="009A32D8" w:rsidRDefault="00A1065B" w:rsidP="00A1065B">
      <w:pPr>
        <w:spacing w:after="13" w:line="249" w:lineRule="auto"/>
        <w:ind w:left="12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2.3.2.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Обеспечивать посещение занятий в соответствии с утвержденным расписанием.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2.3.3.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Обеспечивать Обучающегося необходимыми средствами обучения по дополнительным общеобразовательным программам.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2.3.4.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Своевременно информировать педагогических работников о болезни ребенка или возможном отсутствии.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2.3.5.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Извещать педагогических работников о сопровождающих в Организацию и домой Обучающегося. В случае самостоятельного следования Обучающегося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Организацию и домой, ответственность за жизнь и здоровье ребенка во время следования его по маршруту несет Заказчик. </w:t>
      </w:r>
    </w:p>
    <w:p w:rsidR="00A1065B" w:rsidRPr="009A32D8" w:rsidRDefault="00A1065B" w:rsidP="00A1065B">
      <w:pPr>
        <w:spacing w:after="29" w:line="249" w:lineRule="auto"/>
        <w:ind w:left="10" w:firstLine="685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2.4. Заказчик (Обучающийся) вправе: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2.4.1.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Знакомиться с дополнительными общеобразовательными программами, технологиями и формами обучения.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2.4.2.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Требовать предоставление информации по вопросам организации образовательного процесса. </w:t>
      </w:r>
    </w:p>
    <w:p w:rsidR="00A1065B" w:rsidRPr="009A32D8" w:rsidRDefault="00A1065B" w:rsidP="00A1065B">
      <w:pPr>
        <w:spacing w:after="13" w:line="267" w:lineRule="auto"/>
        <w:ind w:left="708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2.4.3.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Участвовать в управлении Организацией в соответствии с ее Уставом.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2.4.4.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Принимать участие в организации и проведении совместных мероприятий и праздников.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2.4.5.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Представлять письменное заявление о сохранении места в Организации 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 </w:t>
      </w:r>
    </w:p>
    <w:p w:rsidR="00A1065B" w:rsidRPr="009A32D8" w:rsidRDefault="00A1065B" w:rsidP="00A1065B">
      <w:pPr>
        <w:spacing w:after="59" w:line="259" w:lineRule="auto"/>
        <w:ind w:left="70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0" w:line="249" w:lineRule="auto"/>
        <w:ind w:left="658" w:right="713" w:hanging="10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Вопросы персонифицированного финансирования </w:t>
      </w:r>
    </w:p>
    <w:p w:rsidR="00A1065B" w:rsidRPr="009A32D8" w:rsidRDefault="00A1065B" w:rsidP="00A1065B">
      <w:pPr>
        <w:spacing w:after="5" w:line="259" w:lineRule="auto"/>
        <w:ind w:left="36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tabs>
          <w:tab w:val="center" w:pos="888"/>
          <w:tab w:val="center" w:pos="4982"/>
        </w:tabs>
        <w:spacing w:after="13" w:line="267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Номер сертификата дополнительного образования: _______________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Срок освоения образовательной программы \ части образовательной программы составляет ________ часов. </w:t>
      </w:r>
    </w:p>
    <w:p w:rsidR="00A1065B" w:rsidRPr="009A32D8" w:rsidRDefault="00A1065B" w:rsidP="00A1065B">
      <w:pPr>
        <w:tabs>
          <w:tab w:val="center" w:pos="888"/>
          <w:tab w:val="center" w:pos="3464"/>
        </w:tabs>
        <w:spacing w:after="13" w:line="267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Дата начала обучения: ___/___/_______ </w:t>
      </w:r>
    </w:p>
    <w:p w:rsidR="00A1065B" w:rsidRPr="009A32D8" w:rsidRDefault="00A1065B" w:rsidP="00A1065B">
      <w:pPr>
        <w:tabs>
          <w:tab w:val="center" w:pos="888"/>
          <w:tab w:val="center" w:pos="3721"/>
        </w:tabs>
        <w:spacing w:after="13" w:line="267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Дата завершения обучения: ___/___/_______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3.5.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Стоимость образовательной услуги за период с даты начала обучения до даты завершения обучения составляет _____________.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3.6.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Оказание Исполнителем образовательной услуги является для обучающегося бесплатным, и оплачивается из бюджета муниципального образования субъекта Российской Федерации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3.7.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3.8.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обучающимся занятий в соответствующем месяце. </w:t>
      </w:r>
    </w:p>
    <w:p w:rsidR="00A1065B" w:rsidRPr="009A32D8" w:rsidRDefault="00A1065B" w:rsidP="00A1065B">
      <w:pPr>
        <w:spacing w:after="57" w:line="259" w:lineRule="auto"/>
        <w:ind w:left="70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numPr>
          <w:ilvl w:val="0"/>
          <w:numId w:val="14"/>
        </w:numPr>
        <w:spacing w:after="13" w:line="249" w:lineRule="auto"/>
        <w:ind w:left="386" w:hanging="36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A1065B" w:rsidRPr="009A32D8" w:rsidRDefault="00A1065B" w:rsidP="00A1065B">
      <w:pPr>
        <w:spacing w:line="259" w:lineRule="auto"/>
        <w:ind w:left="36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numPr>
          <w:ilvl w:val="1"/>
          <w:numId w:val="14"/>
        </w:numPr>
        <w:spacing w:after="13" w:line="267" w:lineRule="auto"/>
        <w:ind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A1065B" w:rsidRPr="009A32D8" w:rsidRDefault="00A1065B" w:rsidP="00A1065B">
      <w:pPr>
        <w:numPr>
          <w:ilvl w:val="1"/>
          <w:numId w:val="14"/>
        </w:numPr>
        <w:spacing w:after="13" w:line="267" w:lineRule="auto"/>
        <w:ind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 </w:t>
      </w:r>
    </w:p>
    <w:p w:rsidR="00A1065B" w:rsidRPr="009A32D8" w:rsidRDefault="00A1065B" w:rsidP="00A1065B">
      <w:pPr>
        <w:spacing w:after="59" w:line="259" w:lineRule="auto"/>
        <w:ind w:left="70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0" w:line="249" w:lineRule="auto"/>
        <w:ind w:left="658" w:right="712" w:hanging="10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Основания изменения и расторжения договора </w:t>
      </w:r>
    </w:p>
    <w:p w:rsidR="00A1065B" w:rsidRPr="009A32D8" w:rsidRDefault="00A1065B" w:rsidP="00A1065B">
      <w:pPr>
        <w:spacing w:line="259" w:lineRule="auto"/>
        <w:ind w:left="36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Настоящий Договор может быть расторгнут по соглашению Сторон. По инициативе Исполнителя Договор может быть расторгнут по основаниям, предусмотренным действующим законодательством Российской Федерации. </w:t>
      </w:r>
    </w:p>
    <w:p w:rsidR="00A1065B" w:rsidRPr="009A32D8" w:rsidRDefault="00A1065B" w:rsidP="00A1065B">
      <w:pPr>
        <w:tabs>
          <w:tab w:val="center" w:pos="888"/>
          <w:tab w:val="right" w:pos="10270"/>
        </w:tabs>
        <w:spacing w:after="13" w:line="267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 инициативе Организации Договор может быть расторгнут в следующих случаях: </w:t>
      </w:r>
    </w:p>
    <w:p w:rsidR="00A1065B" w:rsidRPr="009A32D8" w:rsidRDefault="00A1065B" w:rsidP="00A1065B">
      <w:pPr>
        <w:spacing w:after="13" w:line="267" w:lineRule="auto"/>
        <w:ind w:left="708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5.3.1.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отсутствие медицинского документа о состоянии здоровья обучающегося; </w:t>
      </w:r>
    </w:p>
    <w:p w:rsidR="00A1065B" w:rsidRPr="009A32D8" w:rsidRDefault="00A1065B" w:rsidP="00A1065B">
      <w:pPr>
        <w:spacing w:after="13" w:line="267" w:lineRule="auto"/>
        <w:ind w:left="708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5.3.2.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невыполнение учебного плана обучающимся; </w:t>
      </w:r>
    </w:p>
    <w:p w:rsidR="00A1065B" w:rsidRPr="009A32D8" w:rsidRDefault="00A1065B" w:rsidP="00A1065B">
      <w:pPr>
        <w:spacing w:after="13" w:line="267" w:lineRule="auto"/>
        <w:ind w:left="708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5.3.3.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окончание полного курса освоения образовательной программы;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5.3.4.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наличие медицинского заключения, исключающего возможность дальнейшего продолжения обучения в Организации; </w:t>
      </w:r>
    </w:p>
    <w:p w:rsidR="00A1065B" w:rsidRPr="009A32D8" w:rsidRDefault="00A1065B" w:rsidP="00A1065B">
      <w:pPr>
        <w:spacing w:after="13" w:line="267" w:lineRule="auto"/>
        <w:ind w:left="708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5.3.5.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нарушение Правил внутреннего распорядка Организации;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5.3.6.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совершение противоправных действий и неоднократные нарушения Устава Организации.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Вносимые изменения и дополнения в условия Договора рассматриваются сторонами в недельный срок и оформляются дополнительным соглашением.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При возникновении обстоятельств, препятствующих продолжению оказания образовательной услуги в очной форме, образовательные услуги по настоящему Договору могут быть оказаны в дистанционной форме в случае, если отсутствует отказ Заказчика в письменной форме, и договор об образовании не расторгнут в соответствии с пунктом 105 Правил персонифицированного финансирования субъекта Российской Федерации.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5.6.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обучающимся – участником системы персонифицированного финансирования 18 лет, в случае, если договор об образовании не расторгнут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 соответствии с пунктом 105 Правил персонифицированного финансирования субъекта Российской Федерации по состоянию на 20 день до момента окончания срока действия договора об образовании. </w:t>
      </w:r>
    </w:p>
    <w:p w:rsidR="00A1065B" w:rsidRPr="009A32D8" w:rsidRDefault="00A1065B" w:rsidP="00A1065B">
      <w:pPr>
        <w:spacing w:after="58" w:line="259" w:lineRule="auto"/>
        <w:ind w:left="70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6.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Заключительные положения</w:t>
      </w:r>
    </w:p>
    <w:p w:rsidR="00A1065B" w:rsidRPr="009A32D8" w:rsidRDefault="00A1065B" w:rsidP="00A1065B">
      <w:pPr>
        <w:spacing w:after="5" w:line="259" w:lineRule="auto"/>
        <w:ind w:left="36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tabs>
          <w:tab w:val="center" w:pos="888"/>
          <w:tab w:val="center" w:pos="2018"/>
          <w:tab w:val="center" w:pos="3466"/>
          <w:tab w:val="center" w:pos="4656"/>
          <w:tab w:val="center" w:pos="5672"/>
          <w:tab w:val="center" w:pos="6848"/>
          <w:tab w:val="center" w:pos="7944"/>
          <w:tab w:val="center" w:pos="8613"/>
          <w:tab w:val="right" w:pos="10270"/>
        </w:tabs>
        <w:spacing w:after="13" w:line="267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6.1.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Настоящий Договор может быть заключен как в бумажной, </w:t>
      </w:r>
    </w:p>
    <w:p w:rsidR="00A1065B" w:rsidRPr="009A32D8" w:rsidRDefault="00A1065B" w:rsidP="00A1065B">
      <w:pPr>
        <w:spacing w:after="13" w:line="267" w:lineRule="auto"/>
        <w:ind w:left="-3" w:right="3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так и в электронной формах и подписан уполномоченным представителем Заказчика, в том числе простой электронной подписью посредством информационно-телекоммуникационных сетей общего пользования и АИС «Навигатор».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6.2.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Сведения, указанные в настоящем Договоре, соответствуют информации, размещенной на официальном сайте Организации в сети «Интернет».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6.3.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Под периодом предоставления образовательных услуг (периодом обучения) понимается промежуток времени с даты издания приказа о зачислении Обучающегося в Организацию, до даты издания приказа об окончании обучения или отчисления из его из Организации.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6.4.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Стороны по взаимному согласию вправе дополнить настоящий Договор иными условиями. Изменения и дополнения настоящего Договора могут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производиться как в бумажной, так и в электронной формах и подписываться уполномоченными представителями Сторон, в том числе простой электронной подписью посредством информационно-телекоммуникационных сетей общего пользования и АИС «Навигатор». </w:t>
      </w:r>
    </w:p>
    <w:p w:rsidR="00A1065B" w:rsidRPr="009A32D8" w:rsidRDefault="00A1065B" w:rsidP="00A1065B">
      <w:pPr>
        <w:spacing w:after="13" w:line="267" w:lineRule="auto"/>
        <w:ind w:left="-3" w:right="31" w:firstLine="69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6.5.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Настоящий Договор составлен в 2-х экземплярах, по одному для каждой из сторон. Оба экземпляра имеют одинаковую юридическую силу. </w:t>
      </w:r>
    </w:p>
    <w:p w:rsidR="00A1065B" w:rsidRPr="009A32D8" w:rsidRDefault="00A1065B" w:rsidP="00A1065B">
      <w:pPr>
        <w:tabs>
          <w:tab w:val="center" w:pos="888"/>
          <w:tab w:val="center" w:pos="4931"/>
        </w:tabs>
        <w:spacing w:after="13" w:line="267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6.6.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Договор действует до полного исполнения обязательств Сторонами. </w:t>
      </w:r>
    </w:p>
    <w:p w:rsidR="00A1065B" w:rsidRPr="009A32D8" w:rsidRDefault="00A1065B" w:rsidP="00A1065B">
      <w:pPr>
        <w:spacing w:line="259" w:lineRule="auto"/>
        <w:ind w:left="70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after="13" w:line="267" w:lineRule="auto"/>
        <w:ind w:left="3479" w:right="31"/>
        <w:rPr>
          <w:rFonts w:ascii="Times New Roman" w:hAnsi="Times New Roman"/>
          <w:color w:val="000000"/>
          <w:sz w:val="28"/>
          <w:szCs w:val="28"/>
          <w:lang w:eastAsia="en-US"/>
        </w:rPr>
        <w:sectPr w:rsidR="00A1065B" w:rsidRPr="009A32D8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1906" w:h="16838"/>
          <w:pgMar w:top="758" w:right="504" w:bottom="815" w:left="1133" w:header="720" w:footer="720" w:gutter="0"/>
          <w:cols w:space="720"/>
          <w:titlePg/>
        </w:sect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br w:type="page"/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 xml:space="preserve">7. Реквизиты и подписи Сторон </w:t>
      </w:r>
    </w:p>
    <w:p w:rsidR="00A1065B" w:rsidRPr="009A32D8" w:rsidRDefault="00A1065B" w:rsidP="00A1065B">
      <w:pPr>
        <w:spacing w:line="259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after="5" w:line="248" w:lineRule="auto"/>
        <w:ind w:right="37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Исполнитель 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(полное наименование и фирменное наименование</w:t>
      </w: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(при наличии) организации)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right="37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(место нахождения)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right="382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(банковские реквизиты)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300" w:line="248" w:lineRule="auto"/>
        <w:ind w:right="379" w:hanging="69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 (подпись) М.П.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457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Заказчик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68" w:lineRule="auto"/>
        <w:ind w:right="19" w:hanging="235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(фамилия, имя, отчество (при наличии)/наименование</w:t>
      </w:r>
    </w:p>
    <w:p w:rsidR="00A1065B" w:rsidRPr="009A32D8" w:rsidRDefault="00A1065B" w:rsidP="00A1065B">
      <w:pPr>
        <w:spacing w:after="5" w:line="248" w:lineRule="auto"/>
        <w:ind w:right="464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юридического лица)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right="461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(дата рождения)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68" w:lineRule="auto"/>
        <w:ind w:right="201" w:firstLine="197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(место нахождения/ адрес места жительства)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68" w:lineRule="auto"/>
        <w:ind w:right="19" w:hanging="1224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(паспорт: серия, номер, когда и кем выдан)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85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 телефон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1"/>
        <w:ind w:right="368" w:hanging="792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 (подпись) М.П.</w:t>
      </w: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298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Обучающийся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right="303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(фамилия, имя, отчество</w:t>
      </w:r>
    </w:p>
    <w:p w:rsidR="00A1065B" w:rsidRPr="009A32D8" w:rsidRDefault="00A1065B" w:rsidP="00A1065B">
      <w:pPr>
        <w:spacing w:after="5" w:line="248" w:lineRule="auto"/>
        <w:ind w:right="304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(при наличии))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right="301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(дата рождения)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right="300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(адрес места жительства)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(паспорт: серия, номер, когда и кем выдан)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68" w:lineRule="auto"/>
        <w:ind w:right="19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________________________</w:t>
      </w:r>
    </w:p>
    <w:p w:rsidR="00A1065B" w:rsidRPr="009A32D8" w:rsidRDefault="00A1065B" w:rsidP="00A1065B">
      <w:pPr>
        <w:spacing w:after="5" w:line="248" w:lineRule="auto"/>
        <w:ind w:right="303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(телефон)</w:t>
      </w: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5" w:line="248" w:lineRule="auto"/>
        <w:ind w:right="300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______________________</w:t>
      </w:r>
    </w:p>
    <w:p w:rsidR="00A1065B" w:rsidRPr="009A32D8" w:rsidRDefault="00A1065B" w:rsidP="00A1065B">
      <w:pPr>
        <w:spacing w:after="5" w:line="248" w:lineRule="auto"/>
        <w:ind w:right="301" w:hanging="1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(подпись)</w:t>
      </w:r>
    </w:p>
    <w:p w:rsidR="00A1065B" w:rsidRPr="009A32D8" w:rsidRDefault="00A1065B" w:rsidP="00A1065B">
      <w:pPr>
        <w:spacing w:after="13" w:line="267" w:lineRule="auto"/>
        <w:ind w:firstLine="698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  <w:sectPr w:rsidR="00A1065B" w:rsidRPr="009A32D8">
          <w:type w:val="continuous"/>
          <w:pgSz w:w="11906" w:h="16838"/>
          <w:pgMar w:top="1440" w:right="682" w:bottom="1440" w:left="1133" w:header="720" w:footer="720" w:gutter="0"/>
          <w:cols w:num="3" w:space="365"/>
        </w:sectPr>
      </w:pPr>
    </w:p>
    <w:p w:rsidR="00A1065B" w:rsidRPr="009A32D8" w:rsidRDefault="00A1065B" w:rsidP="00A1065B">
      <w:pPr>
        <w:spacing w:after="4" w:line="238" w:lineRule="auto"/>
        <w:ind w:left="9791" w:hanging="10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4" w:line="238" w:lineRule="auto"/>
        <w:ind w:hanging="10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 xml:space="preserve">Приложение № 8 </w:t>
      </w:r>
    </w:p>
    <w:p w:rsidR="00A1065B" w:rsidRPr="009A32D8" w:rsidRDefault="00A1065B" w:rsidP="00A1065B">
      <w:pPr>
        <w:spacing w:after="4" w:line="238" w:lineRule="auto"/>
        <w:ind w:hanging="10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bCs/>
          <w:kern w:val="28"/>
          <w:sz w:val="28"/>
          <w:szCs w:val="28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Саргатского муниципального района Омской области, реализующие дополнительные общеобразовательные программы, а также программы спортивной подготовки» </w:t>
      </w:r>
    </w:p>
    <w:p w:rsidR="00A1065B" w:rsidRPr="009A32D8" w:rsidRDefault="00A1065B" w:rsidP="00A1065B">
      <w:pPr>
        <w:spacing w:line="259" w:lineRule="auto"/>
        <w:ind w:left="4244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3" w:line="267" w:lineRule="auto"/>
        <w:ind w:left="3800" w:right="31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Описание документов, необходимых для предоставления Муниципальной услуги </w:t>
      </w:r>
    </w:p>
    <w:p w:rsidR="00A1065B" w:rsidRPr="009A32D8" w:rsidRDefault="00A1065B" w:rsidP="00A1065B">
      <w:pPr>
        <w:spacing w:line="259" w:lineRule="auto"/>
        <w:ind w:left="50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2443"/>
        <w:gridCol w:w="17"/>
        <w:gridCol w:w="2772"/>
        <w:gridCol w:w="2139"/>
      </w:tblGrid>
      <w:tr w:rsidR="00A1065B" w:rsidRPr="009A32D8" w:rsidTr="00A1065B"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Класс документа</w:t>
            </w: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Виды документа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Общие описания документов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 подаче через ЕПГУ (РПГУ)</w:t>
            </w:r>
          </w:p>
          <w:p w:rsidR="00A1065B" w:rsidRPr="009A32D8" w:rsidRDefault="00A1065B" w:rsidP="00A1065B">
            <w:pPr>
              <w:spacing w:line="259" w:lineRule="auto"/>
              <w:ind w:left="5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1065B" w:rsidRPr="009A32D8" w:rsidTr="00A1065B"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5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79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4</w:t>
            </w:r>
          </w:p>
        </w:tc>
      </w:tr>
      <w:tr w:rsidR="00A1065B" w:rsidRPr="009A32D8" w:rsidTr="00A1065B">
        <w:tc>
          <w:tcPr>
            <w:tcW w:w="14992" w:type="dxa"/>
            <w:gridSpan w:val="5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Документы, предоставляемые Заявителем</w:t>
            </w:r>
          </w:p>
        </w:tc>
      </w:tr>
      <w:tr w:rsidR="00A1065B" w:rsidRPr="009A32D8" w:rsidTr="00A1065B">
        <w:tc>
          <w:tcPr>
            <w:tcW w:w="7837" w:type="dxa"/>
            <w:gridSpan w:val="3"/>
            <w:shd w:val="clear" w:color="auto" w:fill="auto"/>
          </w:tcPr>
          <w:p w:rsidR="00A1065B" w:rsidRPr="009A32D8" w:rsidRDefault="00A1065B" w:rsidP="00A1065B">
            <w:pPr>
              <w:tabs>
                <w:tab w:val="center" w:pos="1289"/>
                <w:tab w:val="center" w:pos="1675"/>
                <w:tab w:val="right" w:pos="3388"/>
                <w:tab w:val="right" w:pos="4400"/>
              </w:tabs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Запрос о предоставлении</w:t>
            </w:r>
          </w:p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Муниципальной услуги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Запрос должен быть оформлен по форме, указанной в Приложении 1 к Административному регламенту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tabs>
                <w:tab w:val="center" w:pos="1131"/>
                <w:tab w:val="center" w:pos="1470"/>
                <w:tab w:val="right" w:pos="2974"/>
                <w:tab w:val="right" w:pos="3863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 подаче заполняется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электронная форма Запроса</w:t>
            </w:r>
          </w:p>
        </w:tc>
      </w:tr>
      <w:tr w:rsidR="00A1065B" w:rsidRPr="009A32D8" w:rsidTr="00A1065B">
        <w:tc>
          <w:tcPr>
            <w:tcW w:w="4255" w:type="dxa"/>
            <w:vMerge w:val="restart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Документ, удостоверяющий личность</w:t>
            </w: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Паспорт гражданина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Российской Федерации</w:t>
            </w: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after="13" w:line="267" w:lineRule="auto"/>
              <w:ind w:left="4145" w:firstLine="698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-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(только для РПГУ)</w:t>
            </w:r>
          </w:p>
          <w:p w:rsidR="00A1065B" w:rsidRPr="009A32D8" w:rsidRDefault="00A1065B" w:rsidP="00A1065B">
            <w:pPr>
              <w:spacing w:line="259" w:lineRule="auto"/>
              <w:ind w:left="545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  <w:p w:rsidR="00A1065B" w:rsidRPr="009A32D8" w:rsidRDefault="00A1065B" w:rsidP="00A1065B">
            <w:pPr>
              <w:spacing w:line="259" w:lineRule="auto"/>
              <w:ind w:left="545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Паспорт гражданина СССР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Временное удостоверение личности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гражданина Российской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Федерации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Форма утверждена приказом МВД России от 13.11.2017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Указываются реквизиты документа в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временного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удостоверения,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выданного взамен военного билета;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удостоверение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личности офицера;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удостоверение личности военнослужащего Российской Федерации; временного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удостоверения,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выданного взамен военного билета офицера запаса;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удостоверения гражданина, подлежащего призыву на военную службу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Паспорт иностранного гражданина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Паспорт иностранного гражданина либо иной документ, установленный Федеральным законом от 25.07.2002 № 115-ФЗ «О правовом положении иностранных граждан в 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Свидетельство о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рассмотрении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ходатайства о признании лица беженцем на территории Российской Федерации по существу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Форма утверждена приказом МВД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России от 21.09.2017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Указываются реквизиты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Вид на жительство,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выдаваемое иностранному гражданину (дубликат вида на жительство)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Удостоверение беженца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Форма удостоверения беженца утверждена постановлением Правительства Российской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Федерации от 10.05.2011 № 356 «Об удостоверении беженца»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Указываются реквизиты документа в электронной форме Запроса (только для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Разрешение на временное проживание, выдаваемое лицу без гражданства (с отметкой о разрешении на временное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проживание)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</w:t>
            </w:r>
          </w:p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проживание в Российской 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-7" w:right="1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Справка рассмотрении Заявления предоставлении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временного убежища на территории Российской Федерации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Форма справки утверждена приказом МВД России от 28.09.2017 № 741 «Об утверждении Порядка оформления, выдачи и обмена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Указываются реквизиты документа в электронной форме Запроса (только для РПГУ)</w:t>
            </w:r>
          </w:p>
        </w:tc>
      </w:tr>
      <w:tr w:rsidR="00A1065B" w:rsidRPr="009A32D8" w:rsidTr="00A1065B">
        <w:tc>
          <w:tcPr>
            <w:tcW w:w="4255" w:type="dxa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Свидетельство о предоставлении временного убежища на территории Российской </w:t>
            </w: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Федерации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right" w:pos="1992"/>
                <w:tab w:val="right" w:pos="2588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Указываются реквизиты документа в электронной форме Запроса (только для РПГУ)</w:t>
            </w:r>
          </w:p>
        </w:tc>
      </w:tr>
      <w:tr w:rsidR="00A1065B" w:rsidRPr="009A32D8" w:rsidTr="00A1065B">
        <w:trPr>
          <w:trHeight w:val="2218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542"/>
                <w:tab w:val="center" w:pos="705"/>
                <w:tab w:val="center" w:pos="1520"/>
                <w:tab w:val="center" w:pos="1975"/>
              </w:tabs>
              <w:spacing w:after="9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Свидетельство о рождении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гражданского состояния»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Удостоверение вынужденного переселенца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удостоверения вынужденного переселенца»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Дипломатический паспорт гражданина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Оформляется в соответствии с постановлением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Правительства Российской Федерации от 14.03.1997 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Доверенность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Распорядительный акт (распоряжение, приказ, решение, постановление)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уполномоченного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органа опеки и попечительства о назначении опекуна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(попечителя)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Опекунское удостоверение (для опекунов несовершеннолетнего и недееспособного лица); Попечительское удостоверение (для попечителей несовершеннолетнего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или ограниченно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дееспособного лица)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Распорядительный акт должен содержать: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наименование уполномоченного органа опеки и попечительства;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реквизиты распорядительного акта (дата, номер);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фамилию, имя, отчество лица, назначенного опекуном (попечителем);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фамилия, имя отчество лица, которому назначен опекун (попечитель);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подпись руководителя уполномоченного органа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 должен содержать следующие сведения: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Орган, выдавший доверенность;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Серию и (или) номер документа;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Ф.И.О лица, которому документ выдан;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Ф.И.О. опекаемого (подопечного);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Дату выдачи, подпись лица, выдавшего документ, печать.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 документом дополнительно предъявляется: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документ, удостоверяющий личность опекуна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(попечителя);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-свидетельство о рождении ребенка (в случае опеки (попечения) над несовершеннолетним);</w:t>
            </w:r>
          </w:p>
          <w:p w:rsidR="00A1065B" w:rsidRPr="009A32D8" w:rsidRDefault="00A1065B" w:rsidP="00A1065B">
            <w:pPr>
              <w:numPr>
                <w:ilvl w:val="0"/>
                <w:numId w:val="16"/>
              </w:numPr>
              <w:spacing w:after="13"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нормативный правовой акт об установлении опеки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(попечения) (постановление, распоряжение, приказ)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Указываются реквизиты документа в электронной форме Запроса</w:t>
            </w:r>
          </w:p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(только для РПГУ)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Документ, подтверждающий полномочия Заявителя</w:t>
            </w: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Паспорт гражданина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Паспорт должен быть оформлен в соответствии с постановлением Правительства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Российской Федерации от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08.07.1997 № 828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«Об утверждении Положения о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При подаче посредством РПГУ предоставляется электронный образ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документа. При подаче посредством ЕПГУ данные заполняются в поля интерактивной формы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Справка о рождении ребенка на территории Российской Федерации, выданная органами записи актов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гражданского состояния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Свидетельство о рождении ребенка, выданное консульским учреждением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Российской Федерации за пределами территории Российской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Федерации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Документ, удостоверяющий личность несовершеннолетнего</w:t>
            </w: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Документ,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подтверждающий факт рождения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 регистрации ребенка, выданный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 удостоверенный штампом «апостиль» компетентным органом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иностранного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государства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 удостоверенным в установленном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законодательством Российской Федерации переводом на русский язык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Документ,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подтверждающий факт рождения и регистрации </w:t>
            </w: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ребенка, выданный компетентным органом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иностранного государства,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переведенный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русский язык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 легализованный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консульским учреждением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Российской Федерации за пределами территории Российской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Федерации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При рождении ребенка на территории иностранного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государства, не являющегося участником Конвенции, отменяющей требование легализации иностранных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официальных документов, заключенной в Гааге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 октября 1961 года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При подаче посредством РПГУ предоставляет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Документ,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подтверждающий регистрацию</w:t>
            </w:r>
          </w:p>
          <w:p w:rsidR="00A1065B" w:rsidRPr="009A32D8" w:rsidRDefault="00A1065B" w:rsidP="00A1065B">
            <w:pPr>
              <w:spacing w:after="22" w:line="238" w:lineRule="auto"/>
              <w:ind w:left="83"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в системе индивидуального (персонифицированного) учета либо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Свидетельство обязательного пенсионного страхования, содержащие страховой номер индивидуального лицевого счета (СНИЛС) гражданина в системе индивидуального (персонифицированного) учета либо документ, подтверждающий регистрацию в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системе индивидуального (персонифицированного) учета, содержащий страховой номер индивидуального</w:t>
            </w:r>
          </w:p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лицевого счета (СНИЛС) гражданина в системе индивидуального (персонифицированного) учета.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tabs>
                <w:tab w:val="center" w:pos="763"/>
                <w:tab w:val="center" w:pos="991"/>
                <w:tab w:val="center" w:pos="1857"/>
                <w:tab w:val="center" w:pos="2412"/>
                <w:tab w:val="center" w:pos="2909"/>
                <w:tab w:val="center" w:pos="3779"/>
                <w:tab w:val="center" w:pos="4261"/>
                <w:tab w:val="center" w:pos="5534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государственных и муниципальных функций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соответствии с Федеральным законом от 01.04.1996 № 27-ФЗ "Об индивидуальном (персонифицированном) учете в системе обязательного пенсионного страхования". Указывается на обратной стороне Страхового свидетельства обязательного пенсионного страхования (выданного до вступления в силу Федерального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закона от 01.04.2019 № 48-ФЗ "О внесении изменений в Федеральный закон "Об индивидуальном (персонифицированном) учете в системе обязательного пенсионного страхования" и отдельные законодательные акты Российской Федерации"), либо в документе, подтверждающем регистрацию в системе индивидуального (персонифицированного) учета, выданном в соответствии с постановлением Правления ПФР от 13.06.2019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N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335п "Об утверждении формы документа, подтверждающего регистрацию в системе индивидуального (персонифицированного) учета, и порядка его оформления в форме электронного документа"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625"/>
                <w:tab w:val="center" w:pos="812"/>
                <w:tab w:val="center" w:pos="2028"/>
                <w:tab w:val="center" w:pos="2635"/>
              </w:tabs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Медицинская справка по форме № 086-у, утвержденная приказом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 амбулаторных условиях, и порядков п о их заполнению»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tabs>
                <w:tab w:val="center" w:pos="749"/>
                <w:tab w:val="center" w:pos="973"/>
                <w:tab w:val="center" w:pos="2607"/>
                <w:tab w:val="center" w:pos="3386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Предоставляется оригинал документа в Организацию</w:t>
            </w:r>
          </w:p>
        </w:tc>
      </w:tr>
      <w:tr w:rsidR="00A1065B" w:rsidRPr="009A32D8" w:rsidTr="00A1065B">
        <w:trPr>
          <w:trHeight w:val="1114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464"/>
                <w:tab w:val="center" w:pos="576"/>
                <w:tab w:val="center" w:pos="1782"/>
                <w:tab w:val="center" w:pos="2315"/>
              </w:tabs>
              <w:spacing w:after="9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Медицинская справка по форме № 086-у, утвержденная приказом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</w:t>
            </w:r>
          </w:p>
          <w:p w:rsidR="00A1065B" w:rsidRPr="009A32D8" w:rsidRDefault="00A1065B" w:rsidP="00A1065B">
            <w:pPr>
              <w:spacing w:line="259" w:lineRule="auto"/>
              <w:ind w:left="84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 амбулаторных условиях, и порядков п о их заполнению»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tabs>
                <w:tab w:val="center" w:pos="749"/>
                <w:tab w:val="center" w:pos="973"/>
                <w:tab w:val="center" w:pos="2607"/>
                <w:tab w:val="center" w:pos="3386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Предоставляется оригинал документа в Организацию</w:t>
            </w:r>
          </w:p>
        </w:tc>
      </w:tr>
      <w:tr w:rsidR="00A1065B" w:rsidRPr="009A32D8" w:rsidTr="00A1065B">
        <w:trPr>
          <w:trHeight w:val="1682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55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>Медицинская справка</w:t>
            </w:r>
          </w:p>
        </w:tc>
        <w:tc>
          <w:tcPr>
            <w:tcW w:w="358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Сертификат дополнительного образования</w:t>
            </w:r>
          </w:p>
        </w:tc>
        <w:tc>
          <w:tcPr>
            <w:tcW w:w="405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 w:right="8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Электронная реестровая запись в ИС о включении ребенка (обладателя сертификата) в систему ПФДО</w:t>
            </w: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Запрашивается у Администрации</w:t>
            </w:r>
          </w:p>
        </w:tc>
      </w:tr>
      <w:tr w:rsidR="00A1065B" w:rsidRPr="009A32D8" w:rsidTr="00A1065B">
        <w:trPr>
          <w:trHeight w:val="548"/>
        </w:trPr>
        <w:tc>
          <w:tcPr>
            <w:tcW w:w="14992" w:type="dxa"/>
            <w:gridSpan w:val="5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A1065B" w:rsidRPr="009A32D8" w:rsidTr="00A1065B">
        <w:trPr>
          <w:trHeight w:val="459"/>
        </w:trPr>
        <w:tc>
          <w:tcPr>
            <w:tcW w:w="4255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Сертификат дополнительного образования</w:t>
            </w:r>
          </w:p>
        </w:tc>
        <w:tc>
          <w:tcPr>
            <w:tcW w:w="3559" w:type="dxa"/>
            <w:shd w:val="clear" w:color="auto" w:fill="auto"/>
          </w:tcPr>
          <w:p w:rsidR="00A1065B" w:rsidRPr="009A32D8" w:rsidRDefault="00A1065B" w:rsidP="00A1065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Сертификат дополнительного образования </w:t>
            </w:r>
          </w:p>
          <w:p w:rsidR="00A1065B" w:rsidRPr="009A32D8" w:rsidRDefault="00A1065B" w:rsidP="00A1065B">
            <w:pPr>
              <w:spacing w:line="259" w:lineRule="auto"/>
              <w:ind w:left="13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77" w:type="dxa"/>
            <w:gridSpan w:val="2"/>
            <w:shd w:val="clear" w:color="auto" w:fill="auto"/>
          </w:tcPr>
          <w:p w:rsidR="00A1065B" w:rsidRPr="009A32D8" w:rsidRDefault="00A1065B" w:rsidP="00A1065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Электронная реестровая запись в ИС о включении ребенка (обладателя сертификата) в систему ПФДО </w:t>
            </w:r>
          </w:p>
          <w:p w:rsidR="00A1065B" w:rsidRPr="009A32D8" w:rsidRDefault="00A1065B" w:rsidP="00A1065B">
            <w:pPr>
              <w:spacing w:line="259" w:lineRule="auto"/>
              <w:ind w:left="13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01" w:type="dxa"/>
            <w:shd w:val="clear" w:color="auto" w:fill="auto"/>
          </w:tcPr>
          <w:p w:rsidR="00A1065B" w:rsidRPr="009A32D8" w:rsidRDefault="00A1065B" w:rsidP="00A1065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Запрашивается у Администрации </w:t>
            </w:r>
          </w:p>
          <w:p w:rsidR="00A1065B" w:rsidRPr="009A32D8" w:rsidRDefault="00A1065B" w:rsidP="00A1065B">
            <w:pPr>
              <w:spacing w:line="259" w:lineRule="auto"/>
              <w:ind w:left="13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A1065B" w:rsidRPr="009A32D8" w:rsidRDefault="00A1065B" w:rsidP="00A1065B">
      <w:pPr>
        <w:spacing w:line="259" w:lineRule="auto"/>
        <w:ind w:left="-708" w:right="917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after="4" w:line="238" w:lineRule="auto"/>
        <w:ind w:left="-142" w:firstLine="9923"/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br w:type="page"/>
      </w:r>
      <w:r w:rsidRPr="009A32D8">
        <w:rPr>
          <w:rFonts w:ascii="Times New Roman" w:hAnsi="Times New Roman"/>
          <w:bCs/>
          <w:kern w:val="28"/>
          <w:sz w:val="28"/>
          <w:szCs w:val="28"/>
        </w:rPr>
        <w:lastRenderedPageBreak/>
        <w:t xml:space="preserve">Приложение № 9 Административному регламенту предоставления Муниципальной услуги «Прием в муниципальные образовательные организации Саргатского муниципального района Омской области, реализующие дополнительные общеобразовательные программы, а также программы спортивной подготовки» </w:t>
      </w:r>
    </w:p>
    <w:p w:rsidR="00A1065B" w:rsidRPr="009A32D8" w:rsidRDefault="00A1065B" w:rsidP="00A1065B">
      <w:pPr>
        <w:spacing w:after="10" w:line="259" w:lineRule="auto"/>
        <w:ind w:left="50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3" w:line="267" w:lineRule="auto"/>
        <w:ind w:left="2585" w:right="31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A32D8">
        <w:rPr>
          <w:rFonts w:ascii="Times New Roman" w:hAnsi="Times New Roman"/>
          <w:bCs/>
          <w:kern w:val="32"/>
          <w:sz w:val="28"/>
          <w:szCs w:val="28"/>
        </w:rPr>
        <w:t xml:space="preserve">Порядок выполнения административных действий при обращении Заявителя посредством ЕПГУ (РПГУ) </w:t>
      </w:r>
    </w:p>
    <w:p w:rsidR="00A1065B" w:rsidRPr="009A32D8" w:rsidRDefault="00A1065B" w:rsidP="00A1065B">
      <w:pPr>
        <w:tabs>
          <w:tab w:val="center" w:pos="2438"/>
          <w:tab w:val="center" w:pos="8719"/>
        </w:tabs>
        <w:spacing w:after="29" w:line="24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1.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Прием и регистрация Запроса и документов, необходимых для предоставления Муниципальной услуги</w:t>
      </w:r>
    </w:p>
    <w:p w:rsidR="00A1065B" w:rsidRPr="009A32D8" w:rsidRDefault="00A1065B" w:rsidP="00A1065B">
      <w:pPr>
        <w:spacing w:line="259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4900" w:type="pct"/>
        <w:tblInd w:w="-108" w:type="dxa"/>
        <w:tblCellMar>
          <w:top w:w="41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1509"/>
        <w:gridCol w:w="1998"/>
        <w:gridCol w:w="1240"/>
        <w:gridCol w:w="1425"/>
        <w:gridCol w:w="1995"/>
        <w:gridCol w:w="2297"/>
      </w:tblGrid>
      <w:tr w:rsidR="00A1065B" w:rsidRPr="009A32D8" w:rsidTr="00A1065B">
        <w:trPr>
          <w:trHeight w:val="1390"/>
        </w:trPr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процедуры/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используемая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ИС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Административные действия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Средний срок выполнения 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Критерии принятия решений </w:t>
            </w:r>
          </w:p>
        </w:tc>
        <w:tc>
          <w:tcPr>
            <w:tcW w:w="5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 </w:t>
            </w:r>
          </w:p>
        </w:tc>
      </w:tr>
      <w:tr w:rsidR="00A1065B" w:rsidRPr="009A32D8" w:rsidTr="00A1065B">
        <w:trPr>
          <w:trHeight w:val="2771"/>
        </w:trPr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ЕПГУ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(РПГУ)/ИС/Ор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ганизация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Прием и предварительная проверка документов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рабочий день 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15 минут 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том числе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Административным регламентом </w:t>
            </w:r>
          </w:p>
        </w:tc>
        <w:tc>
          <w:tcPr>
            <w:tcW w:w="5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Запрос и прилагаемые документы поступают в интегрированную с ЕАИС ДО (РПГУ) ИС. Результатом административного действия является прием Запроса.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 фиксируется в электронной форме в ИС </w:t>
            </w:r>
          </w:p>
        </w:tc>
      </w:tr>
      <w:tr w:rsidR="00A1065B" w:rsidRPr="009A32D8" w:rsidTr="00A1065B">
        <w:trPr>
          <w:trHeight w:val="1668"/>
        </w:trPr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Организация/ ИС 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3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Проверка комплектности документов по перечню документов, необходимых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4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10 минут 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Соответствие представленных Заявителем документов требованиям, установленным законодательством </w:t>
            </w:r>
          </w:p>
        </w:tc>
        <w:tc>
          <w:tcPr>
            <w:tcW w:w="5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При поступлении документов с ЕПГУ (РПГУ) работник Организации, ответственный за прием и проверку поступивших документов, в целях предоставления Муниципальной услуги проводит предварительную проверку: 1) устанавливает предмет обращения; </w:t>
            </w:r>
          </w:p>
        </w:tc>
      </w:tr>
      <w:tr w:rsidR="00A1065B" w:rsidRPr="009A32D8" w:rsidTr="00A1065B">
        <w:trPr>
          <w:trHeight w:val="1668"/>
        </w:trPr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3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для конкретного результата предоставления Муниципальной услуги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4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Российской Федерации,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том числе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Административным регламентом </w:t>
            </w:r>
          </w:p>
        </w:tc>
        <w:tc>
          <w:tcPr>
            <w:tcW w:w="5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numPr>
                <w:ilvl w:val="0"/>
                <w:numId w:val="17"/>
              </w:numPr>
              <w:spacing w:after="13" w:line="238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проверяет правильность оформления Запроса, наличие приложенного электронного образа свидетельства о рождении либо документа, удостоверяющего личность </w:t>
            </w:r>
          </w:p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несовершеннолетнего, и соответствие </w:t>
            </w:r>
          </w:p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их установленным Административным регламентом требованиям (кроме Запросов, поданных посредством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ЕПГУ); </w:t>
            </w:r>
          </w:p>
          <w:p w:rsidR="00A1065B" w:rsidRPr="009A32D8" w:rsidRDefault="00A1065B" w:rsidP="00A1065B">
            <w:pPr>
              <w:numPr>
                <w:ilvl w:val="0"/>
                <w:numId w:val="17"/>
              </w:numPr>
              <w:spacing w:after="13" w:line="238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 (кроме Запросов, поданных посредством ЕПГУ). </w:t>
            </w:r>
          </w:p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случае наличия оснований для отказа в приеме документов, предусмотренных подразделом 12 Административного регламента,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дня, следующего за днем подачи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Запроса через ЕПГУ (РПГУ). В случае отсутствия основания для отказа в приеме документов, необходимых для предоставления Муниципальной услуги, работник Организации регистрирует Запрос в ИС, о чем Заявитель уведомляется в Личном кабинете на ЕПГУ (РПГУ). </w:t>
            </w:r>
          </w:p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 фиксируется в электронной форме </w:t>
            </w:r>
          </w:p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ИС, а также на ЕПГУ (РПГУ) </w:t>
            </w:r>
          </w:p>
        </w:tc>
      </w:tr>
      <w:tr w:rsidR="00A1065B" w:rsidRPr="009A32D8" w:rsidTr="00A1065B">
        <w:trPr>
          <w:trHeight w:val="1668"/>
        </w:trPr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3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Регистрация Запроса либо отказ в регистрации </w:t>
            </w:r>
          </w:p>
          <w:p w:rsidR="00A1065B" w:rsidRPr="009A32D8" w:rsidRDefault="00A1065B" w:rsidP="00A1065B">
            <w:pPr>
              <w:spacing w:line="259" w:lineRule="auto"/>
              <w:ind w:right="43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Запроса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4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30 минут 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Соответствие представленных Заявителем документов требованиям, установленным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законодательством Российской Федерации,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том числе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Административным регламентом </w:t>
            </w:r>
          </w:p>
        </w:tc>
        <w:tc>
          <w:tcPr>
            <w:tcW w:w="5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A1065B" w:rsidRPr="009A32D8" w:rsidRDefault="00A1065B" w:rsidP="00A1065B">
      <w:pPr>
        <w:spacing w:line="259" w:lineRule="auto"/>
        <w:ind w:left="-708" w:right="14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ind w:left="708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after="14" w:line="259" w:lineRule="auto"/>
        <w:ind w:left="66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keepNext/>
        <w:keepLines/>
        <w:spacing w:after="10" w:line="249" w:lineRule="auto"/>
        <w:ind w:left="2953" w:right="2981" w:hanging="10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2.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Формирование и направление межведомственных информационных запросов в органы (организации), участвующие в предоставлении Муниципальной услуги </w:t>
      </w:r>
    </w:p>
    <w:p w:rsidR="00A1065B" w:rsidRPr="009A32D8" w:rsidRDefault="00A1065B" w:rsidP="00A1065B">
      <w:pPr>
        <w:spacing w:line="259" w:lineRule="auto"/>
        <w:ind w:left="66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4900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1" w:type="dxa"/>
          <w:left w:w="83" w:type="dxa"/>
          <w:right w:w="45" w:type="dxa"/>
        </w:tblCellMar>
        <w:tblLook w:val="04A0" w:firstRow="1" w:lastRow="0" w:firstColumn="1" w:lastColumn="0" w:noHBand="0" w:noVBand="1"/>
      </w:tblPr>
      <w:tblGrid>
        <w:gridCol w:w="1572"/>
        <w:gridCol w:w="1996"/>
        <w:gridCol w:w="1283"/>
        <w:gridCol w:w="1526"/>
        <w:gridCol w:w="1695"/>
        <w:gridCol w:w="2433"/>
      </w:tblGrid>
      <w:tr w:rsidR="00A1065B" w:rsidRPr="009A32D8" w:rsidTr="00A1065B">
        <w:trPr>
          <w:trHeight w:val="1666"/>
        </w:trPr>
        <w:tc>
          <w:tcPr>
            <w:tcW w:w="1839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</w:t>
            </w:r>
          </w:p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процедуры/исп ользуемая ИС </w:t>
            </w:r>
          </w:p>
        </w:tc>
        <w:tc>
          <w:tcPr>
            <w:tcW w:w="226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Административные действия </w:t>
            </w:r>
          </w:p>
        </w:tc>
        <w:tc>
          <w:tcPr>
            <w:tcW w:w="155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Средний срок выполнения </w:t>
            </w:r>
          </w:p>
        </w:tc>
        <w:tc>
          <w:tcPr>
            <w:tcW w:w="184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72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80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Критерии принятия решений </w:t>
            </w:r>
          </w:p>
        </w:tc>
        <w:tc>
          <w:tcPr>
            <w:tcW w:w="507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2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 </w:t>
            </w:r>
          </w:p>
        </w:tc>
      </w:tr>
      <w:tr w:rsidR="00A1065B" w:rsidRPr="009A32D8" w:rsidTr="00A1065B">
        <w:trPr>
          <w:trHeight w:val="2837"/>
        </w:trPr>
        <w:tc>
          <w:tcPr>
            <w:tcW w:w="1839" w:type="dxa"/>
            <w:vMerge w:val="restart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Организация /ИС </w:t>
            </w:r>
          </w:p>
        </w:tc>
        <w:tc>
          <w:tcPr>
            <w:tcW w:w="226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Запрос о доступном </w:t>
            </w:r>
          </w:p>
          <w:p w:rsidR="00A1065B" w:rsidRPr="009A32D8" w:rsidRDefault="00A1065B" w:rsidP="00A1065B">
            <w:pPr>
              <w:spacing w:line="238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остатке обеспечения сертификата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рабочий день </w:t>
            </w:r>
          </w:p>
        </w:tc>
        <w:tc>
          <w:tcPr>
            <w:tcW w:w="184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15 минут </w:t>
            </w:r>
          </w:p>
        </w:tc>
        <w:tc>
          <w:tcPr>
            <w:tcW w:w="2808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Наличие в перечне документов, необходимых для предоставления </w:t>
            </w:r>
          </w:p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Муниципальной услуги, документов, находящихся в распоряжении у органов местного самоуправления </w:t>
            </w:r>
          </w:p>
        </w:tc>
        <w:tc>
          <w:tcPr>
            <w:tcW w:w="5075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Работник Организации формирует и направляет межведомственный информационный запрос о доступном остатке обеспечения сертификата. </w:t>
            </w:r>
          </w:p>
          <w:p w:rsidR="00A1065B" w:rsidRPr="009A32D8" w:rsidRDefault="00A1065B" w:rsidP="00A1065B">
            <w:pPr>
              <w:spacing w:line="238" w:lineRule="auto"/>
              <w:ind w:right="42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A1065B" w:rsidRPr="009A32D8" w:rsidRDefault="00A1065B" w:rsidP="00A1065B">
            <w:pPr>
              <w:spacing w:line="259" w:lineRule="auto"/>
              <w:ind w:right="5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 фиксируется в электронной форме в системе межведомственного электронного взаимодействия </w:t>
            </w:r>
          </w:p>
        </w:tc>
      </w:tr>
      <w:tr w:rsidR="00A1065B" w:rsidRPr="009A32D8" w:rsidTr="00A1065B">
        <w:trPr>
          <w:trHeight w:val="2770"/>
        </w:trPr>
        <w:tc>
          <w:tcPr>
            <w:tcW w:w="0" w:type="auto"/>
            <w:vMerge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Контроль предоставления результата запроса </w:t>
            </w:r>
          </w:p>
        </w:tc>
        <w:tc>
          <w:tcPr>
            <w:tcW w:w="155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рабочий день </w:t>
            </w:r>
          </w:p>
        </w:tc>
        <w:tc>
          <w:tcPr>
            <w:tcW w:w="184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15 минут </w:t>
            </w:r>
          </w:p>
        </w:tc>
        <w:tc>
          <w:tcPr>
            <w:tcW w:w="2808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Наличие в перечне документов, необходимых для предоставления </w:t>
            </w:r>
          </w:p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Муниципальной услуги, документов, находящихся в распоряжении у органов местного самоуправления </w:t>
            </w:r>
          </w:p>
        </w:tc>
        <w:tc>
          <w:tcPr>
            <w:tcW w:w="5075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57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Проверка поступления ответа на межведомственные информационные запросы. </w:t>
            </w:r>
          </w:p>
          <w:p w:rsidR="00A1065B" w:rsidRPr="009A32D8" w:rsidRDefault="00A1065B" w:rsidP="00A1065B">
            <w:pPr>
              <w:spacing w:line="238" w:lineRule="auto"/>
              <w:ind w:right="44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Результат фиксируется в электронной форме в системе межведомственного электронного взаимодействия </w:t>
            </w:r>
          </w:p>
        </w:tc>
      </w:tr>
    </w:tbl>
    <w:p w:rsidR="00A1065B" w:rsidRPr="009A32D8" w:rsidRDefault="00A1065B" w:rsidP="00A1065B">
      <w:pPr>
        <w:spacing w:after="29" w:line="249" w:lineRule="auto"/>
        <w:ind w:left="2558" w:right="1687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numPr>
          <w:ilvl w:val="0"/>
          <w:numId w:val="15"/>
        </w:numPr>
        <w:spacing w:after="29" w:line="249" w:lineRule="auto"/>
        <w:ind w:right="1687" w:hanging="721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Рассмотрение документов и принятие предварительного решения</w:t>
      </w:r>
    </w:p>
    <w:p w:rsidR="00A1065B" w:rsidRPr="009A32D8" w:rsidRDefault="00A1065B" w:rsidP="00A1065B">
      <w:pPr>
        <w:spacing w:line="259" w:lineRule="auto"/>
        <w:ind w:left="72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line="259" w:lineRule="auto"/>
        <w:ind w:left="-708" w:right="96"/>
        <w:rPr>
          <w:rFonts w:ascii="Times New Roman" w:hAnsi="Times New Roman"/>
          <w:color w:val="000000"/>
          <w:sz w:val="28"/>
          <w:szCs w:val="28"/>
          <w:lang w:eastAsia="en-US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2020"/>
        <w:gridCol w:w="1355"/>
        <w:gridCol w:w="1566"/>
        <w:gridCol w:w="1731"/>
        <w:gridCol w:w="2195"/>
      </w:tblGrid>
      <w:tr w:rsidR="00A1065B" w:rsidRPr="009A32D8" w:rsidTr="00A1065B">
        <w:trPr>
          <w:cantSplit/>
          <w:trHeight w:val="1666"/>
        </w:trPr>
        <w:tc>
          <w:tcPr>
            <w:tcW w:w="1839" w:type="dxa"/>
            <w:shd w:val="clear" w:color="auto" w:fill="auto"/>
          </w:tcPr>
          <w:p w:rsidR="00A1065B" w:rsidRPr="009A32D8" w:rsidRDefault="00A1065B" w:rsidP="00A1065B">
            <w:pPr>
              <w:spacing w:after="1" w:line="23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</w:t>
            </w:r>
          </w:p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процедуры/исп ользуемая ИС </w:t>
            </w:r>
          </w:p>
        </w:tc>
        <w:tc>
          <w:tcPr>
            <w:tcW w:w="226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Административные действия </w:t>
            </w:r>
          </w:p>
        </w:tc>
        <w:tc>
          <w:tcPr>
            <w:tcW w:w="155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3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Средний срок выполнения </w:t>
            </w:r>
          </w:p>
        </w:tc>
        <w:tc>
          <w:tcPr>
            <w:tcW w:w="184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72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80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Критерии принятия решений </w:t>
            </w:r>
          </w:p>
        </w:tc>
        <w:tc>
          <w:tcPr>
            <w:tcW w:w="507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Содержание действия, </w:t>
            </w:r>
          </w:p>
          <w:p w:rsidR="00A1065B" w:rsidRPr="009A32D8" w:rsidRDefault="00A1065B" w:rsidP="00A1065B">
            <w:pPr>
              <w:spacing w:line="259" w:lineRule="auto"/>
              <w:ind w:right="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сведения о работнике, ответственном за </w:t>
            </w:r>
          </w:p>
          <w:p w:rsidR="00A1065B" w:rsidRPr="009A32D8" w:rsidRDefault="00A1065B" w:rsidP="00A1065B">
            <w:pPr>
              <w:spacing w:line="23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выполнение административного действия, результат административного действия и </w:t>
            </w:r>
          </w:p>
          <w:p w:rsidR="00A1065B" w:rsidRPr="009A32D8" w:rsidRDefault="00A1065B" w:rsidP="00A1065B">
            <w:pPr>
              <w:spacing w:line="259" w:lineRule="auto"/>
              <w:ind w:right="8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порядок его передачи, способ фиксации </w:t>
            </w:r>
          </w:p>
          <w:p w:rsidR="00A1065B" w:rsidRPr="009A32D8" w:rsidRDefault="00A1065B" w:rsidP="00A1065B">
            <w:pPr>
              <w:spacing w:line="259" w:lineRule="auto"/>
              <w:ind w:right="8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результата </w:t>
            </w:r>
          </w:p>
        </w:tc>
      </w:tr>
      <w:tr w:rsidR="00A1065B" w:rsidRPr="009A32D8" w:rsidTr="00A1065B">
        <w:trPr>
          <w:cantSplit/>
          <w:trHeight w:val="8015"/>
        </w:trPr>
        <w:tc>
          <w:tcPr>
            <w:tcW w:w="1839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Организация/И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С/ЕПГУ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(РПГУ) </w:t>
            </w:r>
          </w:p>
        </w:tc>
        <w:tc>
          <w:tcPr>
            <w:tcW w:w="226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Рассмотрение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документов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6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3 рабочих дня </w:t>
            </w:r>
          </w:p>
        </w:tc>
        <w:tc>
          <w:tcPr>
            <w:tcW w:w="184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час </w:t>
            </w:r>
          </w:p>
        </w:tc>
        <w:tc>
          <w:tcPr>
            <w:tcW w:w="2808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Наличие в сведениях и документах, направленных Заявителем в Организацию посредством ЕПГУ (РПГУ), оснований для отказа в предоставлении Муниципальной услуги </w:t>
            </w:r>
          </w:p>
        </w:tc>
        <w:tc>
          <w:tcPr>
            <w:tcW w:w="5074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Работник Организации проверяет сведения и документы, направленные Заявителем посредством ЕПГУ (РПГУ) в Организацию. В случае отсутствия необходимости проведения приемных (вступительных) испытаний, Заявителю направляется уведомление по форме Приложения 9 к настоящему Административному регламенту, о посещении Организации с оригиналами документов для заключения договора. </w:t>
            </w:r>
          </w:p>
          <w:p w:rsidR="00A1065B" w:rsidRPr="009A32D8" w:rsidRDefault="00A1065B" w:rsidP="00A1065B">
            <w:pPr>
              <w:spacing w:line="237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случае наличия оснований для отказа в предоставлении Муниципальной услуги, предусмотренных подразделом 13 </w:t>
            </w:r>
          </w:p>
          <w:p w:rsidR="00A1065B" w:rsidRPr="009A32D8" w:rsidRDefault="00A1065B" w:rsidP="00A1065B">
            <w:pPr>
              <w:spacing w:line="238" w:lineRule="auto"/>
              <w:ind w:right="8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Административного регламента, 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(Четырех) рабочих дней, с момента регистрации Запроса в Организации. </w:t>
            </w:r>
          </w:p>
          <w:p w:rsidR="00A1065B" w:rsidRPr="009A32D8" w:rsidRDefault="00A1065B" w:rsidP="00A1065B">
            <w:pPr>
              <w:spacing w:line="259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случае необходимости проведения приемных (вступительных) испытаний, Заявителю направляется уведомление по форме Приложения 8 к настоящему Административному регламенту, о явке на приемные (вступительные) испытания с оригиналами документов. </w:t>
            </w:r>
          </w:p>
        </w:tc>
      </w:tr>
      <w:tr w:rsidR="00A1065B" w:rsidRPr="009A32D8" w:rsidTr="00A1065B">
        <w:trPr>
          <w:cantSplit/>
          <w:trHeight w:val="3216"/>
        </w:trPr>
        <w:tc>
          <w:tcPr>
            <w:tcW w:w="1839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8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44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074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договора, либо уведомление о проведении приемных (вступительных) испытаний. </w:t>
            </w:r>
          </w:p>
          <w:p w:rsidR="00A1065B" w:rsidRPr="009A32D8" w:rsidRDefault="00A1065B" w:rsidP="00A1065B">
            <w:pPr>
              <w:spacing w:line="259" w:lineRule="auto"/>
              <w:ind w:right="8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 фиксируется в электронной форме в ИС, Личном кабинете Заявителя на ЕПГУ (РПГУ) </w:t>
            </w:r>
          </w:p>
        </w:tc>
      </w:tr>
    </w:tbl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numPr>
          <w:ilvl w:val="0"/>
          <w:numId w:val="15"/>
        </w:numPr>
        <w:spacing w:after="13" w:line="259" w:lineRule="auto"/>
        <w:ind w:left="-142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Проведение приемных (вступительных) испытаний (при необходимости)</w:t>
      </w:r>
    </w:p>
    <w:p w:rsidR="00A1065B" w:rsidRPr="009A32D8" w:rsidRDefault="00A1065B" w:rsidP="00A1065B">
      <w:pPr>
        <w:spacing w:line="259" w:lineRule="auto"/>
        <w:ind w:left="72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4900" w:type="pct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1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1419"/>
        <w:gridCol w:w="1240"/>
        <w:gridCol w:w="12"/>
        <w:gridCol w:w="1122"/>
        <w:gridCol w:w="1879"/>
        <w:gridCol w:w="3190"/>
        <w:gridCol w:w="53"/>
      </w:tblGrid>
      <w:tr w:rsidR="00A1065B" w:rsidRPr="009A32D8" w:rsidTr="00A1065B">
        <w:trPr>
          <w:gridAfter w:val="1"/>
          <w:wAfter w:w="79" w:type="dxa"/>
          <w:trHeight w:val="1666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</w:t>
            </w:r>
          </w:p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процедуры/исп ользуемая ИС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Административные действия </w:t>
            </w:r>
          </w:p>
        </w:tc>
        <w:tc>
          <w:tcPr>
            <w:tcW w:w="185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Средний срок выполнения 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4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Критерии принятия решений </w:t>
            </w:r>
          </w:p>
        </w:tc>
        <w:tc>
          <w:tcPr>
            <w:tcW w:w="485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Содержание действия, </w:t>
            </w:r>
          </w:p>
          <w:p w:rsidR="00A1065B" w:rsidRPr="009A32D8" w:rsidRDefault="00A1065B" w:rsidP="00A1065B">
            <w:pPr>
              <w:spacing w:line="259" w:lineRule="auto"/>
              <w:ind w:right="8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сведения о работнике, ответственном за </w:t>
            </w:r>
          </w:p>
          <w:p w:rsidR="00A1065B" w:rsidRPr="009A32D8" w:rsidRDefault="00A1065B" w:rsidP="00A1065B">
            <w:pPr>
              <w:spacing w:line="23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выполнение административного действия, результат административного действия и </w:t>
            </w:r>
          </w:p>
          <w:p w:rsidR="00A1065B" w:rsidRPr="009A32D8" w:rsidRDefault="00A1065B" w:rsidP="00A1065B">
            <w:pPr>
              <w:spacing w:line="259" w:lineRule="auto"/>
              <w:ind w:right="8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порядок его передачи, способ фиксации </w:t>
            </w:r>
          </w:p>
          <w:p w:rsidR="00A1065B" w:rsidRPr="009A32D8" w:rsidRDefault="00A1065B" w:rsidP="00A1065B">
            <w:pPr>
              <w:spacing w:line="259" w:lineRule="auto"/>
              <w:ind w:right="8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результата </w:t>
            </w:r>
          </w:p>
        </w:tc>
      </w:tr>
      <w:tr w:rsidR="00A1065B" w:rsidRPr="009A32D8" w:rsidTr="00A1065B">
        <w:trPr>
          <w:gridAfter w:val="1"/>
          <w:wAfter w:w="79" w:type="dxa"/>
          <w:trHeight w:val="2218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Организация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853" w:type="dxa"/>
            <w:shd w:val="clear" w:color="auto" w:fill="auto"/>
          </w:tcPr>
          <w:p w:rsidR="00A1065B" w:rsidRPr="009A32D8" w:rsidRDefault="00A1065B" w:rsidP="00A1065B">
            <w:pPr>
              <w:spacing w:line="251" w:lineRule="auto"/>
              <w:ind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Не более 2 рабочих дней с даты регистрации Запроса </w:t>
            </w:r>
          </w:p>
          <w:p w:rsidR="00A1065B" w:rsidRPr="009A32D8" w:rsidRDefault="00A1065B" w:rsidP="00A1065B">
            <w:pPr>
              <w:spacing w:line="259" w:lineRule="auto"/>
              <w:ind w:right="9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1065B" w:rsidRPr="009A32D8" w:rsidRDefault="00A1065B" w:rsidP="00A1065B">
            <w:pPr>
              <w:spacing w:line="259" w:lineRule="auto"/>
              <w:ind w:right="9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20 минут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 w:right="5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Обязательность прохождения приемных (вступительных) испытаний для приема на обучение по образовательной программе, программе спортивной подготовки </w:t>
            </w:r>
          </w:p>
        </w:tc>
        <w:tc>
          <w:tcPr>
            <w:tcW w:w="485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Подготовка материалов для публикации информации о дате, времени и месте проведения вступительных (приемных) испытаний на информационном стенде и официальном сайте Организации, а также для направления уведомления Заявителю в личный кабинет на ЕПГУ (РПГУ) </w:t>
            </w:r>
          </w:p>
        </w:tc>
      </w:tr>
      <w:tr w:rsidR="00A1065B" w:rsidRPr="009A32D8" w:rsidTr="00A1065B">
        <w:trPr>
          <w:gridAfter w:val="1"/>
          <w:wAfter w:w="79" w:type="dxa"/>
          <w:trHeight w:val="1116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Организация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Публикация информации о дате, времени и месте проведения </w:t>
            </w:r>
          </w:p>
        </w:tc>
        <w:tc>
          <w:tcPr>
            <w:tcW w:w="1853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Не позднее 3 рабочих дней до даты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проведения 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20 минут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Обязательность прохождения (вступительных) приемных испытаний </w:t>
            </w:r>
          </w:p>
        </w:tc>
        <w:tc>
          <w:tcPr>
            <w:tcW w:w="485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Размещение информации о дате, времени и месте проведения вступительных (приемных) испытаний </w:t>
            </w:r>
          </w:p>
        </w:tc>
      </w:tr>
      <w:tr w:rsidR="00A1065B" w:rsidRPr="009A32D8" w:rsidTr="00A1065B">
        <w:trPr>
          <w:gridAfter w:val="1"/>
          <w:wAfter w:w="79" w:type="dxa"/>
          <w:trHeight w:val="1116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процедуры/используемая ИС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Административные действия вступительных (приемных) испытаний на информационном стенде и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официальном сайте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Организации </w:t>
            </w:r>
          </w:p>
        </w:tc>
        <w:tc>
          <w:tcPr>
            <w:tcW w:w="1853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Средний срок выполнения вступительных (приемных) испытаний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Критерии принятия решений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85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Содержание действия, </w:t>
            </w:r>
          </w:p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сведения о работнике, ответственном за </w:t>
            </w:r>
          </w:p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выполнение административного действия, результат административного действия и </w:t>
            </w:r>
          </w:p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порядок его передачи, способ фиксации результата</w:t>
            </w:r>
          </w:p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1065B" w:rsidRPr="009A32D8" w:rsidTr="00A1065B">
        <w:trPr>
          <w:gridAfter w:val="1"/>
          <w:wAfter w:w="79" w:type="dxa"/>
          <w:trHeight w:val="1116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Организация/И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С/ЕПГУ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(РПГУ)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Направление уведомления в личный кабинет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Заявителя на ЕПГУ (РПГУ) о дате, времени и месте проведения вступительных (приемных) испытаний </w:t>
            </w:r>
          </w:p>
        </w:tc>
        <w:tc>
          <w:tcPr>
            <w:tcW w:w="1853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 рабочий </w:t>
            </w:r>
          </w:p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день 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20 минут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Обязательность прохождения вступительных (приемных) испытаний для приема на обучение по образовательной программе, программе спортивной подготовки </w:t>
            </w:r>
          </w:p>
        </w:tc>
        <w:tc>
          <w:tcPr>
            <w:tcW w:w="485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Направление уведомления в Личный кабинет Заявителя на ЕПГУ (РПГУ) о дате, времени и месте проведения вступительных (приемных) испытаний по форме, приведенной в Приложении 8 к Административному регламенту </w:t>
            </w:r>
          </w:p>
        </w:tc>
      </w:tr>
      <w:tr w:rsidR="00A1065B" w:rsidRPr="009A32D8" w:rsidTr="00A1065B">
        <w:trPr>
          <w:gridAfter w:val="1"/>
          <w:wAfter w:w="79" w:type="dxa"/>
          <w:trHeight w:val="1116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Организация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Сверка документов </w:t>
            </w:r>
          </w:p>
        </w:tc>
        <w:tc>
          <w:tcPr>
            <w:tcW w:w="1853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Не более 27 рабочих дней с момента </w:t>
            </w:r>
          </w:p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принятия </w:t>
            </w:r>
          </w:p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решения о </w:t>
            </w:r>
          </w:p>
          <w:p w:rsidR="00A1065B" w:rsidRPr="009A32D8" w:rsidRDefault="00A1065B" w:rsidP="00A1065B">
            <w:pPr>
              <w:spacing w:line="238" w:lineRule="auto"/>
              <w:ind w:right="8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проведении вступительных (приемных) испытаний 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20 минут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Соответствие оригиналов документов ранее предоставленным сведениям Заявителем посредством ЕПГУ </w:t>
            </w:r>
          </w:p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(РПГУ) </w:t>
            </w:r>
          </w:p>
        </w:tc>
        <w:tc>
          <w:tcPr>
            <w:tcW w:w="485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Перед началом вступительных (приемных) испытаний Заявитель представляет оригиналы документов, указанные в подразделе 10 Административного регламента, для сверки работником </w:t>
            </w:r>
          </w:p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Организации. </w:t>
            </w:r>
          </w:p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случае соответствия документов кандидат допускается до вступительных (приемных) испытаний. </w:t>
            </w:r>
          </w:p>
          <w:p w:rsidR="00A1065B" w:rsidRPr="009A32D8" w:rsidRDefault="00A1065B" w:rsidP="00A1065B">
            <w:pPr>
              <w:spacing w:line="259" w:lineRule="auto"/>
              <w:ind w:right="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 случае несоответствия документов работник Организации подготавливает решение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об отказе в предоставлении Муниципальной услуги</w:t>
            </w:r>
          </w:p>
        </w:tc>
      </w:tr>
      <w:tr w:rsidR="00A1065B" w:rsidRPr="009A32D8" w:rsidTr="00A1065B">
        <w:tblPrEx>
          <w:tblCellMar>
            <w:left w:w="0" w:type="dxa"/>
          </w:tblCellMar>
        </w:tblPrEx>
        <w:trPr>
          <w:trHeight w:val="2494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Организация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Проведение вступительных (приемных) испытаний 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83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Не более 27 рабочих дней с момента </w:t>
            </w:r>
          </w:p>
          <w:p w:rsidR="00A1065B" w:rsidRPr="009A32D8" w:rsidRDefault="00A1065B" w:rsidP="00A1065B">
            <w:pPr>
              <w:spacing w:after="3"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принятия </w:t>
            </w:r>
          </w:p>
          <w:p w:rsidR="00A1065B" w:rsidRPr="009A32D8" w:rsidRDefault="00A1065B" w:rsidP="00A1065B">
            <w:pPr>
              <w:tabs>
                <w:tab w:val="center" w:pos="424"/>
                <w:tab w:val="center" w:pos="551"/>
                <w:tab w:val="center" w:pos="1180"/>
                <w:tab w:val="center" w:pos="1533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решения о </w:t>
            </w:r>
          </w:p>
          <w:p w:rsidR="00A1065B" w:rsidRPr="009A32D8" w:rsidRDefault="00A1065B" w:rsidP="00A1065B">
            <w:pPr>
              <w:spacing w:line="259" w:lineRule="auto"/>
              <w:ind w:left="83" w:right="32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проведении вступительны х (приемных) испытаний </w:t>
            </w:r>
          </w:p>
        </w:tc>
        <w:tc>
          <w:tcPr>
            <w:tcW w:w="167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Обязательность прохождения вступительных (приемных) испытаний для приема на обучение по образовательной программе, программе спортивной подготовки </w:t>
            </w:r>
          </w:p>
        </w:tc>
        <w:tc>
          <w:tcPr>
            <w:tcW w:w="493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Прохождение приемных испытаний </w:t>
            </w:r>
          </w:p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</w:tr>
      <w:tr w:rsidR="00A1065B" w:rsidRPr="009A32D8" w:rsidTr="00A1065B">
        <w:tblPrEx>
          <w:tblCellMar>
            <w:left w:w="0" w:type="dxa"/>
          </w:tblCellMar>
        </w:tblPrEx>
        <w:trPr>
          <w:trHeight w:val="2218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Организация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Подведение результатов вступительных (приемных) испытаний 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191"/>
                <w:tab w:val="center" w:pos="249"/>
                <w:tab w:val="center" w:pos="715"/>
                <w:tab w:val="center" w:pos="929"/>
                <w:tab w:val="center" w:pos="1178"/>
                <w:tab w:val="center" w:pos="1531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Не более 1 </w:t>
            </w:r>
          </w:p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рабочего дня </w:t>
            </w:r>
          </w:p>
        </w:tc>
        <w:tc>
          <w:tcPr>
            <w:tcW w:w="167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2 часа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Прохождение обучающимся вступительных (приемных) испытаний для приема на обучение по образовательной программе, программе спортивной подготовки </w:t>
            </w:r>
          </w:p>
        </w:tc>
        <w:tc>
          <w:tcPr>
            <w:tcW w:w="493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83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Формирование результатов вступительных (приемных) испытаний на основании критериев принятия решения, установленных локальными нормативными актами </w:t>
            </w:r>
          </w:p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Организации </w:t>
            </w:r>
          </w:p>
        </w:tc>
      </w:tr>
      <w:tr w:rsidR="00A1065B" w:rsidRPr="009A32D8" w:rsidTr="00A1065B">
        <w:tblPrEx>
          <w:tblCellMar>
            <w:left w:w="0" w:type="dxa"/>
          </w:tblCellMar>
        </w:tblPrEx>
        <w:trPr>
          <w:trHeight w:val="2494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Организация 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83" w:right="-18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Публикация результатов вступительных (приемных) испытаний информационном стенде и на официальном сайте </w:t>
            </w:r>
          </w:p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Организации </w:t>
            </w:r>
          </w:p>
          <w:p w:rsidR="00A1065B" w:rsidRPr="009A32D8" w:rsidRDefault="00A1065B" w:rsidP="00A1065B">
            <w:pPr>
              <w:spacing w:line="259" w:lineRule="auto"/>
              <w:ind w:left="80" w:hanging="80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130"/>
                <w:tab w:val="center" w:pos="169"/>
                <w:tab w:val="center" w:pos="900"/>
                <w:tab w:val="center" w:pos="1169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рабочий </w:t>
            </w:r>
          </w:p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день </w:t>
            </w:r>
          </w:p>
        </w:tc>
        <w:tc>
          <w:tcPr>
            <w:tcW w:w="167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15 минут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Прохождение обучающимся вступительных (приемных) испытаний для приема на обучение по образовательной программе, программе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спортивной подготовки </w:t>
            </w:r>
          </w:p>
        </w:tc>
        <w:tc>
          <w:tcPr>
            <w:tcW w:w="493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 w:righ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Размещение результатов вступительных (приемных) испытаний на информационном стенде и официальном сайте Организации </w:t>
            </w:r>
          </w:p>
        </w:tc>
      </w:tr>
      <w:tr w:rsidR="00A1065B" w:rsidRPr="009A32D8" w:rsidTr="00A1065B">
        <w:tblPrEx>
          <w:tblCellMar>
            <w:left w:w="0" w:type="dxa"/>
          </w:tblCellMar>
        </w:tblPrEx>
        <w:trPr>
          <w:trHeight w:val="562"/>
        </w:trPr>
        <w:tc>
          <w:tcPr>
            <w:tcW w:w="1843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Организация/И С/ЕПГУ (РПГУ)</w:t>
            </w:r>
          </w:p>
        </w:tc>
        <w:tc>
          <w:tcPr>
            <w:tcW w:w="2127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A1065B" w:rsidRPr="009A32D8" w:rsidRDefault="00A1065B" w:rsidP="00A1065B">
            <w:pPr>
              <w:tabs>
                <w:tab w:val="center" w:pos="130"/>
                <w:tab w:val="center" w:pos="169"/>
                <w:tab w:val="center" w:pos="900"/>
                <w:tab w:val="center" w:pos="1169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рабочий </w:t>
            </w:r>
          </w:p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день </w:t>
            </w:r>
          </w:p>
        </w:tc>
        <w:tc>
          <w:tcPr>
            <w:tcW w:w="1674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3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8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Прохождение обучающимся вступительных (приемных)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932" w:type="dxa"/>
            <w:gridSpan w:val="2"/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4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(РПГУ) уведомления по форме Приложения 9 к настоящему Административному регламенту о необходимости посетить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Организацию для подписания договора </w:t>
            </w:r>
          </w:p>
        </w:tc>
      </w:tr>
    </w:tbl>
    <w:p w:rsidR="00A1065B" w:rsidRPr="009A32D8" w:rsidRDefault="00A1065B" w:rsidP="00A1065B">
      <w:pPr>
        <w:spacing w:line="259" w:lineRule="auto"/>
        <w:ind w:left="-708" w:right="238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A1065B" w:rsidRPr="009A32D8" w:rsidRDefault="00A1065B" w:rsidP="00A1065B">
      <w:pPr>
        <w:spacing w:line="259" w:lineRule="auto"/>
        <w:ind w:right="38"/>
        <w:rPr>
          <w:rFonts w:ascii="Times New Roman" w:hAnsi="Times New Roman"/>
          <w:color w:val="000000"/>
          <w:sz w:val="28"/>
          <w:szCs w:val="28"/>
          <w:lang w:val="en-US" w:eastAsia="en-US"/>
        </w:rPr>
      </w:pPr>
    </w:p>
    <w:p w:rsidR="00A1065B" w:rsidRPr="009A32D8" w:rsidRDefault="00A1065B" w:rsidP="00A1065B">
      <w:pPr>
        <w:spacing w:line="259" w:lineRule="auto"/>
        <w:ind w:right="38"/>
        <w:rPr>
          <w:rFonts w:ascii="Times New Roman" w:hAnsi="Times New Roman"/>
          <w:color w:val="000000"/>
          <w:sz w:val="28"/>
          <w:szCs w:val="28"/>
          <w:lang w:val="en-US" w:eastAsia="en-US"/>
        </w:rPr>
      </w:pPr>
    </w:p>
    <w:p w:rsidR="00A1065B" w:rsidRPr="009A32D8" w:rsidRDefault="00A1065B" w:rsidP="00A1065B">
      <w:pPr>
        <w:keepNext/>
        <w:keepLines/>
        <w:tabs>
          <w:tab w:val="center" w:pos="3712"/>
          <w:tab w:val="center" w:pos="7998"/>
        </w:tabs>
        <w:spacing w:after="10" w:line="249" w:lineRule="auto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>5.</w:t>
      </w:r>
      <w:r w:rsidRPr="009A32D8">
        <w:rPr>
          <w:rFonts w:ascii="Times New Roman" w:eastAsia="Arial" w:hAnsi="Times New Roman"/>
          <w:color w:val="000000"/>
          <w:sz w:val="28"/>
          <w:szCs w:val="28"/>
          <w:lang w:eastAsia="en-US"/>
        </w:rPr>
        <w:t xml:space="preserve"> </w:t>
      </w: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Принятие решения о предоставлении (об отказе в предоставлении) </w:t>
      </w:r>
    </w:p>
    <w:p w:rsidR="00A1065B" w:rsidRPr="009A32D8" w:rsidRDefault="00A1065B" w:rsidP="00A1065B">
      <w:pPr>
        <w:spacing w:after="29" w:line="249" w:lineRule="auto"/>
        <w:ind w:left="2694" w:hanging="10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Муниципальной услуги и оформление результата предоставления Муниципальной услуги </w:t>
      </w:r>
    </w:p>
    <w:p w:rsidR="00A1065B" w:rsidRPr="009A32D8" w:rsidRDefault="00A1065B" w:rsidP="00A1065B">
      <w:pPr>
        <w:spacing w:line="259" w:lineRule="auto"/>
        <w:ind w:right="3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4900" w:type="pct"/>
        <w:tblInd w:w="-108" w:type="dxa"/>
        <w:tblCellMar>
          <w:top w:w="41" w:type="dxa"/>
          <w:left w:w="83" w:type="dxa"/>
          <w:right w:w="36" w:type="dxa"/>
        </w:tblCellMar>
        <w:tblLook w:val="04A0" w:firstRow="1" w:lastRow="0" w:firstColumn="1" w:lastColumn="0" w:noHBand="0" w:noVBand="1"/>
      </w:tblPr>
      <w:tblGrid>
        <w:gridCol w:w="1565"/>
        <w:gridCol w:w="1987"/>
        <w:gridCol w:w="1275"/>
        <w:gridCol w:w="1471"/>
        <w:gridCol w:w="2103"/>
        <w:gridCol w:w="2095"/>
      </w:tblGrid>
      <w:tr w:rsidR="00A1065B" w:rsidRPr="009A32D8" w:rsidTr="00A1065B">
        <w:trPr>
          <w:trHeight w:val="1617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</w:t>
            </w:r>
          </w:p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процедуры/исп ользуемая ИС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Административные действия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Средний срок выполнения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4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80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Критерии принятия решений </w:t>
            </w:r>
          </w:p>
        </w:tc>
        <w:tc>
          <w:tcPr>
            <w:tcW w:w="493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Содержание действия, </w:t>
            </w:r>
          </w:p>
          <w:p w:rsidR="00A1065B" w:rsidRPr="009A32D8" w:rsidRDefault="00A1065B" w:rsidP="00A1065B">
            <w:pPr>
              <w:spacing w:line="259" w:lineRule="auto"/>
              <w:ind w:right="4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сведения о работнике, ответственном за </w:t>
            </w:r>
          </w:p>
          <w:p w:rsidR="00A1065B" w:rsidRPr="009A32D8" w:rsidRDefault="00A1065B" w:rsidP="00A1065B">
            <w:pPr>
              <w:spacing w:line="23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выполнение административного действия, результат административного действия и </w:t>
            </w:r>
          </w:p>
          <w:p w:rsidR="00A1065B" w:rsidRPr="009A32D8" w:rsidRDefault="00A1065B" w:rsidP="00A1065B">
            <w:pPr>
              <w:spacing w:line="259" w:lineRule="auto"/>
              <w:ind w:right="4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порядок его передачи,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способ фиксации </w:t>
            </w:r>
          </w:p>
          <w:p w:rsidR="00A1065B" w:rsidRPr="009A32D8" w:rsidRDefault="00A1065B" w:rsidP="00A1065B">
            <w:pPr>
              <w:spacing w:line="259" w:lineRule="auto"/>
              <w:ind w:right="5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результата </w:t>
            </w:r>
          </w:p>
        </w:tc>
      </w:tr>
      <w:tr w:rsidR="00A1065B" w:rsidRPr="009A32D8" w:rsidTr="00A1065B">
        <w:trPr>
          <w:trHeight w:val="3322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Организация/ ИС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65B" w:rsidRPr="009A32D8" w:rsidRDefault="00A1065B" w:rsidP="00A1065B">
            <w:pPr>
              <w:tabs>
                <w:tab w:val="right" w:pos="1626"/>
                <w:tab w:val="right" w:pos="2112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Подготовка и подписание решения о предоставлении Муниципальной услуги либо отказа в ее предоставлении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рабочий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день </w:t>
            </w:r>
          </w:p>
          <w:p w:rsidR="00A1065B" w:rsidRPr="009A32D8" w:rsidRDefault="00A1065B" w:rsidP="00A1065B">
            <w:pPr>
              <w:spacing w:line="259" w:lineRule="auto"/>
              <w:ind w:right="5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A1065B" w:rsidRPr="009A32D8" w:rsidRDefault="00A1065B" w:rsidP="00A1065B">
            <w:pPr>
              <w:spacing w:line="259" w:lineRule="auto"/>
              <w:ind w:right="53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15 минут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65B" w:rsidRPr="009A32D8" w:rsidRDefault="00A1065B" w:rsidP="00A1065B">
            <w:pPr>
              <w:spacing w:line="257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Соответствие проекта решения требованиям законодательства </w:t>
            </w:r>
          </w:p>
          <w:p w:rsidR="00A1065B" w:rsidRPr="009A32D8" w:rsidRDefault="00A1065B" w:rsidP="00A1065B">
            <w:pPr>
              <w:spacing w:line="238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Российской Федерации, в том числе </w:t>
            </w:r>
          </w:p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Административному регламенту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5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Работник Организации, ответственный за предоставление Муниципальной услуги, при наличии оснований для отказа в предоставлении Муниципальной услуги подготавливает и подписывает усиленной квалифицированной ЭП решение об отказе в предоставлении Муниципальной услуги. При отсутствии оснований для отказа в предоставлении Муниципальной услуги подготавливает и подписывает усиленной квалифицированной ЭП решение о предоставлении Муниципально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й услуги. </w:t>
            </w:r>
          </w:p>
        </w:tc>
      </w:tr>
      <w:tr w:rsidR="00A1065B" w:rsidRPr="009A32D8" w:rsidTr="00A1065B">
        <w:trPr>
          <w:trHeight w:val="2763"/>
        </w:trPr>
        <w:tc>
          <w:tcPr>
            <w:tcW w:w="183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44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Результатом административного действия является утверждение и подписание решения о предоставлении Муниципальной услуги или отказа в ее предоставлении. </w:t>
            </w:r>
          </w:p>
          <w:p w:rsidR="00A1065B" w:rsidRPr="009A32D8" w:rsidRDefault="00A1065B" w:rsidP="00A1065B">
            <w:pPr>
              <w:spacing w:line="238" w:lineRule="auto"/>
              <w:ind w:right="4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 фиксируется в виде решения о предоставлении Муниципальной услуги или об отказе в ее предоставлении в ИС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A1065B" w:rsidRPr="009A32D8" w:rsidRDefault="00A1065B" w:rsidP="00A1065B">
      <w:pPr>
        <w:spacing w:after="16" w:line="259" w:lineRule="auto"/>
        <w:ind w:left="66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A1065B" w:rsidRPr="009A32D8" w:rsidRDefault="00A1065B" w:rsidP="00A1065B">
      <w:pPr>
        <w:spacing w:after="3" w:line="259" w:lineRule="auto"/>
        <w:ind w:left="10" w:right="3373" w:hanging="10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6. Выдача результата предоставления Муниципальной услуги Заявителю </w:t>
      </w:r>
    </w:p>
    <w:p w:rsidR="00A1065B" w:rsidRPr="009A32D8" w:rsidRDefault="00A1065B" w:rsidP="00A1065B">
      <w:pPr>
        <w:spacing w:line="259" w:lineRule="auto"/>
        <w:ind w:left="668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9A32D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4900" w:type="pct"/>
        <w:tblCellMar>
          <w:top w:w="41" w:type="dxa"/>
          <w:left w:w="83" w:type="dxa"/>
          <w:right w:w="35" w:type="dxa"/>
        </w:tblCellMar>
        <w:tblLook w:val="04A0" w:firstRow="1" w:lastRow="0" w:firstColumn="1" w:lastColumn="0" w:noHBand="0" w:noVBand="1"/>
      </w:tblPr>
      <w:tblGrid>
        <w:gridCol w:w="1549"/>
        <w:gridCol w:w="1966"/>
        <w:gridCol w:w="1261"/>
        <w:gridCol w:w="1456"/>
        <w:gridCol w:w="2081"/>
        <w:gridCol w:w="2074"/>
      </w:tblGrid>
      <w:tr w:rsidR="00A1065B" w:rsidRPr="009A32D8" w:rsidTr="00A1065B">
        <w:trPr>
          <w:trHeight w:val="1666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</w:t>
            </w:r>
          </w:p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процедуры/исп ользуемая ИС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Административные действия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Средний срок выполнения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4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Критерии принятия решений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Содержание действия,</w:t>
            </w:r>
          </w:p>
          <w:p w:rsidR="00A1065B" w:rsidRPr="009A32D8" w:rsidRDefault="00A1065B" w:rsidP="00A1065B">
            <w:pPr>
              <w:spacing w:line="259" w:lineRule="auto"/>
              <w:ind w:right="4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сведения о работнике, ответственном за</w:t>
            </w:r>
          </w:p>
          <w:p w:rsidR="00A1065B" w:rsidRPr="009A32D8" w:rsidRDefault="00A1065B" w:rsidP="00A1065B">
            <w:pPr>
              <w:spacing w:line="23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выполнение административного действия, результат административного действия и</w:t>
            </w:r>
          </w:p>
          <w:p w:rsidR="00A1065B" w:rsidRPr="009A32D8" w:rsidRDefault="00A1065B" w:rsidP="00A1065B">
            <w:pPr>
              <w:spacing w:line="259" w:lineRule="auto"/>
              <w:ind w:right="5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порядок его передачи, способ фиксации</w:t>
            </w:r>
          </w:p>
          <w:p w:rsidR="00A1065B" w:rsidRPr="009A32D8" w:rsidRDefault="00A1065B" w:rsidP="00A1065B">
            <w:pPr>
              <w:spacing w:line="259" w:lineRule="auto"/>
              <w:ind w:right="4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результата</w:t>
            </w:r>
          </w:p>
        </w:tc>
      </w:tr>
      <w:tr w:rsidR="00A1065B" w:rsidRPr="009A32D8" w:rsidTr="00A1065B">
        <w:trPr>
          <w:trHeight w:val="2218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ИС /ЕПГУ (РПГУ)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Выдача или направление результата предоставления Муниципальной услуги Заявителю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1 рабочий день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5 минут </w:t>
            </w:r>
          </w:p>
        </w:tc>
        <w:tc>
          <w:tcPr>
            <w:tcW w:w="2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left="1" w:right="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Соответствие проекта решения требованиям законодательства Российской Федерации, в том числе </w:t>
            </w:r>
          </w:p>
          <w:p w:rsidR="00A1065B" w:rsidRPr="009A32D8" w:rsidRDefault="00A1065B" w:rsidP="00A1065B">
            <w:pPr>
              <w:spacing w:line="259" w:lineRule="auto"/>
              <w:ind w:left="1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Административному регламенту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38" w:lineRule="auto"/>
              <w:ind w:right="4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Работник Организации направляет результат предоставления Муниципальной услуги в форме электронного документа, подписанного усиленной квалифицированной ЭП работника Организации, в Личный кабинет на ЕПГУ (РПГУ).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Заявитель уведомляется о получении результата предоставления Муниципальной </w:t>
            </w:r>
          </w:p>
        </w:tc>
      </w:tr>
      <w:tr w:rsidR="00A1065B" w:rsidRPr="009A32D8" w:rsidTr="00A1065B">
        <w:trPr>
          <w:trHeight w:val="1666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" w:line="23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Место выполнения </w:t>
            </w:r>
          </w:p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процедуры/исп ользуемая </w:t>
            </w: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ИС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Административные действия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Средний срок выполнения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left="14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Трудоемкость </w:t>
            </w:r>
          </w:p>
        </w:tc>
        <w:tc>
          <w:tcPr>
            <w:tcW w:w="2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Критерии принятия решений </w:t>
            </w: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line="259" w:lineRule="auto"/>
              <w:ind w:right="48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Содержание действия, </w:t>
            </w:r>
          </w:p>
          <w:p w:rsidR="00A1065B" w:rsidRPr="009A32D8" w:rsidRDefault="00A1065B" w:rsidP="00A1065B">
            <w:pPr>
              <w:spacing w:line="259" w:lineRule="auto"/>
              <w:ind w:right="4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сведения о работнике, ответственном за </w:t>
            </w:r>
          </w:p>
          <w:p w:rsidR="00A1065B" w:rsidRPr="009A32D8" w:rsidRDefault="00A1065B" w:rsidP="00A1065B">
            <w:pPr>
              <w:spacing w:line="238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выполнение административного действия, результат административного действия и </w:t>
            </w:r>
          </w:p>
          <w:p w:rsidR="00A1065B" w:rsidRPr="009A32D8" w:rsidRDefault="00A1065B" w:rsidP="00A1065B">
            <w:pPr>
              <w:spacing w:line="259" w:lineRule="auto"/>
              <w:ind w:right="5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порядок его передачи, способ фиксации </w:t>
            </w:r>
          </w:p>
          <w:p w:rsidR="00A1065B" w:rsidRPr="009A32D8" w:rsidRDefault="00A1065B" w:rsidP="00A1065B">
            <w:pPr>
              <w:spacing w:line="259" w:lineRule="auto"/>
              <w:ind w:right="46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результата </w:t>
            </w:r>
          </w:p>
        </w:tc>
      </w:tr>
      <w:tr w:rsidR="00A1065B" w:rsidRPr="009A32D8" w:rsidTr="00A1065B">
        <w:trPr>
          <w:trHeight w:val="2144"/>
        </w:trPr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23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1065B" w:rsidRPr="009A32D8" w:rsidRDefault="00A1065B" w:rsidP="00A1065B">
            <w:pPr>
              <w:spacing w:after="132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услуги в Личном кабинете на ЕПГУ (РПГУ). </w:t>
            </w:r>
          </w:p>
          <w:p w:rsidR="00A1065B" w:rsidRPr="009A32D8" w:rsidRDefault="00A1065B" w:rsidP="00A1065B">
            <w:pPr>
              <w:spacing w:after="22" w:line="238" w:lineRule="auto"/>
              <w:ind w:right="47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услуги. </w:t>
            </w:r>
          </w:p>
          <w:p w:rsidR="00A1065B" w:rsidRPr="009A32D8" w:rsidRDefault="00A1065B" w:rsidP="00A1065B">
            <w:pPr>
              <w:tabs>
                <w:tab w:val="center" w:pos="1486"/>
                <w:tab w:val="center" w:pos="1930"/>
                <w:tab w:val="center" w:pos="2248"/>
                <w:tab w:val="center" w:pos="2660"/>
                <w:tab w:val="center" w:pos="2920"/>
                <w:tab w:val="center" w:pos="3455"/>
                <w:tab w:val="right" w:pos="3701"/>
                <w:tab w:val="right" w:pos="4807"/>
              </w:tabs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Результат фиксируется в ИС, Личном </w:t>
            </w:r>
          </w:p>
          <w:p w:rsidR="00A1065B" w:rsidRPr="009A32D8" w:rsidRDefault="00A1065B" w:rsidP="00A1065B">
            <w:pPr>
              <w:spacing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9A32D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кабинете на ЕПГУ (РПГУ) </w:t>
            </w:r>
          </w:p>
        </w:tc>
      </w:tr>
    </w:tbl>
    <w:p w:rsidR="0029240C" w:rsidRPr="009A32D8" w:rsidRDefault="0029240C" w:rsidP="00A1065B">
      <w:pPr>
        <w:spacing w:after="7" w:line="230" w:lineRule="auto"/>
        <w:ind w:right="15309"/>
        <w:rPr>
          <w:rFonts w:ascii="Times New Roman" w:hAnsi="Times New Roman"/>
          <w:sz w:val="28"/>
          <w:szCs w:val="28"/>
        </w:rPr>
      </w:pPr>
    </w:p>
    <w:sectPr w:rsidR="0029240C" w:rsidRPr="009A32D8" w:rsidSect="0098180E">
      <w:headerReference w:type="even" r:id="rId75"/>
      <w:headerReference w:type="default" r:id="rId76"/>
      <w:footerReference w:type="even" r:id="rId77"/>
      <w:footerReference w:type="default" r:id="rId78"/>
      <w:headerReference w:type="first" r:id="rId79"/>
      <w:footerReference w:type="first" r:id="rId80"/>
      <w:pgSz w:w="11906" w:h="16838"/>
      <w:pgMar w:top="758" w:right="504" w:bottom="815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D3B" w:rsidRDefault="00734D3B">
      <w:r>
        <w:separator/>
      </w:r>
    </w:p>
  </w:endnote>
  <w:endnote w:type="continuationSeparator" w:id="0">
    <w:p w:rsidR="00734D3B" w:rsidRDefault="0073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Pr="003B7706" w:rsidRDefault="00E30C82">
    <w:pPr>
      <w:spacing w:line="259" w:lineRule="auto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line="259" w:lineRule="auto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Pr="003B7706" w:rsidRDefault="00E30C82">
    <w:pPr>
      <w:spacing w:line="259" w:lineRule="auto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Pr="003B7706" w:rsidRDefault="00E30C82">
    <w:pPr>
      <w:spacing w:line="259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D3B" w:rsidRDefault="00734D3B">
      <w:r>
        <w:separator/>
      </w:r>
    </w:p>
  </w:footnote>
  <w:footnote w:type="continuationSeparator" w:id="0">
    <w:p w:rsidR="00734D3B" w:rsidRDefault="00734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Pr="00256E4E" w:rsidRDefault="00E30C82">
    <w:pPr>
      <w:spacing w:line="235" w:lineRule="auto"/>
      <w:ind w:right="5030" w:firstLine="5048"/>
    </w:pPr>
    <w:r>
      <w:fldChar w:fldCharType="begin"/>
    </w:r>
    <w:r>
      <w:instrText xml:space="preserve"> PAGE   \* MERGEFORMAT </w:instrText>
    </w:r>
    <w:r>
      <w:fldChar w:fldCharType="separate"/>
    </w:r>
    <w:r w:rsidR="00EA795D" w:rsidRPr="00EA795D">
      <w:rPr>
        <w:noProof/>
        <w:sz w:val="22"/>
      </w:rPr>
      <w:t>22</w:t>
    </w:r>
    <w:r>
      <w:rPr>
        <w:sz w:val="22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line="235" w:lineRule="auto"/>
      <w:ind w:right="5030" w:firstLine="50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43" w:line="259" w:lineRule="auto"/>
      <w:ind w:left="21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795D" w:rsidRPr="00EA795D">
      <w:rPr>
        <w:noProof/>
        <w:sz w:val="22"/>
      </w:rPr>
      <w:t>52</w:t>
    </w:r>
    <w:r>
      <w:rPr>
        <w:sz w:val="22"/>
      </w:rPr>
      <w:fldChar w:fldCharType="end"/>
    </w:r>
    <w:r>
      <w:rPr>
        <w:sz w:val="22"/>
      </w:rPr>
      <w:t xml:space="preserve"> </w:t>
    </w:r>
  </w:p>
  <w:p w:rsidR="00E30C82" w:rsidRDefault="00E30C82">
    <w:pPr>
      <w:spacing w:line="259" w:lineRule="auto"/>
      <w:ind w:left="283"/>
    </w:pPr>
    <w:r>
      <w:rPr>
        <w:sz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43" w:line="259" w:lineRule="auto"/>
      <w:ind w:left="21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795D" w:rsidRPr="00EA795D">
      <w:rPr>
        <w:noProof/>
        <w:sz w:val="22"/>
      </w:rPr>
      <w:t>51</w:t>
    </w:r>
    <w:r>
      <w:rPr>
        <w:sz w:val="22"/>
      </w:rPr>
      <w:fldChar w:fldCharType="end"/>
    </w:r>
    <w:r>
      <w:rPr>
        <w:sz w:val="22"/>
      </w:rPr>
      <w:t xml:space="preserve"> </w:t>
    </w:r>
  </w:p>
  <w:p w:rsidR="00E30C82" w:rsidRDefault="00E30C82">
    <w:pPr>
      <w:spacing w:line="259" w:lineRule="auto"/>
      <w:ind w:left="283"/>
    </w:pPr>
    <w:r>
      <w:rPr>
        <w:sz w:val="1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43" w:line="259" w:lineRule="auto"/>
      <w:ind w:left="7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795D" w:rsidRPr="00EA795D">
      <w:rPr>
        <w:noProof/>
        <w:sz w:val="22"/>
      </w:rPr>
      <w:t>38</w:t>
    </w:r>
    <w:r>
      <w:rPr>
        <w:sz w:val="22"/>
      </w:rPr>
      <w:fldChar w:fldCharType="end"/>
    </w:r>
    <w:r>
      <w:rPr>
        <w:sz w:val="22"/>
      </w:rPr>
      <w:t xml:space="preserve"> </w:t>
    </w:r>
  </w:p>
  <w:p w:rsidR="00E30C82" w:rsidRDefault="00E30C82">
    <w:pPr>
      <w:spacing w:line="259" w:lineRule="auto"/>
      <w:ind w:left="283"/>
    </w:pPr>
    <w:r>
      <w:rPr>
        <w:sz w:val="28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82" w:rsidRDefault="00E30C82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042"/>
    <w:multiLevelType w:val="hybridMultilevel"/>
    <w:tmpl w:val="CD0E5078"/>
    <w:lvl w:ilvl="0" w:tplc="A162A1D6">
      <w:start w:val="13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E0AC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0A29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6277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092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282E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7020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70A6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6BF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E0F68"/>
    <w:multiLevelType w:val="hybridMultilevel"/>
    <w:tmpl w:val="5B7C3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723FB2"/>
    <w:multiLevelType w:val="multilevel"/>
    <w:tmpl w:val="4ED4B472"/>
    <w:lvl w:ilvl="0">
      <w:start w:val="13"/>
      <w:numFmt w:val="decimal"/>
      <w:lvlText w:val="%1.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3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7907B6"/>
    <w:multiLevelType w:val="hybridMultilevel"/>
    <w:tmpl w:val="24482264"/>
    <w:lvl w:ilvl="0" w:tplc="AFFCE1FC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1E33E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78B2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A5F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FC6A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F019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0C4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64A1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5273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1F7712"/>
    <w:multiLevelType w:val="hybridMultilevel"/>
    <w:tmpl w:val="9DE2930E"/>
    <w:lvl w:ilvl="0" w:tplc="2C0C2A5A">
      <w:start w:val="30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E054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6C3F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8AA8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92B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3E2D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F29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7A43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74F9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0D3293"/>
    <w:multiLevelType w:val="hybridMultilevel"/>
    <w:tmpl w:val="D8D4B6E6"/>
    <w:lvl w:ilvl="0" w:tplc="17F0C4AA">
      <w:start w:val="24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0A3A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82D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F2C5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303D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049C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838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AA18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0A50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D821B7"/>
    <w:multiLevelType w:val="hybridMultilevel"/>
    <w:tmpl w:val="30F6D2CA"/>
    <w:lvl w:ilvl="0" w:tplc="45A08080">
      <w:start w:val="3"/>
      <w:numFmt w:val="decimal"/>
      <w:lvlText w:val="%1."/>
      <w:lvlJc w:val="left"/>
      <w:pPr>
        <w:ind w:left="25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904C2E">
      <w:start w:val="1"/>
      <w:numFmt w:val="lowerLetter"/>
      <w:lvlText w:val="%2"/>
      <w:lvlJc w:val="left"/>
      <w:pPr>
        <w:ind w:left="4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67960">
      <w:start w:val="1"/>
      <w:numFmt w:val="lowerRoman"/>
      <w:lvlText w:val="%3"/>
      <w:lvlJc w:val="left"/>
      <w:pPr>
        <w:ind w:left="4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AE7C96">
      <w:start w:val="1"/>
      <w:numFmt w:val="decimal"/>
      <w:lvlText w:val="%4"/>
      <w:lvlJc w:val="left"/>
      <w:pPr>
        <w:ind w:left="56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90E540">
      <w:start w:val="1"/>
      <w:numFmt w:val="lowerLetter"/>
      <w:lvlText w:val="%5"/>
      <w:lvlJc w:val="left"/>
      <w:pPr>
        <w:ind w:left="6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8FEC4">
      <w:start w:val="1"/>
      <w:numFmt w:val="lowerRoman"/>
      <w:lvlText w:val="%6"/>
      <w:lvlJc w:val="left"/>
      <w:pPr>
        <w:ind w:left="7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87534">
      <w:start w:val="1"/>
      <w:numFmt w:val="decimal"/>
      <w:lvlText w:val="%7"/>
      <w:lvlJc w:val="left"/>
      <w:pPr>
        <w:ind w:left="7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806532">
      <w:start w:val="1"/>
      <w:numFmt w:val="lowerLetter"/>
      <w:lvlText w:val="%8"/>
      <w:lvlJc w:val="left"/>
      <w:pPr>
        <w:ind w:left="85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505294">
      <w:start w:val="1"/>
      <w:numFmt w:val="lowerRoman"/>
      <w:lvlText w:val="%9"/>
      <w:lvlJc w:val="left"/>
      <w:pPr>
        <w:ind w:left="9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B81652"/>
    <w:multiLevelType w:val="hybridMultilevel"/>
    <w:tmpl w:val="636A64B4"/>
    <w:lvl w:ilvl="0" w:tplc="98A43C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8FFC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C0958C">
      <w:start w:val="5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7019C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36835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5A4B1E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0A8602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68E30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0699C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537A33"/>
    <w:multiLevelType w:val="hybridMultilevel"/>
    <w:tmpl w:val="B2B42250"/>
    <w:lvl w:ilvl="0" w:tplc="BFF833C8">
      <w:start w:val="30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884A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7C7C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C3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E04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0224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6AA8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46EE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08AF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4D406B"/>
    <w:multiLevelType w:val="hybridMultilevel"/>
    <w:tmpl w:val="37B45F3C"/>
    <w:lvl w:ilvl="0" w:tplc="FA0C5D3C">
      <w:start w:val="4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AC6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D0B1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60C9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486F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20F9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6A62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8256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F4E5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E04634"/>
    <w:multiLevelType w:val="multilevel"/>
    <w:tmpl w:val="529ED2CA"/>
    <w:lvl w:ilvl="0">
      <w:start w:val="4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F94593"/>
    <w:multiLevelType w:val="hybridMultilevel"/>
    <w:tmpl w:val="B27CEE68"/>
    <w:lvl w:ilvl="0" w:tplc="8D2A19F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D8AF8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C2C51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DA77B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3691E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EEBFE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C82C0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64B06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88F0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E45613"/>
    <w:multiLevelType w:val="hybridMultilevel"/>
    <w:tmpl w:val="9A66D24C"/>
    <w:lvl w:ilvl="0" w:tplc="68D403C0">
      <w:start w:val="1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3216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F6EA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02D0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8E78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8625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EC79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80BF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B8C6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A20066"/>
    <w:multiLevelType w:val="hybridMultilevel"/>
    <w:tmpl w:val="3B101CCE"/>
    <w:lvl w:ilvl="0" w:tplc="8A045034">
      <w:start w:val="2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FA9E1256">
      <w:start w:val="1"/>
      <w:numFmt w:val="bullet"/>
      <w:lvlText w:val="•"/>
      <w:lvlJc w:val="left"/>
      <w:pPr>
        <w:ind w:left="1208" w:hanging="260"/>
      </w:pPr>
      <w:rPr>
        <w:rFonts w:hint="default"/>
      </w:rPr>
    </w:lvl>
    <w:lvl w:ilvl="2" w:tplc="B7C45F04">
      <w:start w:val="1"/>
      <w:numFmt w:val="bullet"/>
      <w:lvlText w:val="•"/>
      <w:lvlJc w:val="left"/>
      <w:pPr>
        <w:ind w:left="2156" w:hanging="260"/>
      </w:pPr>
      <w:rPr>
        <w:rFonts w:hint="default"/>
      </w:rPr>
    </w:lvl>
    <w:lvl w:ilvl="3" w:tplc="A634981E">
      <w:start w:val="1"/>
      <w:numFmt w:val="bullet"/>
      <w:lvlText w:val="•"/>
      <w:lvlJc w:val="left"/>
      <w:pPr>
        <w:ind w:left="3104" w:hanging="260"/>
      </w:pPr>
      <w:rPr>
        <w:rFonts w:hint="default"/>
      </w:rPr>
    </w:lvl>
    <w:lvl w:ilvl="4" w:tplc="5EFEC152">
      <w:start w:val="1"/>
      <w:numFmt w:val="bullet"/>
      <w:lvlText w:val="•"/>
      <w:lvlJc w:val="left"/>
      <w:pPr>
        <w:ind w:left="4051" w:hanging="260"/>
      </w:pPr>
      <w:rPr>
        <w:rFonts w:hint="default"/>
      </w:rPr>
    </w:lvl>
    <w:lvl w:ilvl="5" w:tplc="F9446E88">
      <w:start w:val="1"/>
      <w:numFmt w:val="bullet"/>
      <w:lvlText w:val="•"/>
      <w:lvlJc w:val="left"/>
      <w:pPr>
        <w:ind w:left="4999" w:hanging="260"/>
      </w:pPr>
      <w:rPr>
        <w:rFonts w:hint="default"/>
      </w:rPr>
    </w:lvl>
    <w:lvl w:ilvl="6" w:tplc="F8683D42">
      <w:start w:val="1"/>
      <w:numFmt w:val="bullet"/>
      <w:lvlText w:val="•"/>
      <w:lvlJc w:val="left"/>
      <w:pPr>
        <w:ind w:left="5947" w:hanging="260"/>
      </w:pPr>
      <w:rPr>
        <w:rFonts w:hint="default"/>
      </w:rPr>
    </w:lvl>
    <w:lvl w:ilvl="7" w:tplc="8116CEDE">
      <w:start w:val="1"/>
      <w:numFmt w:val="bullet"/>
      <w:lvlText w:val="•"/>
      <w:lvlJc w:val="left"/>
      <w:pPr>
        <w:ind w:left="6895" w:hanging="260"/>
      </w:pPr>
      <w:rPr>
        <w:rFonts w:hint="default"/>
      </w:rPr>
    </w:lvl>
    <w:lvl w:ilvl="8" w:tplc="BA1EBE18">
      <w:start w:val="1"/>
      <w:numFmt w:val="bullet"/>
      <w:lvlText w:val="•"/>
      <w:lvlJc w:val="left"/>
      <w:pPr>
        <w:ind w:left="7843" w:hanging="260"/>
      </w:pPr>
      <w:rPr>
        <w:rFonts w:hint="default"/>
      </w:rPr>
    </w:lvl>
  </w:abstractNum>
  <w:abstractNum w:abstractNumId="14" w15:restartNumberingAfterBreak="0">
    <w:nsid w:val="5118464D"/>
    <w:multiLevelType w:val="hybridMultilevel"/>
    <w:tmpl w:val="60D2DF24"/>
    <w:lvl w:ilvl="0" w:tplc="0852783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4E48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294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6A98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C668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D15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E259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C3E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E4779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5022A53"/>
    <w:multiLevelType w:val="hybridMultilevel"/>
    <w:tmpl w:val="CC4AE8A6"/>
    <w:lvl w:ilvl="0" w:tplc="E57C58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221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4E44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8CB2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7CFE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644B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0685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DAAC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8E31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73B5BD6"/>
    <w:multiLevelType w:val="hybridMultilevel"/>
    <w:tmpl w:val="EC202D74"/>
    <w:lvl w:ilvl="0" w:tplc="1206F636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602AC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281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54B82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A2CD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67AB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B25BF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414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78B07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75265AA"/>
    <w:multiLevelType w:val="hybridMultilevel"/>
    <w:tmpl w:val="FB0CBD80"/>
    <w:lvl w:ilvl="0" w:tplc="77A0AC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8444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B4F5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EC7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AF3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84D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BCE0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A802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46DC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985076"/>
    <w:multiLevelType w:val="hybridMultilevel"/>
    <w:tmpl w:val="A3AEF4FE"/>
    <w:lvl w:ilvl="0" w:tplc="5B6EED84">
      <w:start w:val="16"/>
      <w:numFmt w:val="decimal"/>
      <w:lvlText w:val="%1.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240F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84F5E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D823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6A02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7241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CD44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D81A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0C4D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7"/>
  </w:num>
  <w:num w:numId="8">
    <w:abstractNumId w:val="8"/>
  </w:num>
  <w:num w:numId="9">
    <w:abstractNumId w:val="7"/>
  </w:num>
  <w:num w:numId="10">
    <w:abstractNumId w:val="3"/>
  </w:num>
  <w:num w:numId="11">
    <w:abstractNumId w:val="18"/>
  </w:num>
  <w:num w:numId="12">
    <w:abstractNumId w:val="14"/>
  </w:num>
  <w:num w:numId="13">
    <w:abstractNumId w:val="15"/>
  </w:num>
  <w:num w:numId="14">
    <w:abstractNumId w:val="10"/>
  </w:num>
  <w:num w:numId="15">
    <w:abstractNumId w:val="6"/>
  </w:num>
  <w:num w:numId="16">
    <w:abstractNumId w:val="11"/>
  </w:num>
  <w:num w:numId="17">
    <w:abstractNumId w:val="16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053"/>
    <w:rsid w:val="00035610"/>
    <w:rsid w:val="00043DC9"/>
    <w:rsid w:val="00065939"/>
    <w:rsid w:val="00073273"/>
    <w:rsid w:val="000A6654"/>
    <w:rsid w:val="000C551E"/>
    <w:rsid w:val="000C74FD"/>
    <w:rsid w:val="000E244E"/>
    <w:rsid w:val="000F10B4"/>
    <w:rsid w:val="00117479"/>
    <w:rsid w:val="00127D7B"/>
    <w:rsid w:val="00140246"/>
    <w:rsid w:val="00156418"/>
    <w:rsid w:val="00165856"/>
    <w:rsid w:val="00176565"/>
    <w:rsid w:val="0018211D"/>
    <w:rsid w:val="001A6A18"/>
    <w:rsid w:val="001C7F28"/>
    <w:rsid w:val="001D194B"/>
    <w:rsid w:val="001E1086"/>
    <w:rsid w:val="00226241"/>
    <w:rsid w:val="00237CF1"/>
    <w:rsid w:val="00242995"/>
    <w:rsid w:val="00244809"/>
    <w:rsid w:val="00256E4E"/>
    <w:rsid w:val="0026577D"/>
    <w:rsid w:val="00286219"/>
    <w:rsid w:val="0029240C"/>
    <w:rsid w:val="002E1A0B"/>
    <w:rsid w:val="002E6053"/>
    <w:rsid w:val="002F4C11"/>
    <w:rsid w:val="00317F94"/>
    <w:rsid w:val="00326066"/>
    <w:rsid w:val="003370C1"/>
    <w:rsid w:val="00367C02"/>
    <w:rsid w:val="003856F0"/>
    <w:rsid w:val="00386084"/>
    <w:rsid w:val="003A1541"/>
    <w:rsid w:val="003A21AA"/>
    <w:rsid w:val="003B7706"/>
    <w:rsid w:val="003E0E0A"/>
    <w:rsid w:val="00423959"/>
    <w:rsid w:val="00456F48"/>
    <w:rsid w:val="00462A10"/>
    <w:rsid w:val="00471CA8"/>
    <w:rsid w:val="0048662C"/>
    <w:rsid w:val="004A41FA"/>
    <w:rsid w:val="004E4E60"/>
    <w:rsid w:val="004E5B23"/>
    <w:rsid w:val="004F0C87"/>
    <w:rsid w:val="004F6728"/>
    <w:rsid w:val="0051313E"/>
    <w:rsid w:val="005234A9"/>
    <w:rsid w:val="00530DF2"/>
    <w:rsid w:val="00532DF4"/>
    <w:rsid w:val="00543946"/>
    <w:rsid w:val="00566157"/>
    <w:rsid w:val="00576C8E"/>
    <w:rsid w:val="005D7C19"/>
    <w:rsid w:val="005E0B95"/>
    <w:rsid w:val="005F0B09"/>
    <w:rsid w:val="00611125"/>
    <w:rsid w:val="00622BB2"/>
    <w:rsid w:val="00624478"/>
    <w:rsid w:val="0065253D"/>
    <w:rsid w:val="00654CD1"/>
    <w:rsid w:val="00665C1F"/>
    <w:rsid w:val="00672EFB"/>
    <w:rsid w:val="0067535B"/>
    <w:rsid w:val="006A4A56"/>
    <w:rsid w:val="006D115F"/>
    <w:rsid w:val="006D4A86"/>
    <w:rsid w:val="006E0EB7"/>
    <w:rsid w:val="0071328B"/>
    <w:rsid w:val="00715A4C"/>
    <w:rsid w:val="00732957"/>
    <w:rsid w:val="00734D3B"/>
    <w:rsid w:val="0077112A"/>
    <w:rsid w:val="00793D18"/>
    <w:rsid w:val="007A34A9"/>
    <w:rsid w:val="007A63C6"/>
    <w:rsid w:val="007B57BC"/>
    <w:rsid w:val="007B7123"/>
    <w:rsid w:val="007F6AC2"/>
    <w:rsid w:val="00830A58"/>
    <w:rsid w:val="00830E23"/>
    <w:rsid w:val="008410A5"/>
    <w:rsid w:val="00870498"/>
    <w:rsid w:val="00892859"/>
    <w:rsid w:val="008B0914"/>
    <w:rsid w:val="008D17F3"/>
    <w:rsid w:val="008F2879"/>
    <w:rsid w:val="008F4B79"/>
    <w:rsid w:val="009055B9"/>
    <w:rsid w:val="00922A51"/>
    <w:rsid w:val="0093213B"/>
    <w:rsid w:val="00971BD9"/>
    <w:rsid w:val="0098180E"/>
    <w:rsid w:val="009A32D8"/>
    <w:rsid w:val="009C662A"/>
    <w:rsid w:val="009F14A1"/>
    <w:rsid w:val="009F670A"/>
    <w:rsid w:val="00A1065B"/>
    <w:rsid w:val="00A420AD"/>
    <w:rsid w:val="00A65EEE"/>
    <w:rsid w:val="00A76F39"/>
    <w:rsid w:val="00AF0CF5"/>
    <w:rsid w:val="00B057AE"/>
    <w:rsid w:val="00B06121"/>
    <w:rsid w:val="00B34F5F"/>
    <w:rsid w:val="00B37B22"/>
    <w:rsid w:val="00B4285C"/>
    <w:rsid w:val="00B4521F"/>
    <w:rsid w:val="00B95382"/>
    <w:rsid w:val="00BB13FD"/>
    <w:rsid w:val="00BD060A"/>
    <w:rsid w:val="00BD3A0D"/>
    <w:rsid w:val="00BE1C3E"/>
    <w:rsid w:val="00BE286A"/>
    <w:rsid w:val="00C01898"/>
    <w:rsid w:val="00C227A8"/>
    <w:rsid w:val="00C45472"/>
    <w:rsid w:val="00C54CA4"/>
    <w:rsid w:val="00C81336"/>
    <w:rsid w:val="00CA4FF7"/>
    <w:rsid w:val="00D1397D"/>
    <w:rsid w:val="00D14207"/>
    <w:rsid w:val="00D2258D"/>
    <w:rsid w:val="00D30ED7"/>
    <w:rsid w:val="00D53915"/>
    <w:rsid w:val="00D57D36"/>
    <w:rsid w:val="00D60987"/>
    <w:rsid w:val="00D71AEF"/>
    <w:rsid w:val="00D71F5D"/>
    <w:rsid w:val="00D75DBC"/>
    <w:rsid w:val="00D83451"/>
    <w:rsid w:val="00D93234"/>
    <w:rsid w:val="00D954CA"/>
    <w:rsid w:val="00DA58D7"/>
    <w:rsid w:val="00DB2BA4"/>
    <w:rsid w:val="00DC22D8"/>
    <w:rsid w:val="00DF608D"/>
    <w:rsid w:val="00E00DC9"/>
    <w:rsid w:val="00E30C82"/>
    <w:rsid w:val="00E37B43"/>
    <w:rsid w:val="00E51342"/>
    <w:rsid w:val="00E80061"/>
    <w:rsid w:val="00E96A90"/>
    <w:rsid w:val="00EA23D0"/>
    <w:rsid w:val="00EA795D"/>
    <w:rsid w:val="00EB4C23"/>
    <w:rsid w:val="00ED40F7"/>
    <w:rsid w:val="00EF31B7"/>
    <w:rsid w:val="00EF56C4"/>
    <w:rsid w:val="00F20FDE"/>
    <w:rsid w:val="00F27A65"/>
    <w:rsid w:val="00F30A70"/>
    <w:rsid w:val="00F42F61"/>
    <w:rsid w:val="00F4406D"/>
    <w:rsid w:val="00F547FF"/>
    <w:rsid w:val="00F655DF"/>
    <w:rsid w:val="00F83E6D"/>
    <w:rsid w:val="00F84097"/>
    <w:rsid w:val="00FA16DF"/>
    <w:rsid w:val="00FA66BB"/>
    <w:rsid w:val="00FB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11A84"/>
  <w15:docId w15:val="{F8907A41-CDF3-4C6F-80E9-5AE9A714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aliases w:val="!Обычный текст документа"/>
    <w:qFormat/>
    <w:rsid w:val="00F30A70"/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1086"/>
    <w:pPr>
      <w:ind w:firstLine="567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1086"/>
    <w:pPr>
      <w:ind w:firstLine="567"/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1086"/>
    <w:pPr>
      <w:ind w:firstLine="567"/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1086"/>
    <w:pPr>
      <w:ind w:firstLine="567"/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link w:val="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Pr>
      <w:rFonts w:ascii="Arial" w:hAnsi="Arial" w:cs="Arial"/>
      <w:b/>
      <w:bCs/>
      <w:sz w:val="28"/>
      <w:szCs w:val="26"/>
    </w:rPr>
  </w:style>
  <w:style w:type="character" w:customStyle="1" w:styleId="10">
    <w:name w:val="Заголовок 1 Знак"/>
    <w:aliases w:val="!Части документа Знак"/>
    <w:link w:val="1"/>
    <w:rPr>
      <w:rFonts w:ascii="Arial" w:hAnsi="Arial" w:cs="Arial"/>
      <w:b/>
      <w:bCs/>
      <w:kern w:val="32"/>
      <w:sz w:val="32"/>
      <w:szCs w:val="32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rsid w:val="001E1086"/>
    <w:rPr>
      <w:color w:val="0000FF"/>
      <w:u w:val="none"/>
    </w:rPr>
  </w:style>
  <w:style w:type="paragraph" w:styleId="a4">
    <w:name w:val="Body Text"/>
    <w:basedOn w:val="a"/>
    <w:link w:val="a5"/>
    <w:uiPriority w:val="1"/>
    <w:qFormat/>
    <w:rsid w:val="00065939"/>
    <w:pPr>
      <w:ind w:left="101" w:firstLine="708"/>
    </w:pPr>
  </w:style>
  <w:style w:type="character" w:customStyle="1" w:styleId="a5">
    <w:name w:val="Основной текст Знак"/>
    <w:link w:val="a4"/>
    <w:uiPriority w:val="1"/>
    <w:rsid w:val="00065939"/>
    <w:rPr>
      <w:rFonts w:ascii="Times New Roman" w:hAnsi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D71AEF"/>
    <w:pPr>
      <w:autoSpaceDE w:val="0"/>
      <w:autoSpaceDN w:val="0"/>
      <w:spacing w:before="22" w:line="259" w:lineRule="auto"/>
      <w:ind w:left="176" w:right="193" w:firstLine="851"/>
      <w:jc w:val="center"/>
    </w:pPr>
    <w:rPr>
      <w:rFonts w:ascii="Times New Roman" w:hAnsi="Times New Roman"/>
      <w:sz w:val="24"/>
    </w:rPr>
  </w:style>
  <w:style w:type="character" w:customStyle="1" w:styleId="FontStyle25">
    <w:name w:val="Font Style25"/>
    <w:rsid w:val="00D71AEF"/>
    <w:rPr>
      <w:rFonts w:ascii="Sylfaen" w:hAnsi="Sylfaen" w:cs="Sylfaen"/>
      <w:sz w:val="24"/>
      <w:szCs w:val="24"/>
    </w:rPr>
  </w:style>
  <w:style w:type="paragraph" w:customStyle="1" w:styleId="11">
    <w:name w:val="Знак1 Знак Знак Знак"/>
    <w:basedOn w:val="a"/>
    <w:rsid w:val="00BE1C3E"/>
    <w:pPr>
      <w:widowControl w:val="0"/>
      <w:adjustRightInd w:val="0"/>
      <w:spacing w:after="160" w:line="240" w:lineRule="exact"/>
      <w:jc w:val="right"/>
    </w:pPr>
    <w:rPr>
      <w:rFonts w:cs="Arial"/>
      <w:sz w:val="20"/>
      <w:szCs w:val="20"/>
      <w:lang w:val="en-GB"/>
    </w:rPr>
  </w:style>
  <w:style w:type="paragraph" w:styleId="a6">
    <w:name w:val="Title"/>
    <w:basedOn w:val="a"/>
    <w:link w:val="a7"/>
    <w:qFormat/>
    <w:rsid w:val="00BE1C3E"/>
    <w:pPr>
      <w:jc w:val="center"/>
    </w:pPr>
    <w:rPr>
      <w:b/>
      <w:bCs/>
      <w:sz w:val="28"/>
    </w:rPr>
  </w:style>
  <w:style w:type="character" w:customStyle="1" w:styleId="a7">
    <w:name w:val="Заголовок Знак"/>
    <w:link w:val="a6"/>
    <w:rsid w:val="00BE1C3E"/>
    <w:rPr>
      <w:rFonts w:ascii="Times New Roman" w:hAnsi="Times New Roman"/>
      <w:b/>
      <w:bCs/>
      <w:sz w:val="28"/>
      <w:szCs w:val="24"/>
    </w:rPr>
  </w:style>
  <w:style w:type="paragraph" w:customStyle="1" w:styleId="12">
    <w:name w:val="Без интервала1"/>
    <w:rsid w:val="00BE1C3E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A21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A21AA"/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A21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A21AA"/>
    <w:rPr>
      <w:rFonts w:ascii="Times New Roman" w:hAnsi="Times New Roman"/>
      <w:color w:val="000000"/>
      <w:sz w:val="24"/>
      <w:szCs w:val="22"/>
      <w:lang w:val="en-US"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EF56C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E1086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semiHidden/>
    <w:rsid w:val="001E1086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semiHidden/>
    <w:rsid w:val="00EF56C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108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1086"/>
    <w:pPr>
      <w:spacing w:before="120" w:after="120"/>
      <w:ind w:firstLine="709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1086"/>
    <w:pPr>
      <w:ind w:firstLine="709"/>
      <w:jc w:val="both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1086"/>
    <w:pPr>
      <w:ind w:firstLine="709"/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E1086"/>
    <w:pPr>
      <w:ind w:firstLine="709"/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E1086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A1065B"/>
  </w:style>
  <w:style w:type="table" w:customStyle="1" w:styleId="TableGrid1">
    <w:name w:val="TableGrid1"/>
    <w:rsid w:val="00A1065B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Без интервала2"/>
    <w:rsid w:val="00A1065B"/>
    <w:rPr>
      <w:rFonts w:cs="Calibri"/>
      <w:sz w:val="22"/>
      <w:szCs w:val="22"/>
      <w:lang w:eastAsia="en-US"/>
    </w:rPr>
  </w:style>
  <w:style w:type="table" w:styleId="ae">
    <w:name w:val="Table Grid"/>
    <w:basedOn w:val="a1"/>
    <w:uiPriority w:val="39"/>
    <w:rsid w:val="00A10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06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EA795D"/>
    <w:pPr>
      <w:spacing w:before="100" w:beforeAutospacing="1" w:after="100" w:afterAutospacing="1"/>
    </w:pPr>
    <w:rPr>
      <w:rFonts w:ascii="Times New Roman" w:hAnsi="Times New Roman"/>
    </w:rPr>
  </w:style>
  <w:style w:type="paragraph" w:styleId="af0">
    <w:name w:val="No Spacing"/>
    <w:uiPriority w:val="1"/>
    <w:qFormat/>
    <w:rsid w:val="00EA795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la-service.minjust.ru:8080/rnla-links/ws/content/act/bba0bfb1-06c7-4e50-a8d3-fe1045784bf1.html" TargetMode="External"/><Relationship Id="rId18" Type="http://schemas.openxmlformats.org/officeDocument/2006/relationships/hyperlink" Target="http://nla-service.minjust.ru:8080/rnla-links/ws/content/act/bba0bfb1-06c7-4e50-a8d3-fe1045784bf1.html" TargetMode="External"/><Relationship Id="rId26" Type="http://schemas.openxmlformats.org/officeDocument/2006/relationships/hyperlink" Target="http://nla-service.minjust.ru:8080/rnla-links/ws/content/act/bba0bfb1-06c7-4e50-a8d3-fe1045784bf1.html" TargetMode="External"/><Relationship Id="rId39" Type="http://schemas.openxmlformats.org/officeDocument/2006/relationships/header" Target="header1.xml"/><Relationship Id="rId21" Type="http://schemas.openxmlformats.org/officeDocument/2006/relationships/hyperlink" Target="http://nla-service.minjust.ru:8080/rnla-links/ws/content/act/bba0bfb1-06c7-4e50-a8d3-fe1045784bf1.html" TargetMode="External"/><Relationship Id="rId34" Type="http://schemas.openxmlformats.org/officeDocument/2006/relationships/hyperlink" Target="http://nla-service.minjust.ru:8080/rnla-links/ws/content/act/bba0bfb1-06c7-4e50-a8d3-fe1045784bf1.html" TargetMode="External"/><Relationship Id="rId42" Type="http://schemas.openxmlformats.org/officeDocument/2006/relationships/footer" Target="footer2.xml"/><Relationship Id="rId47" Type="http://schemas.openxmlformats.org/officeDocument/2006/relationships/hyperlink" Target="http://nla-service.minjust.ru:8080/rnla-links/ws/content/act/96e20c02-1b12-465a-b64c-24aa92270007.html" TargetMode="External"/><Relationship Id="rId50" Type="http://schemas.openxmlformats.org/officeDocument/2006/relationships/hyperlink" Target="http://nla-service.minjust.ru:8080/rnla-links/ws/content/act/4f48675c-2dc2-4b7b-8f43-c7d17ab9072f.html" TargetMode="External"/><Relationship Id="rId55" Type="http://schemas.openxmlformats.org/officeDocument/2006/relationships/hyperlink" Target="http://nla-service.minjust.ru:8080/rnla-links/ws/content/act/6477394c-f667-4ef0-be2b-2a0c5998007f.html" TargetMode="External"/><Relationship Id="rId63" Type="http://schemas.openxmlformats.org/officeDocument/2006/relationships/header" Target="header3.xml"/><Relationship Id="rId68" Type="http://schemas.openxmlformats.org/officeDocument/2006/relationships/footer" Target="footer5.xml"/><Relationship Id="rId76" Type="http://schemas.openxmlformats.org/officeDocument/2006/relationships/header" Target="header10.xml"/><Relationship Id="rId7" Type="http://schemas.openxmlformats.org/officeDocument/2006/relationships/endnotes" Target="endnotes.xml"/><Relationship Id="rId71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nla-service.minjust.ru:8080/rnla-links/ws/content/act/bba0bfb1-06c7-4e50-a8d3-fe1045784bf1.html" TargetMode="External"/><Relationship Id="rId29" Type="http://schemas.openxmlformats.org/officeDocument/2006/relationships/hyperlink" Target="http://nla-service.minjust.ru:8080/rnla-links/ws/content/act/51b63b05-8784-4188-9a3f-bc83213e710d.html" TargetMode="Externa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http://nla-service.minjust.ru:8080/rnla-links/ws/content/act/c351fa7f-3731-467c-9a38-00ce2ecbe619.html" TargetMode="External"/><Relationship Id="rId32" Type="http://schemas.openxmlformats.org/officeDocument/2006/relationships/hyperlink" Target="http://nla-service.minjust.ru:8080/rnla-links/ws/content/act/169ffaaf-0b96-47c8-9369-38141360223e.html" TargetMode="External"/><Relationship Id="rId37" Type="http://schemas.openxmlformats.org/officeDocument/2006/relationships/hyperlink" Target="http://pravo.minjust.ru/" TargetMode="External"/><Relationship Id="rId40" Type="http://schemas.openxmlformats.org/officeDocument/2006/relationships/header" Target="header2.xml"/><Relationship Id="rId45" Type="http://schemas.openxmlformats.org/officeDocument/2006/relationships/hyperlink" Target="http://nla-service.minjust.ru:8080/rnla-links/ws/content/act/4d9da04f-6def-4d7e-b43a-0fafd797fd54.html" TargetMode="External"/><Relationship Id="rId53" Type="http://schemas.openxmlformats.org/officeDocument/2006/relationships/hyperlink" Target="http://nla-service.minjust.ru:8080/rnla-links/ws/content/act/d4b9bd04-582c-4c13-b866-1426aef8d192.html" TargetMode="External"/><Relationship Id="rId58" Type="http://schemas.openxmlformats.org/officeDocument/2006/relationships/hyperlink" Target="http://nla-service.minjust.ru:8080/rnla-links/ws/content/act/a196bb4e-3b2f-40bc-894c-43931c29c968.html" TargetMode="External"/><Relationship Id="rId66" Type="http://schemas.openxmlformats.org/officeDocument/2006/relationships/footer" Target="footer4.xml"/><Relationship Id="rId74" Type="http://schemas.openxmlformats.org/officeDocument/2006/relationships/footer" Target="footer8.xml"/><Relationship Id="rId79" Type="http://schemas.openxmlformats.org/officeDocument/2006/relationships/header" Target="header11.xml"/><Relationship Id="rId5" Type="http://schemas.openxmlformats.org/officeDocument/2006/relationships/webSettings" Target="webSettings.xml"/><Relationship Id="rId61" Type="http://schemas.openxmlformats.org/officeDocument/2006/relationships/hyperlink" Target="http://nla-service.minjust.ru:8080/rnla-links/ws/content/act/0a02e7ab-81dc-427b-9bb7-abfb1e14bdf3.html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reg:8080/content/act/content/act/22c5de65-15ae-4dae-b275-6004b8b95cde.doc" TargetMode="External"/><Relationship Id="rId19" Type="http://schemas.openxmlformats.org/officeDocument/2006/relationships/hyperlink" Target="http://nla-service.minjust.ru:8080/rnla-links/ws/content/act/bba0bfb1-06c7-4e50-a8d3-fe1045784bf1.html" TargetMode="External"/><Relationship Id="rId31" Type="http://schemas.openxmlformats.org/officeDocument/2006/relationships/hyperlink" Target="http://nla-service.minjust.ru:8080/rnla-links/ws/content/act/bba0bfb1-06c7-4e50-a8d3-fe1045784bf1.html" TargetMode="External"/><Relationship Id="rId44" Type="http://schemas.openxmlformats.org/officeDocument/2006/relationships/hyperlink" Target="http://nla-service.minjust.ru:8080/rnla-links/ws/content/act/4d9da04f-6def-4d7e-b43a-0fafd797fd54.html" TargetMode="External"/><Relationship Id="rId52" Type="http://schemas.openxmlformats.org/officeDocument/2006/relationships/hyperlink" Target="http://nla-service.minjust.ru:8080/rnla-links/ws/content/act/0a02e7ab-81dc-427b-9bb7-abfb1e14bdf3.html" TargetMode="External"/><Relationship Id="rId60" Type="http://schemas.openxmlformats.org/officeDocument/2006/relationships/hyperlink" Target="http://pravo.minjust.ru/" TargetMode="External"/><Relationship Id="rId65" Type="http://schemas.openxmlformats.org/officeDocument/2006/relationships/footer" Target="footer3.xml"/><Relationship Id="rId73" Type="http://schemas.openxmlformats.org/officeDocument/2006/relationships/header" Target="header8.xml"/><Relationship Id="rId78" Type="http://schemas.openxmlformats.org/officeDocument/2006/relationships/footer" Target="footer10.xm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content/act/bba0bfb1-06c7-4e50-a8d3-fe1045784bf1.html" TargetMode="External"/><Relationship Id="rId14" Type="http://schemas.openxmlformats.org/officeDocument/2006/relationships/hyperlink" Target="http://nla-service.minjust.ru:8080/rnla-links/ws/content/act/bba0bfb1-06c7-4e50-a8d3-fe1045784bf1.html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nla-service.minjust.ru:8080/rnla-links/ws/content/act/bba0bfb1-06c7-4e50-a8d3-fe1045784bf1.html" TargetMode="External"/><Relationship Id="rId30" Type="http://schemas.openxmlformats.org/officeDocument/2006/relationships/hyperlink" Target="http://nla-service.minjust.ru:8080/rnla-links/ws/content/act/bba0bfb1-06c7-4e50-a8d3-fe1045784bf1.html" TargetMode="External"/><Relationship Id="rId35" Type="http://schemas.openxmlformats.org/officeDocument/2006/relationships/hyperlink" Target="http://nla-service.minjust.ru:8080/rnla-links/ws/content/act/bba0bfb1-06c7-4e50-a8d3-fe1045784bf1.html" TargetMode="External"/><Relationship Id="rId43" Type="http://schemas.openxmlformats.org/officeDocument/2006/relationships/hyperlink" Target="http://nla-service.minjust.ru:8080/rnla-links/ws/content/act/15d4560c-d530-4955-bf7e-f734337ae80b.html" TargetMode="External"/><Relationship Id="rId48" Type="http://schemas.openxmlformats.org/officeDocument/2006/relationships/hyperlink" Target="http://nla-service.minjust.ru:8080/rnla-links/ws/content/act/96e20c02-1b12-465a-b64c-24aa92270007.html" TargetMode="External"/><Relationship Id="rId56" Type="http://schemas.openxmlformats.org/officeDocument/2006/relationships/hyperlink" Target="http://nla-service.minjust.ru:8080/rnla-links/ws/content/act/8771ffc3-c68f-41b6-8877-911c5400fef7.html" TargetMode="External"/><Relationship Id="rId64" Type="http://schemas.openxmlformats.org/officeDocument/2006/relationships/header" Target="header4.xml"/><Relationship Id="rId69" Type="http://schemas.openxmlformats.org/officeDocument/2006/relationships/header" Target="header6.xml"/><Relationship Id="rId77" Type="http://schemas.openxmlformats.org/officeDocument/2006/relationships/footer" Target="footer9.xml"/><Relationship Id="rId8" Type="http://schemas.openxmlformats.org/officeDocument/2006/relationships/hyperlink" Target="http://nla-service.minjust.ru:8080/rnla-links/ws/content/act/bba0bfb1-06c7-4e50-a8d3-fe1045784bf1.html" TargetMode="External"/><Relationship Id="rId51" Type="http://schemas.openxmlformats.org/officeDocument/2006/relationships/hyperlink" Target="http://nla-service.minjust.ru:8080/rnla-links/ws/content/act/0a02e7ab-81dc-427b-9bb7-abfb1e14bdf3.html" TargetMode="External"/><Relationship Id="rId72" Type="http://schemas.openxmlformats.org/officeDocument/2006/relationships/footer" Target="footer7.xml"/><Relationship Id="rId80" Type="http://schemas.openxmlformats.org/officeDocument/2006/relationships/footer" Target="footer11.xml"/><Relationship Id="rId3" Type="http://schemas.openxmlformats.org/officeDocument/2006/relationships/styles" Target="styl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nla-service.minjust.ru:8080/rnla-links/ws/content/act/bba0bfb1-06c7-4e50-a8d3-fe1045784bf1.html" TargetMode="External"/><Relationship Id="rId25" Type="http://schemas.openxmlformats.org/officeDocument/2006/relationships/hyperlink" Target="http://nla-service.minjust.ru:8080/rnla-links/ws/content/act/bba0bfb1-06c7-4e50-a8d3-fe1045784bf1.html" TargetMode="External"/><Relationship Id="rId33" Type="http://schemas.openxmlformats.org/officeDocument/2006/relationships/hyperlink" Target="http://nla-service.minjust.ru:8080/rnla-links/ws/content/act/bba0bfb1-06c7-4e50-a8d3-fe1045784bf1.html" TargetMode="External"/><Relationship Id="rId38" Type="http://schemas.openxmlformats.org/officeDocument/2006/relationships/hyperlink" Target="http://nla-service.minjust.ru:8080/rnla-links/ws/content/act/bba0bfb1-06c7-4e50-a8d3-fe1045784bf1.html" TargetMode="External"/><Relationship Id="rId46" Type="http://schemas.openxmlformats.org/officeDocument/2006/relationships/hyperlink" Target="http://nla-service.minjust.ru:8080/rnla-links/ws/content/act/15f58698-3efc-475a-9eb6-a815bb163bfd.html" TargetMode="External"/><Relationship Id="rId59" Type="http://schemas.openxmlformats.org/officeDocument/2006/relationships/hyperlink" Target="http://pravo.minjust.ru/" TargetMode="External"/><Relationship Id="rId67" Type="http://schemas.openxmlformats.org/officeDocument/2006/relationships/header" Target="header5.xml"/><Relationship Id="rId20" Type="http://schemas.openxmlformats.org/officeDocument/2006/relationships/hyperlink" Target="http://nla-service.minjust.ru:8080/rnla-links/ws/content/act/bba0bfb1-06c7-4e50-a8d3-fe1045784bf1.html" TargetMode="External"/><Relationship Id="rId41" Type="http://schemas.openxmlformats.org/officeDocument/2006/relationships/footer" Target="footer1.xml"/><Relationship Id="rId54" Type="http://schemas.openxmlformats.org/officeDocument/2006/relationships/hyperlink" Target="http://nla-service.minjust.ru:8080/rnla-links/ws/content/act/7368a0bf-8291-4bfe-a615-d42bedba5478.html" TargetMode="External"/><Relationship Id="rId62" Type="http://schemas.openxmlformats.org/officeDocument/2006/relationships/hyperlink" Target="http://nla-service.minjust.ru:8080/rnla-links/ws/content/act/0a02e7ab-81dc-427b-9bb7-abfb1e14bdf3.html" TargetMode="External"/><Relationship Id="rId70" Type="http://schemas.openxmlformats.org/officeDocument/2006/relationships/header" Target="header7.xml"/><Relationship Id="rId75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nla-service.minjust.ru:8080/rnla-links/ws/content/act/bba0bfb1-06c7-4e50-a8d3-fe1045784bf1.html" TargetMode="External"/><Relationship Id="rId23" Type="http://schemas.openxmlformats.org/officeDocument/2006/relationships/hyperlink" Target="http://nla-service.minjust.ru:8080/rnla-links/ws/content/act/bba0bfb1-06c7-4e50-a8d3-fe1045784bf1.html" TargetMode="External"/><Relationship Id="rId28" Type="http://schemas.openxmlformats.org/officeDocument/2006/relationships/hyperlink" Target="http://nla-service.minjust.ru:8080/rnla-links/ws/content/act/bba0bfb1-06c7-4e50-a8d3-fe1045784bf1.html" TargetMode="External"/><Relationship Id="rId36" Type="http://schemas.openxmlformats.org/officeDocument/2006/relationships/hyperlink" Target="http://nla-service.minjust.ru:8080/rnla-links/ws/content/act/bba0bfb1-06c7-4e50-a8d3-fe1045784bf1.html" TargetMode="External"/><Relationship Id="rId49" Type="http://schemas.openxmlformats.org/officeDocument/2006/relationships/hyperlink" Target="http://nla-service.minjust.ru:8080/rnla-links/ws/content/act/4f48675c-2dc2-4b7b-8f43-c7d17ab9072f.html" TargetMode="External"/><Relationship Id="rId57" Type="http://schemas.openxmlformats.org/officeDocument/2006/relationships/hyperlink" Target="http://nla-service.minjust.ru:8080/rnla-links/ws/content/act/e155cb2f-b714-46b3-b038-5518f773329c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DA5E3-05ED-4581-9022-3FD8621F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5822</TotalTime>
  <Pages>97</Pages>
  <Words>24246</Words>
  <Characters>138206</Characters>
  <Application>Microsoft Office Word</Application>
  <DocSecurity>0</DocSecurity>
  <Lines>1151</Lines>
  <Paragraphs>324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162128</CharactersWithSpaces>
  <SharedDoc>false</SharedDoc>
  <HLinks>
    <vt:vector size="36" baseType="variant">
      <vt:variant>
        <vt:i4>6553660</vt:i4>
      </vt:variant>
      <vt:variant>
        <vt:i4>15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6553660</vt:i4>
      </vt:variant>
      <vt:variant>
        <vt:i4>12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consultantplus://offline/ref=04AA36B73EA0D0E7547537731B1C9F39B2BADCF51CDD7D844DB6DC26E2F74BB0B38340C6987CA64Cg9d4F</vt:lpwstr>
      </vt:variant>
      <vt:variant>
        <vt:lpwstr/>
      </vt:variant>
      <vt:variant>
        <vt:i4>4980821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consultantplus://offline/ref=A311554728AAF17E4888861B7135D11FE7FE12FF36ECE272E75524F0E3A2CD70C77AD17B2BD0F7FB27C786094BD929EF80A0BCA949NEa1E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Регистра ГГПУ</dc:creator>
  <cp:lastModifiedBy>Начальник</cp:lastModifiedBy>
  <cp:revision>30</cp:revision>
  <dcterms:created xsi:type="dcterms:W3CDTF">2024-05-03T04:52:00Z</dcterms:created>
  <dcterms:modified xsi:type="dcterms:W3CDTF">2024-11-08T07:55:00Z</dcterms:modified>
</cp:coreProperties>
</file>